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6E2" w:rsidRDefault="001221DE" w:rsidP="009053B1">
      <w:pPr>
        <w:jc w:val="right"/>
      </w:pPr>
      <w:r>
        <w:t>Date: 20</w:t>
      </w:r>
      <w:r w:rsidR="00A8534C">
        <w:t>14</w:t>
      </w:r>
      <w:r>
        <w:t>-</w:t>
      </w:r>
      <w:r w:rsidR="00A8534C">
        <w:t>09</w:t>
      </w:r>
      <w:r>
        <w:t>-</w:t>
      </w:r>
      <w:r w:rsidR="00A8534C">
        <w:t>13</w:t>
      </w:r>
    </w:p>
    <w:p w:rsidR="005706E2" w:rsidRDefault="005706E2" w:rsidP="009053B1"/>
    <w:p w:rsidR="005706E2" w:rsidRDefault="005706E2" w:rsidP="009053B1"/>
    <w:p w:rsidR="005706E2" w:rsidRDefault="005706E2" w:rsidP="009053B1"/>
    <w:p w:rsidR="005706E2" w:rsidRDefault="005706E2" w:rsidP="009053B1"/>
    <w:p w:rsidR="00164E5E" w:rsidRPr="00AF0DD9" w:rsidRDefault="00C66558" w:rsidP="00AF0DD9">
      <w:pPr>
        <w:pStyle w:val="DocTitle"/>
      </w:pPr>
      <w:r>
        <w:rPr>
          <w:rFonts w:hint="eastAsia"/>
        </w:rPr>
        <w:t>Database Modeling Excel</w:t>
      </w:r>
    </w:p>
    <w:p w:rsidR="005706E2" w:rsidRPr="00AF0DD9" w:rsidRDefault="003E318A" w:rsidP="00AF0DD9">
      <w:pPr>
        <w:pStyle w:val="DocTitle"/>
      </w:pPr>
      <w:fldSimple w:instr=" TITLE   \* MERGEFORMAT ">
        <w:r w:rsidR="00C66558">
          <w:t>Help</w:t>
        </w:r>
      </w:fldSimple>
    </w:p>
    <w:p w:rsidR="005706E2" w:rsidRDefault="005706E2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5706E2" w:rsidRDefault="009053B1" w:rsidP="009053B1">
      <w:r>
        <w:rPr>
          <w:rFonts w:hint="eastAsia"/>
        </w:rPr>
        <w:t xml:space="preserve">Version: </w:t>
      </w:r>
      <w:r w:rsidR="00A8534C">
        <w:t>7</w:t>
      </w:r>
      <w:r>
        <w:rPr>
          <w:rFonts w:hint="eastAsia"/>
        </w:rPr>
        <w:t>.0</w:t>
      </w:r>
    </w:p>
    <w:p w:rsidR="005706E2" w:rsidRDefault="005706E2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>
      <w:pPr>
        <w:pBdr>
          <w:bottom w:val="single" w:sz="6" w:space="1" w:color="auto"/>
        </w:pBdr>
      </w:pPr>
    </w:p>
    <w:p w:rsidR="009053B1" w:rsidRDefault="009053B1" w:rsidP="009053B1"/>
    <w:p w:rsidR="009053B1" w:rsidRDefault="009053B1" w:rsidP="009053B1"/>
    <w:p w:rsidR="009053B1" w:rsidRDefault="009053B1" w:rsidP="009053B1"/>
    <w:p w:rsidR="00494742" w:rsidRDefault="00494742" w:rsidP="009053B1"/>
    <w:p w:rsidR="009053B1" w:rsidRDefault="009053B1" w:rsidP="009053B1"/>
    <w:p w:rsidR="009053B1" w:rsidRDefault="009053B1" w:rsidP="009053B1"/>
    <w:p w:rsidR="009053B1" w:rsidRDefault="003E318A" w:rsidP="009053B1">
      <w:pPr>
        <w:jc w:val="center"/>
      </w:pPr>
      <w:fldSimple w:instr=" DOCPROPERTY  Company  \* MERGEFORMAT ">
        <w:r w:rsidR="00C66558">
          <w:t>Dream Inc.</w:t>
        </w:r>
      </w:fldSimple>
    </w:p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/>
    <w:p w:rsidR="009053B1" w:rsidRDefault="009053B1" w:rsidP="009053B1">
      <w:pPr>
        <w:pBdr>
          <w:bottom w:val="single" w:sz="6" w:space="1" w:color="auto"/>
        </w:pBdr>
      </w:pPr>
    </w:p>
    <w:p w:rsidR="009053B1" w:rsidRDefault="009053B1" w:rsidP="009053B1"/>
    <w:p w:rsidR="009053B1" w:rsidRDefault="00AF0DD9" w:rsidP="00AF0DD9">
      <w:pPr>
        <w:pStyle w:val="DocTitle"/>
        <w:keepNext/>
        <w:pageBreakBefore/>
        <w:rPr>
          <w:rFonts w:eastAsia="宋体"/>
        </w:rPr>
      </w:pPr>
      <w:r>
        <w:rPr>
          <w:rFonts w:hint="eastAsia"/>
        </w:rPr>
        <w:lastRenderedPageBreak/>
        <w:t>Table of Contents</w:t>
      </w:r>
    </w:p>
    <w:p w:rsidR="00A641FB" w:rsidRDefault="003E318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r>
        <w:fldChar w:fldCharType="begin"/>
      </w:r>
      <w:r w:rsidR="00AF0DD9">
        <w:instrText xml:space="preserve"> TOC \o "1-3" \h \z \u  \* MERGEFORMAT  \* MERGEFORMAT </w:instrText>
      </w:r>
      <w:r>
        <w:fldChar w:fldCharType="separate"/>
      </w:r>
      <w:hyperlink w:anchor="_Toc398410002" w:history="1">
        <w:r w:rsidR="00A641FB" w:rsidRPr="00855DD5">
          <w:rPr>
            <w:rStyle w:val="Hyperlink"/>
            <w:noProof/>
          </w:rPr>
          <w:t>1</w:t>
        </w:r>
        <w:r w:rsidR="00A641FB"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="00A641FB" w:rsidRPr="00855DD5">
          <w:rPr>
            <w:rStyle w:val="Hyperlink"/>
            <w:noProof/>
          </w:rPr>
          <w:t>Document Usage</w:t>
        </w:r>
        <w:r w:rsidR="00A641FB">
          <w:rPr>
            <w:noProof/>
            <w:webHidden/>
          </w:rPr>
          <w:tab/>
        </w:r>
        <w:r w:rsidR="00A641FB">
          <w:rPr>
            <w:noProof/>
            <w:webHidden/>
          </w:rPr>
          <w:fldChar w:fldCharType="begin"/>
        </w:r>
        <w:r w:rsidR="00A641FB">
          <w:rPr>
            <w:noProof/>
            <w:webHidden/>
          </w:rPr>
          <w:instrText xml:space="preserve"> PAGEREF _Toc398410002 \h </w:instrText>
        </w:r>
        <w:r w:rsidR="00A641FB">
          <w:rPr>
            <w:noProof/>
            <w:webHidden/>
          </w:rPr>
        </w:r>
        <w:r w:rsidR="00A641FB">
          <w:rPr>
            <w:noProof/>
            <w:webHidden/>
          </w:rPr>
          <w:fldChar w:fldCharType="separate"/>
        </w:r>
        <w:r w:rsidR="00A641FB">
          <w:rPr>
            <w:noProof/>
            <w:webHidden/>
          </w:rPr>
          <w:t>3</w:t>
        </w:r>
        <w:r w:rsidR="00A641FB">
          <w:rPr>
            <w:noProof/>
            <w:webHidden/>
          </w:rPr>
          <w:fldChar w:fldCharType="end"/>
        </w:r>
      </w:hyperlink>
    </w:p>
    <w:p w:rsidR="00A641FB" w:rsidRDefault="00A641FB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03" w:history="1">
        <w:r w:rsidRPr="00855DD5">
          <w:rPr>
            <w:rStyle w:val="Hyperlink"/>
            <w:noProof/>
          </w:rPr>
          <w:t>2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Features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04" w:history="1">
        <w:r w:rsidRPr="00855DD5">
          <w:rPr>
            <w:rStyle w:val="Hyperlink"/>
            <w:noProof/>
          </w:rPr>
          <w:t>2.1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Support Databases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05" w:history="1">
        <w:r w:rsidRPr="00855DD5">
          <w:rPr>
            <w:rStyle w:val="Hyperlink"/>
            <w:noProof/>
          </w:rPr>
          <w:t>2.2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Function List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06" w:history="1">
        <w:r w:rsidRPr="00855DD5">
          <w:rPr>
            <w:rStyle w:val="Hyperlink"/>
            <w:noProof/>
          </w:rPr>
          <w:t>3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Before running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07" w:history="1">
        <w:r w:rsidRPr="00855DD5">
          <w:rPr>
            <w:rStyle w:val="Hyperlink"/>
            <w:noProof/>
          </w:rPr>
          <w:t>3.1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How to enable macros in Excel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08" w:history="1">
        <w:r w:rsidRPr="00855DD5">
          <w:rPr>
            <w:rStyle w:val="Hyperlink"/>
            <w:noProof/>
          </w:rPr>
          <w:t>4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How to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09" w:history="1">
        <w:r w:rsidRPr="00855DD5">
          <w:rPr>
            <w:rStyle w:val="Hyperlink"/>
            <w:noProof/>
          </w:rPr>
          <w:t>4.1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What meaning of every sheet?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0" w:history="1">
        <w:r w:rsidRPr="00855DD5">
          <w:rPr>
            <w:rStyle w:val="Hyperlink"/>
            <w:noProof/>
          </w:rPr>
          <w:t>4.2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How to adjust page number in index sheet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1" w:history="1">
        <w:r w:rsidRPr="00855DD5">
          <w:rPr>
            <w:rStyle w:val="Hyperlink"/>
            <w:noProof/>
          </w:rPr>
          <w:t>4.3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How to edit database schema?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2" w:history="1">
        <w:r w:rsidRPr="00855DD5">
          <w:rPr>
            <w:rStyle w:val="Hyperlink"/>
            <w:noProof/>
          </w:rPr>
          <w:t>4.4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Where is the menu-bar?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3" w:history="1">
        <w:r w:rsidRPr="00855DD5">
          <w:rPr>
            <w:rStyle w:val="Hyperlink"/>
            <w:noProof/>
          </w:rPr>
          <w:t>4.5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How to generate script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4" w:history="1">
        <w:r w:rsidRPr="00855DD5">
          <w:rPr>
            <w:rStyle w:val="Hyperlink"/>
            <w:noProof/>
          </w:rPr>
          <w:t>4.6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How to import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5" w:history="1">
        <w:r w:rsidRPr="00855DD5">
          <w:rPr>
            <w:rStyle w:val="Hyperlink"/>
            <w:noProof/>
          </w:rPr>
          <w:t>4.7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What meaning of Tools</w:t>
        </w:r>
        <w:r w:rsidRPr="00855DD5">
          <w:rPr>
            <w:rStyle w:val="Hyperlink"/>
            <w:noProof/>
          </w:rPr>
          <w:sym w:font="Wingdings" w:char="F0E0"/>
        </w:r>
        <w:r w:rsidRPr="00855DD5">
          <w:rPr>
            <w:rStyle w:val="Hyperlink"/>
            <w:noProof/>
          </w:rPr>
          <w:t>Add Hyperlinks in The Index Sheet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6" w:history="1">
        <w:r w:rsidRPr="00855DD5">
          <w:rPr>
            <w:rStyle w:val="Hyperlink"/>
            <w:noProof/>
          </w:rPr>
          <w:t>4.8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What meaning of Tools</w:t>
        </w:r>
        <w:r w:rsidRPr="00855DD5">
          <w:rPr>
            <w:rStyle w:val="Hyperlink"/>
            <w:noProof/>
          </w:rPr>
          <w:sym w:font="Wingdings" w:char="F0E0"/>
        </w:r>
        <w:r w:rsidRPr="00855DD5">
          <w:rPr>
            <w:rStyle w:val="Hyperlink"/>
            <w:noProof/>
          </w:rPr>
          <w:t>Set sheet 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7" w:history="1">
        <w:r w:rsidRPr="00855DD5">
          <w:rPr>
            <w:rStyle w:val="Hyperlink"/>
            <w:noProof/>
          </w:rPr>
          <w:t>4.9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What meaning of Tools</w:t>
        </w:r>
        <w:r w:rsidRPr="00855DD5">
          <w:rPr>
            <w:rStyle w:val="Hyperlink"/>
            <w:noProof/>
          </w:rPr>
          <w:sym w:font="Wingdings" w:char="F0E0"/>
        </w:r>
        <w:r w:rsidRPr="00855DD5">
          <w:rPr>
            <w:rStyle w:val="Hyperlink"/>
            <w:noProof/>
          </w:rPr>
          <w:t>Sort sheets by sheet name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8" w:history="1">
        <w:r w:rsidRPr="00855DD5">
          <w:rPr>
            <w:rStyle w:val="Hyperlink"/>
            <w:noProof/>
          </w:rPr>
          <w:t>4.10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How to ignore a worksheet when generating script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19" w:history="1">
        <w:r w:rsidRPr="00855DD5">
          <w:rPr>
            <w:rStyle w:val="Hyperlink"/>
            <w:noProof/>
          </w:rPr>
          <w:t>4.11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How to let it work in my build process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20" w:history="1">
        <w:r w:rsidRPr="00855DD5">
          <w:rPr>
            <w:rStyle w:val="Hyperlink"/>
            <w:noProof/>
          </w:rPr>
          <w:t>5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Tools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2"/>
        <w:tabs>
          <w:tab w:val="left" w:pos="880"/>
          <w:tab w:val="right" w:leader="dot" w:pos="9017"/>
        </w:tabs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21" w:history="1">
        <w:r w:rsidRPr="00855DD5">
          <w:rPr>
            <w:rStyle w:val="Hyperlink"/>
            <w:noProof/>
          </w:rPr>
          <w:t>5.1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What is Tools\DBME_CopyToFile.vbs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22" w:history="1">
        <w:r w:rsidRPr="00855DD5">
          <w:rPr>
            <w:rStyle w:val="Hyperlink"/>
            <w:noProof/>
          </w:rPr>
          <w:t>6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Our websites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23" w:history="1">
        <w:r w:rsidRPr="00855DD5">
          <w:rPr>
            <w:rStyle w:val="Hyperlink"/>
            <w:noProof/>
          </w:rPr>
          <w:t>7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Support the project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24" w:history="1">
        <w:r w:rsidRPr="00855DD5">
          <w:rPr>
            <w:rStyle w:val="Hyperlink"/>
            <w:noProof/>
          </w:rPr>
          <w:t>8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Author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641FB" w:rsidRDefault="00A641FB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</w:rPr>
      </w:pPr>
      <w:hyperlink w:anchor="_Toc398410025" w:history="1">
        <w:r w:rsidRPr="00855DD5">
          <w:rPr>
            <w:rStyle w:val="Hyperlink"/>
            <w:noProof/>
          </w:rPr>
          <w:t>9</w:t>
        </w:r>
        <w:r>
          <w:rPr>
            <w:rFonts w:asciiTheme="minorHAnsi" w:eastAsiaTheme="minorEastAsia" w:hAnsiTheme="minorHAnsi" w:cstheme="minorBidi"/>
            <w:noProof/>
            <w:snapToGrid/>
            <w:sz w:val="22"/>
            <w:szCs w:val="22"/>
          </w:rPr>
          <w:tab/>
        </w:r>
        <w:r w:rsidRPr="00855DD5">
          <w:rPr>
            <w:rStyle w:val="Hyperlink"/>
            <w:noProof/>
          </w:rPr>
          <w:t>License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_Toc398410025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AF0DD9" w:rsidRDefault="003E318A" w:rsidP="00AF0DD9">
      <w:r>
        <w:fldChar w:fldCharType="end"/>
      </w:r>
    </w:p>
    <w:p w:rsidR="00E026AE" w:rsidRPr="00254D7C" w:rsidRDefault="004C6725" w:rsidP="000403F5">
      <w:pPr>
        <w:pStyle w:val="Heading1"/>
        <w:pageBreakBefore/>
      </w:pPr>
      <w:bookmarkStart w:id="0" w:name="_Toc398410002"/>
      <w:r>
        <w:lastRenderedPageBreak/>
        <w:t>Document Usage</w:t>
      </w:r>
      <w:bookmarkEnd w:id="0"/>
    </w:p>
    <w:p w:rsidR="00AF0DD9" w:rsidRDefault="008A2536" w:rsidP="00AF0DD9">
      <w:pPr>
        <w:pStyle w:val="Paragraph1"/>
        <w:rPr>
          <w:rFonts w:cs="Arial"/>
        </w:rPr>
      </w:pPr>
      <w:r>
        <w:rPr>
          <w:rFonts w:cs="Arial" w:hint="eastAsia"/>
        </w:rPr>
        <w:t>It</w:t>
      </w:r>
      <w:r>
        <w:rPr>
          <w:rFonts w:cs="Arial"/>
        </w:rPr>
        <w:t>’</w:t>
      </w:r>
      <w:r>
        <w:rPr>
          <w:rFonts w:cs="Arial" w:hint="eastAsia"/>
        </w:rPr>
        <w:t>s a help document for the project</w:t>
      </w:r>
      <w:r w:rsidR="000403F5">
        <w:rPr>
          <w:rFonts w:cs="Arial"/>
        </w:rPr>
        <w:t>.</w:t>
      </w:r>
    </w:p>
    <w:p w:rsidR="00D07BF5" w:rsidRDefault="000403F5" w:rsidP="004C6725">
      <w:pPr>
        <w:pStyle w:val="Heading1"/>
        <w:rPr>
          <w:lang w:eastAsia="zh-CN"/>
        </w:rPr>
      </w:pPr>
      <w:bookmarkStart w:id="1" w:name="_Toc398410003"/>
      <w:r>
        <w:rPr>
          <w:lang w:eastAsia="zh-CN"/>
        </w:rPr>
        <w:t>Features</w:t>
      </w:r>
      <w:bookmarkEnd w:id="1"/>
    </w:p>
    <w:p w:rsidR="00D07BF5" w:rsidRDefault="00D07BF5" w:rsidP="00D07BF5">
      <w:pPr>
        <w:pStyle w:val="Heading2"/>
      </w:pPr>
      <w:bookmarkStart w:id="2" w:name="_Toc398410004"/>
      <w:r>
        <w:rPr>
          <w:rFonts w:hint="eastAsia"/>
        </w:rPr>
        <w:t>Support Database</w:t>
      </w:r>
      <w:r w:rsidR="00101DA6">
        <w:rPr>
          <w:rFonts w:hint="eastAsia"/>
          <w:lang w:eastAsia="zh-CN"/>
        </w:rPr>
        <w:t>s</w:t>
      </w:r>
      <w:bookmarkEnd w:id="2"/>
    </w:p>
    <w:p w:rsidR="00D07BF5" w:rsidRDefault="00D07BF5" w:rsidP="00D07BF5">
      <w:pPr>
        <w:pStyle w:val="Bullet1"/>
      </w:pPr>
      <w:r>
        <w:rPr>
          <w:rFonts w:hint="eastAsia"/>
        </w:rPr>
        <w:t>SQL Server</w:t>
      </w:r>
    </w:p>
    <w:p w:rsidR="00D07BF5" w:rsidRDefault="00D07BF5" w:rsidP="00D07BF5">
      <w:pPr>
        <w:pStyle w:val="Bullet1"/>
      </w:pPr>
      <w:r>
        <w:rPr>
          <w:rFonts w:hint="eastAsia"/>
        </w:rPr>
        <w:t>My SQL</w:t>
      </w:r>
    </w:p>
    <w:p w:rsidR="00F869D6" w:rsidRDefault="00F869D6" w:rsidP="00D07BF5">
      <w:pPr>
        <w:pStyle w:val="Bullet1"/>
      </w:pPr>
      <w:r>
        <w:rPr>
          <w:rFonts w:hint="eastAsia"/>
        </w:rPr>
        <w:t>Oracle</w:t>
      </w:r>
    </w:p>
    <w:p w:rsidR="000403F5" w:rsidRDefault="000403F5" w:rsidP="00D07BF5">
      <w:pPr>
        <w:pStyle w:val="Bullet1"/>
      </w:pPr>
      <w:proofErr w:type="spellStart"/>
      <w:r>
        <w:t>SQLite</w:t>
      </w:r>
      <w:proofErr w:type="spellEnd"/>
    </w:p>
    <w:p w:rsidR="00D07BF5" w:rsidRDefault="00D07BF5" w:rsidP="00D07BF5">
      <w:pPr>
        <w:pStyle w:val="Heading2"/>
        <w:rPr>
          <w:lang w:eastAsia="zh-CN"/>
        </w:rPr>
      </w:pPr>
      <w:bookmarkStart w:id="3" w:name="_Toc398410005"/>
      <w:r>
        <w:rPr>
          <w:rFonts w:hint="eastAsia"/>
          <w:lang w:eastAsia="zh-CN"/>
        </w:rPr>
        <w:t>Function List</w:t>
      </w:r>
      <w:bookmarkEnd w:id="3"/>
    </w:p>
    <w:p w:rsidR="00D07BF5" w:rsidRDefault="00101DA6" w:rsidP="00D07BF5">
      <w:pPr>
        <w:pStyle w:val="Bullet1"/>
      </w:pPr>
      <w:r>
        <w:rPr>
          <w:rFonts w:hint="eastAsia"/>
        </w:rPr>
        <w:t xml:space="preserve">Design and </w:t>
      </w:r>
      <w:r w:rsidRPr="00101DA6">
        <w:t>maintenance</w:t>
      </w:r>
      <w:r w:rsidR="00D07BF5">
        <w:rPr>
          <w:rFonts w:hint="eastAsia"/>
        </w:rPr>
        <w:t xml:space="preserve"> database schema</w:t>
      </w:r>
    </w:p>
    <w:p w:rsidR="00D07BF5" w:rsidRDefault="00D07BF5" w:rsidP="00D07BF5">
      <w:pPr>
        <w:pStyle w:val="Bullet1"/>
      </w:pPr>
      <w:r>
        <w:rPr>
          <w:rFonts w:hint="eastAsia"/>
        </w:rPr>
        <w:t xml:space="preserve">Generate script of database schema </w:t>
      </w:r>
      <w:r w:rsidR="00101DA6">
        <w:rPr>
          <w:rFonts w:hint="eastAsia"/>
        </w:rPr>
        <w:t>using</w:t>
      </w:r>
      <w:r>
        <w:rPr>
          <w:rFonts w:hint="eastAsia"/>
        </w:rPr>
        <w:t xml:space="preserve"> workbook</w:t>
      </w:r>
      <w:r>
        <w:t>’</w:t>
      </w:r>
      <w:r>
        <w:rPr>
          <w:rFonts w:hint="eastAsia"/>
        </w:rPr>
        <w:t>s content.</w:t>
      </w:r>
    </w:p>
    <w:p w:rsidR="0002356F" w:rsidRDefault="0002356F" w:rsidP="0002356F">
      <w:pPr>
        <w:pStyle w:val="Bullet2"/>
      </w:pPr>
      <w:r>
        <w:rPr>
          <w:rFonts w:hint="eastAsia"/>
        </w:rPr>
        <w:t>Create Tables SQL</w:t>
      </w:r>
    </w:p>
    <w:p w:rsidR="0002356F" w:rsidRDefault="0002356F" w:rsidP="0002356F">
      <w:pPr>
        <w:pStyle w:val="Bullet2"/>
      </w:pPr>
      <w:r>
        <w:rPr>
          <w:rFonts w:hint="eastAsia"/>
        </w:rPr>
        <w:t>Drop Tables SQL</w:t>
      </w:r>
    </w:p>
    <w:p w:rsidR="0002356F" w:rsidRDefault="0002356F" w:rsidP="0002356F">
      <w:pPr>
        <w:pStyle w:val="Bullet2"/>
      </w:pPr>
      <w:r>
        <w:rPr>
          <w:rFonts w:hint="eastAsia"/>
        </w:rPr>
        <w:t>Drop and Create Tables SQL</w:t>
      </w:r>
    </w:p>
    <w:p w:rsidR="0002356F" w:rsidRDefault="0002356F" w:rsidP="0002356F">
      <w:pPr>
        <w:pStyle w:val="Bullet2"/>
      </w:pPr>
      <w:r>
        <w:rPr>
          <w:rFonts w:hint="eastAsia"/>
        </w:rPr>
        <w:t>Create Tables</w:t>
      </w:r>
      <w:r w:rsidR="00640758">
        <w:rPr>
          <w:rFonts w:hint="eastAsia"/>
        </w:rPr>
        <w:t xml:space="preserve"> IF Not Exists</w:t>
      </w:r>
      <w:r>
        <w:rPr>
          <w:rFonts w:hint="eastAsia"/>
        </w:rPr>
        <w:t xml:space="preserve"> SQL</w:t>
      </w:r>
    </w:p>
    <w:p w:rsidR="006211E9" w:rsidRPr="00D07BF5" w:rsidRDefault="006211E9" w:rsidP="006211E9">
      <w:pPr>
        <w:pStyle w:val="Bullet1"/>
      </w:pPr>
      <w:r>
        <w:t>Support ignore some worksheets when generating SQL scripts</w:t>
      </w:r>
    </w:p>
    <w:p w:rsidR="00D07BF5" w:rsidRDefault="00531E75" w:rsidP="00D07BF5">
      <w:pPr>
        <w:pStyle w:val="Bullet1"/>
      </w:pPr>
      <w:r>
        <w:t xml:space="preserve">Import </w:t>
      </w:r>
      <w:r w:rsidR="00D07BF5">
        <w:rPr>
          <w:rFonts w:hint="eastAsia"/>
        </w:rPr>
        <w:t>database schema from database into the workbook</w:t>
      </w:r>
    </w:p>
    <w:p w:rsidR="00B46954" w:rsidRDefault="00B46954" w:rsidP="00D07BF5">
      <w:pPr>
        <w:pStyle w:val="Bullet1"/>
      </w:pPr>
      <w:r>
        <w:rPr>
          <w:rFonts w:hint="eastAsia"/>
        </w:rPr>
        <w:t xml:space="preserve">Support </w:t>
      </w:r>
      <w:r w:rsidR="00101DA6">
        <w:rPr>
          <w:rFonts w:hint="eastAsia"/>
        </w:rPr>
        <w:t xml:space="preserve">automatic </w:t>
      </w:r>
      <w:r>
        <w:rPr>
          <w:rFonts w:hint="eastAsia"/>
        </w:rPr>
        <w:t>build</w:t>
      </w:r>
      <w:r w:rsidR="00101DA6">
        <w:rPr>
          <w:rFonts w:hint="eastAsia"/>
        </w:rPr>
        <w:t xml:space="preserve"> </w:t>
      </w:r>
      <w:r>
        <w:rPr>
          <w:rFonts w:hint="eastAsia"/>
        </w:rPr>
        <w:t>process</w:t>
      </w:r>
    </w:p>
    <w:p w:rsidR="006211E9" w:rsidRDefault="00101DA6" w:rsidP="006211E9">
      <w:pPr>
        <w:pStyle w:val="Bullet1"/>
      </w:pPr>
      <w:r>
        <w:rPr>
          <w:rFonts w:hint="eastAsia"/>
        </w:rPr>
        <w:t>Fine</w:t>
      </w:r>
      <w:r w:rsidR="006211E9">
        <w:rPr>
          <w:rFonts w:hint="eastAsia"/>
        </w:rPr>
        <w:t xml:space="preserve"> print </w:t>
      </w:r>
      <w:r>
        <w:rPr>
          <w:rFonts w:hint="eastAsia"/>
        </w:rPr>
        <w:t>(</w:t>
      </w:r>
      <w:r w:rsidR="006211E9">
        <w:rPr>
          <w:rFonts w:hint="eastAsia"/>
        </w:rPr>
        <w:t>A4 paper</w:t>
      </w:r>
      <w:r>
        <w:rPr>
          <w:rFonts w:hint="eastAsia"/>
        </w:rPr>
        <w:t>)</w:t>
      </w:r>
    </w:p>
    <w:p w:rsidR="004C6725" w:rsidRDefault="00C238AE" w:rsidP="004C6725">
      <w:pPr>
        <w:pStyle w:val="Heading1"/>
      </w:pPr>
      <w:bookmarkStart w:id="4" w:name="_Toc398410006"/>
      <w:r>
        <w:rPr>
          <w:rFonts w:hint="eastAsia"/>
          <w:lang w:eastAsia="zh-CN"/>
        </w:rPr>
        <w:t xml:space="preserve">Before </w:t>
      </w:r>
      <w:r>
        <w:rPr>
          <w:lang w:eastAsia="zh-CN"/>
        </w:rPr>
        <w:t>running</w:t>
      </w:r>
      <w:bookmarkEnd w:id="4"/>
    </w:p>
    <w:p w:rsidR="004C6725" w:rsidRDefault="00C238AE" w:rsidP="004C6725">
      <w:pPr>
        <w:ind w:left="720"/>
      </w:pPr>
      <w:r>
        <w:rPr>
          <w:rFonts w:hint="eastAsia"/>
        </w:rPr>
        <w:t xml:space="preserve">The utility </w:t>
      </w:r>
      <w:r w:rsidR="000403F5">
        <w:t>is</w:t>
      </w:r>
      <w:r>
        <w:rPr>
          <w:rFonts w:hint="eastAsia"/>
        </w:rPr>
        <w:t xml:space="preserve"> </w:t>
      </w:r>
      <w:r>
        <w:t>implement</w:t>
      </w:r>
      <w:r>
        <w:rPr>
          <w:rFonts w:hint="eastAsia"/>
        </w:rPr>
        <w:t xml:space="preserve">ed by VBA, so need </w:t>
      </w:r>
      <w:r w:rsidR="000403F5">
        <w:t>the E</w:t>
      </w:r>
      <w:r>
        <w:rPr>
          <w:rFonts w:hint="eastAsia"/>
        </w:rPr>
        <w:t xml:space="preserve">xcel application </w:t>
      </w:r>
      <w:r w:rsidR="00EF4710">
        <w:rPr>
          <w:rFonts w:hint="eastAsia"/>
        </w:rPr>
        <w:t>enable</w:t>
      </w:r>
      <w:r w:rsidR="000403F5">
        <w:t>s</w:t>
      </w:r>
      <w:r>
        <w:rPr>
          <w:rFonts w:hint="eastAsia"/>
        </w:rPr>
        <w:t xml:space="preserve"> macro</w:t>
      </w:r>
      <w:r w:rsidR="00EF4710">
        <w:rPr>
          <w:rFonts w:hint="eastAsia"/>
        </w:rPr>
        <w:t>s</w:t>
      </w:r>
      <w:r>
        <w:rPr>
          <w:rFonts w:hint="eastAsia"/>
        </w:rPr>
        <w:t>.</w:t>
      </w:r>
    </w:p>
    <w:p w:rsidR="00C238AE" w:rsidRPr="00C238AE" w:rsidRDefault="00C238AE" w:rsidP="00C238AE">
      <w:pPr>
        <w:pStyle w:val="Heading2"/>
      </w:pPr>
      <w:bookmarkStart w:id="5" w:name="_Toc398410007"/>
      <w:r>
        <w:rPr>
          <w:rFonts w:hint="eastAsia"/>
          <w:lang w:eastAsia="zh-CN"/>
        </w:rPr>
        <w:t xml:space="preserve">How to </w:t>
      </w:r>
      <w:r w:rsidR="00EF4710">
        <w:rPr>
          <w:rFonts w:hint="eastAsia"/>
          <w:lang w:eastAsia="zh-CN"/>
        </w:rPr>
        <w:t>enable</w:t>
      </w:r>
      <w:r>
        <w:rPr>
          <w:rFonts w:hint="eastAsia"/>
          <w:lang w:eastAsia="zh-CN"/>
        </w:rPr>
        <w:t xml:space="preserve"> macro</w:t>
      </w:r>
      <w:r w:rsidR="00EF4710">
        <w:rPr>
          <w:rFonts w:hint="eastAsia"/>
          <w:lang w:eastAsia="zh-CN"/>
        </w:rPr>
        <w:t>s</w:t>
      </w:r>
      <w:r>
        <w:rPr>
          <w:rFonts w:hint="eastAsia"/>
          <w:lang w:eastAsia="zh-CN"/>
        </w:rPr>
        <w:t xml:space="preserve"> in Excel</w:t>
      </w:r>
      <w:bookmarkEnd w:id="5"/>
    </w:p>
    <w:p w:rsidR="009E5B5C" w:rsidRDefault="009E5B5C" w:rsidP="000403F5">
      <w:pPr>
        <w:pStyle w:val="Bullet1"/>
      </w:pPr>
      <w:r>
        <w:t>In Excel 2007</w:t>
      </w:r>
      <w:r w:rsidR="000403F5">
        <w:t xml:space="preserve"> or later versions</w:t>
      </w:r>
    </w:p>
    <w:p w:rsidR="009E5B5C" w:rsidRDefault="009E5B5C" w:rsidP="000403F5">
      <w:pPr>
        <w:pStyle w:val="Bullet1"/>
        <w:numPr>
          <w:ilvl w:val="0"/>
          <w:numId w:val="0"/>
        </w:numPr>
        <w:ind w:left="1080"/>
      </w:pPr>
      <w:r>
        <w:t>Click the options…</w:t>
      </w:r>
    </w:p>
    <w:p w:rsidR="009E5B5C" w:rsidRDefault="00344F6A" w:rsidP="004C6725">
      <w:pPr>
        <w:ind w:left="720"/>
      </w:pPr>
      <w:r>
        <w:rPr>
          <w:rFonts w:hint="eastAsia"/>
          <w:noProof/>
          <w:snapToGrid/>
        </w:rPr>
        <w:drawing>
          <wp:inline distT="0" distB="0" distL="0" distR="0">
            <wp:extent cx="3981450" cy="1695450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5B5C" w:rsidRDefault="009E5B5C" w:rsidP="004C6725">
      <w:pPr>
        <w:ind w:left="720"/>
      </w:pPr>
    </w:p>
    <w:p w:rsidR="009E5B5C" w:rsidRDefault="009E5B5C" w:rsidP="000403F5">
      <w:pPr>
        <w:pStyle w:val="Bullet1"/>
        <w:numPr>
          <w:ilvl w:val="0"/>
          <w:numId w:val="0"/>
        </w:numPr>
        <w:ind w:left="1080"/>
      </w:pPr>
      <w:r>
        <w:t>Select “Enable this content” and Click OK</w:t>
      </w:r>
    </w:p>
    <w:p w:rsidR="009E5B5C" w:rsidRDefault="00344F6A" w:rsidP="004C6725">
      <w:pPr>
        <w:ind w:left="720"/>
      </w:pPr>
      <w:r>
        <w:rPr>
          <w:rFonts w:hint="eastAsia"/>
          <w:noProof/>
          <w:snapToGrid/>
        </w:rPr>
        <w:lastRenderedPageBreak/>
        <w:drawing>
          <wp:inline distT="0" distB="0" distL="0" distR="0">
            <wp:extent cx="4600575" cy="4067175"/>
            <wp:effectExtent l="1905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406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4DA5" w:rsidRDefault="006B4DA5" w:rsidP="00520900">
      <w:pPr>
        <w:pStyle w:val="Heading1"/>
        <w:rPr>
          <w:lang w:eastAsia="zh-CN"/>
        </w:rPr>
      </w:pPr>
      <w:bookmarkStart w:id="6" w:name="_Toc398410008"/>
      <w:r>
        <w:rPr>
          <w:rFonts w:hint="eastAsia"/>
          <w:lang w:eastAsia="zh-CN"/>
        </w:rPr>
        <w:t>How to</w:t>
      </w:r>
      <w:bookmarkEnd w:id="6"/>
    </w:p>
    <w:p w:rsidR="006A1732" w:rsidRDefault="006A1732" w:rsidP="006B4DA5">
      <w:pPr>
        <w:pStyle w:val="Heading2"/>
        <w:rPr>
          <w:lang w:eastAsia="zh-CN"/>
        </w:rPr>
      </w:pPr>
      <w:bookmarkStart w:id="7" w:name="_Toc398410009"/>
      <w:r>
        <w:rPr>
          <w:lang w:eastAsia="zh-CN"/>
        </w:rPr>
        <w:t>W</w:t>
      </w:r>
      <w:r>
        <w:rPr>
          <w:rFonts w:hint="eastAsia"/>
          <w:lang w:eastAsia="zh-CN"/>
        </w:rPr>
        <w:t>hat meaning of every sheet?</w:t>
      </w:r>
      <w:bookmarkEnd w:id="7"/>
    </w:p>
    <w:p w:rsidR="006A1732" w:rsidRDefault="006A1732" w:rsidP="006A1732">
      <w:pPr>
        <w:pStyle w:val="Bullet1"/>
      </w:pPr>
      <w:r>
        <w:rPr>
          <w:rFonts w:hint="eastAsia"/>
        </w:rPr>
        <w:t xml:space="preserve">Index sheet: </w:t>
      </w:r>
    </w:p>
    <w:p w:rsidR="006A1732" w:rsidRDefault="006A1732" w:rsidP="006A1732">
      <w:pPr>
        <w:pStyle w:val="Bullet1"/>
      </w:pPr>
      <w:r>
        <w:rPr>
          <w:rFonts w:hint="eastAsia"/>
        </w:rPr>
        <w:t>Update history: like sheet name, you can fill you update history here</w:t>
      </w:r>
    </w:p>
    <w:p w:rsidR="006A1732" w:rsidRDefault="006A1732" w:rsidP="006A1732">
      <w:pPr>
        <w:pStyle w:val="Bullet1"/>
      </w:pPr>
      <w:r>
        <w:rPr>
          <w:rFonts w:hint="eastAsia"/>
        </w:rPr>
        <w:t>Rules: you can write your define schema rules here</w:t>
      </w:r>
    </w:p>
    <w:p w:rsidR="006A1732" w:rsidRPr="006A1732" w:rsidRDefault="006A1732" w:rsidP="006A1732">
      <w:pPr>
        <w:pStyle w:val="Bullet1"/>
      </w:pPr>
      <w:r>
        <w:rPr>
          <w:rFonts w:hint="eastAsia"/>
        </w:rPr>
        <w:t>Others: after 4</w:t>
      </w:r>
      <w:r w:rsidRPr="006A1732">
        <w:rPr>
          <w:rFonts w:hint="eastAsia"/>
          <w:vertAlign w:val="superscript"/>
        </w:rPr>
        <w:t>th</w:t>
      </w:r>
      <w:r>
        <w:rPr>
          <w:rFonts w:hint="eastAsia"/>
        </w:rPr>
        <w:t xml:space="preserve"> sheet, there are table worksheets, you can edit you table schema in these </w:t>
      </w:r>
      <w:r w:rsidR="00C97FC1">
        <w:t>sheets</w:t>
      </w:r>
      <w:r>
        <w:rPr>
          <w:rFonts w:hint="eastAsia"/>
        </w:rPr>
        <w:t xml:space="preserve"> and every sheet only contain one table schema definition.</w:t>
      </w:r>
    </w:p>
    <w:p w:rsidR="0073054B" w:rsidRDefault="0073054B" w:rsidP="006B4DA5">
      <w:pPr>
        <w:pStyle w:val="Heading2"/>
        <w:rPr>
          <w:lang w:eastAsia="zh-CN"/>
        </w:rPr>
      </w:pPr>
      <w:bookmarkStart w:id="8" w:name="_Toc398410010"/>
      <w:r>
        <w:rPr>
          <w:rFonts w:hint="eastAsia"/>
          <w:lang w:eastAsia="zh-CN"/>
        </w:rPr>
        <w:t>How to adjust page number in index sheet</w:t>
      </w:r>
      <w:bookmarkEnd w:id="8"/>
    </w:p>
    <w:p w:rsidR="0073054B" w:rsidRPr="0073054B" w:rsidRDefault="0073054B" w:rsidP="0073054B">
      <w:pPr>
        <w:ind w:left="720"/>
      </w:pPr>
      <w:r>
        <w:t>I</w:t>
      </w:r>
      <w:r>
        <w:rPr>
          <w:rFonts w:hint="eastAsia"/>
        </w:rPr>
        <w:t>f you know some sheet will be printed more than one page, ex: 2 pages, you can fill corresponding row</w:t>
      </w:r>
      <w:r>
        <w:t>’</w:t>
      </w:r>
      <w:r>
        <w:rPr>
          <w:rFonts w:hint="eastAsia"/>
        </w:rPr>
        <w:t xml:space="preserve">s </w:t>
      </w:r>
      <w:r>
        <w:t>‘</w:t>
      </w:r>
      <w:r>
        <w:rPr>
          <w:rFonts w:hint="eastAsia"/>
        </w:rPr>
        <w:t>F</w:t>
      </w:r>
      <w:r>
        <w:t>’</w:t>
      </w:r>
      <w:r>
        <w:rPr>
          <w:rFonts w:hint="eastAsia"/>
        </w:rPr>
        <w:t xml:space="preserve"> column with value </w:t>
      </w:r>
      <w:r>
        <w:t>“</w:t>
      </w:r>
      <w:r>
        <w:rPr>
          <w:rFonts w:hint="eastAsia"/>
        </w:rPr>
        <w:t>2</w:t>
      </w:r>
      <w:r>
        <w:t>”</w:t>
      </w:r>
      <w:r>
        <w:rPr>
          <w:rFonts w:hint="eastAsia"/>
        </w:rPr>
        <w:t>, you will see the page number changed as you except.</w:t>
      </w:r>
    </w:p>
    <w:p w:rsidR="004C6725" w:rsidRDefault="00D07BF5" w:rsidP="006B4DA5">
      <w:pPr>
        <w:pStyle w:val="Heading2"/>
      </w:pPr>
      <w:bookmarkStart w:id="9" w:name="_Toc398410011"/>
      <w:r>
        <w:rPr>
          <w:rFonts w:hint="eastAsia"/>
        </w:rPr>
        <w:t>How to edit database schema?</w:t>
      </w:r>
      <w:bookmarkEnd w:id="9"/>
    </w:p>
    <w:p w:rsidR="00C137F9" w:rsidRPr="00C137F9" w:rsidRDefault="00C137F9" w:rsidP="00C137F9">
      <w:pPr>
        <w:ind w:left="720"/>
      </w:pPr>
      <w:r>
        <w:rPr>
          <w:rFonts w:hint="eastAsia"/>
        </w:rPr>
        <w:t xml:space="preserve">Look </w:t>
      </w:r>
      <w:r>
        <w:t>“</w:t>
      </w:r>
      <w:r>
        <w:rPr>
          <w:rFonts w:hint="eastAsia"/>
        </w:rPr>
        <w:t>rules</w:t>
      </w:r>
      <w:r>
        <w:t>”</w:t>
      </w:r>
      <w:r>
        <w:rPr>
          <w:rFonts w:hint="eastAsia"/>
        </w:rPr>
        <w:t xml:space="preserve"> sheet for details.</w:t>
      </w:r>
    </w:p>
    <w:p w:rsidR="001365C0" w:rsidRDefault="001365C0" w:rsidP="006B4DA5">
      <w:pPr>
        <w:pStyle w:val="Heading2"/>
        <w:rPr>
          <w:lang w:eastAsia="zh-CN"/>
        </w:rPr>
      </w:pPr>
      <w:bookmarkStart w:id="10" w:name="_Toc398410012"/>
      <w:r>
        <w:rPr>
          <w:rFonts w:hint="eastAsia"/>
          <w:lang w:eastAsia="zh-CN"/>
        </w:rPr>
        <w:t>Where is the menu-bar?</w:t>
      </w:r>
      <w:bookmarkEnd w:id="10"/>
    </w:p>
    <w:p w:rsidR="00F020E4" w:rsidRDefault="001365C0" w:rsidP="001365C0">
      <w:pPr>
        <w:ind w:left="720"/>
      </w:pPr>
      <w:r>
        <w:rPr>
          <w:rFonts w:hint="eastAsia"/>
        </w:rPr>
        <w:t>When th</w:t>
      </w:r>
      <w:r w:rsidR="00F020E4">
        <w:rPr>
          <w:rFonts w:hint="eastAsia"/>
        </w:rPr>
        <w:t>e workbook running, you can see:</w:t>
      </w:r>
    </w:p>
    <w:p w:rsidR="001365C0" w:rsidRDefault="000403F5" w:rsidP="000403F5">
      <w:pPr>
        <w:pStyle w:val="Bullet1"/>
      </w:pPr>
      <w:r>
        <w:t xml:space="preserve">In </w:t>
      </w:r>
      <w:r w:rsidR="001365C0">
        <w:rPr>
          <w:rFonts w:hint="eastAsia"/>
        </w:rPr>
        <w:t xml:space="preserve"> Excel 2007</w:t>
      </w:r>
      <w:r w:rsidR="009E3A5A">
        <w:t xml:space="preserve"> or later</w:t>
      </w:r>
    </w:p>
    <w:p w:rsidR="001365C0" w:rsidRPr="001365C0" w:rsidRDefault="00A8534C" w:rsidP="001365C0">
      <w:pPr>
        <w:ind w:left="720"/>
      </w:pPr>
      <w:r>
        <w:rPr>
          <w:noProof/>
          <w:snapToGrid/>
        </w:rPr>
        <w:lastRenderedPageBreak/>
        <w:drawing>
          <wp:inline distT="0" distB="0" distL="0" distR="0">
            <wp:extent cx="5724525" cy="1238250"/>
            <wp:effectExtent l="19050" t="0" r="9525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4525" cy="1238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BF5" w:rsidRDefault="00D07BF5" w:rsidP="006B4DA5">
      <w:pPr>
        <w:pStyle w:val="Heading2"/>
      </w:pPr>
      <w:bookmarkStart w:id="11" w:name="_Toc398410013"/>
      <w:r>
        <w:rPr>
          <w:rFonts w:hint="eastAsia"/>
        </w:rPr>
        <w:t>How to generate script</w:t>
      </w:r>
      <w:bookmarkEnd w:id="11"/>
    </w:p>
    <w:p w:rsidR="00B76463" w:rsidRDefault="00B76463" w:rsidP="00C137F9">
      <w:pPr>
        <w:ind w:left="720"/>
      </w:pPr>
      <w:r>
        <w:rPr>
          <w:rFonts w:hint="eastAsia"/>
        </w:rPr>
        <w:t xml:space="preserve">Click </w:t>
      </w:r>
      <w:r w:rsidR="001365C0">
        <w:rPr>
          <w:rFonts w:hint="eastAsia"/>
        </w:rPr>
        <w:t xml:space="preserve">Menu-bar </w:t>
      </w:r>
      <w:r w:rsidR="001365C0">
        <w:t>“</w:t>
      </w:r>
      <w:r w:rsidR="001365C0">
        <w:rPr>
          <w:rFonts w:hint="eastAsia"/>
        </w:rPr>
        <w:t>G</w:t>
      </w:r>
      <w:r>
        <w:rPr>
          <w:rFonts w:hint="eastAsia"/>
        </w:rPr>
        <w:t>enerate</w:t>
      </w:r>
      <w:r w:rsidR="001365C0">
        <w:t>”</w:t>
      </w:r>
      <w:r>
        <w:rPr>
          <w:rFonts w:hint="eastAsia"/>
        </w:rPr>
        <w:t xml:space="preserve"> </w:t>
      </w:r>
      <w:r w:rsidR="001365C0">
        <w:rPr>
          <w:rFonts w:hint="eastAsia"/>
        </w:rPr>
        <w:t>item</w:t>
      </w:r>
      <w:r>
        <w:rPr>
          <w:rFonts w:hint="eastAsia"/>
        </w:rPr>
        <w:t>.</w:t>
      </w:r>
    </w:p>
    <w:p w:rsidR="008B5038" w:rsidRPr="001365C0" w:rsidRDefault="008B5038" w:rsidP="00C137F9">
      <w:pPr>
        <w:ind w:left="720"/>
      </w:pPr>
    </w:p>
    <w:p w:rsidR="008B5038" w:rsidRDefault="008B5038" w:rsidP="006B4DA5">
      <w:pPr>
        <w:pStyle w:val="Heading2"/>
        <w:rPr>
          <w:lang w:eastAsia="zh-CN"/>
        </w:rPr>
      </w:pPr>
      <w:bookmarkStart w:id="12" w:name="_Toc398410014"/>
      <w:r>
        <w:rPr>
          <w:rFonts w:hint="eastAsia"/>
        </w:rPr>
        <w:t xml:space="preserve">How to </w:t>
      </w:r>
      <w:r w:rsidR="00531E75">
        <w:rPr>
          <w:lang w:eastAsia="zh-CN"/>
        </w:rPr>
        <w:t>import</w:t>
      </w:r>
      <w:bookmarkEnd w:id="12"/>
    </w:p>
    <w:p w:rsidR="00670EA7" w:rsidRDefault="00670EA7" w:rsidP="00670EA7">
      <w:pPr>
        <w:ind w:left="720"/>
      </w:pPr>
      <w:r>
        <w:rPr>
          <w:rFonts w:hint="eastAsia"/>
        </w:rPr>
        <w:t xml:space="preserve">Click Menu-bar </w:t>
      </w:r>
      <w:r>
        <w:t>“</w:t>
      </w:r>
      <w:r w:rsidR="00531E75">
        <w:t>Import</w:t>
      </w:r>
      <w:r>
        <w:t>”</w:t>
      </w:r>
      <w:r>
        <w:rPr>
          <w:rFonts w:hint="eastAsia"/>
        </w:rPr>
        <w:t xml:space="preserve"> item.</w:t>
      </w:r>
    </w:p>
    <w:p w:rsidR="001365C0" w:rsidRPr="00670EA7" w:rsidRDefault="001365C0" w:rsidP="00670EA7">
      <w:pPr>
        <w:ind w:left="720"/>
      </w:pPr>
    </w:p>
    <w:p w:rsidR="00B30DE4" w:rsidRDefault="00B30DE4" w:rsidP="00B30DE4">
      <w:pPr>
        <w:pStyle w:val="Heading2"/>
        <w:rPr>
          <w:lang w:eastAsia="zh-CN"/>
        </w:rPr>
      </w:pPr>
      <w:bookmarkStart w:id="13" w:name="_Toc398410015"/>
      <w:r>
        <w:rPr>
          <w:rFonts w:hint="eastAsia"/>
          <w:lang w:eastAsia="zh-CN"/>
        </w:rPr>
        <w:t xml:space="preserve">What meaning of </w:t>
      </w:r>
      <w:r w:rsidR="00A8534C">
        <w:rPr>
          <w:rFonts w:hint="eastAsia"/>
          <w:lang w:eastAsia="zh-CN"/>
        </w:rPr>
        <w:t>Tools</w:t>
      </w:r>
      <w:r>
        <w:rPr>
          <w:lang w:eastAsia="zh-CN"/>
        </w:rPr>
        <w:sym w:font="Wingdings" w:char="F0E0"/>
      </w:r>
      <w:r w:rsidR="00103D84">
        <w:rPr>
          <w:lang w:eastAsia="zh-CN"/>
        </w:rPr>
        <w:t xml:space="preserve">Add Hyperlinks in </w:t>
      </w:r>
      <w:proofErr w:type="gramStart"/>
      <w:r w:rsidR="00103D84">
        <w:rPr>
          <w:lang w:eastAsia="zh-CN"/>
        </w:rPr>
        <w:t>The</w:t>
      </w:r>
      <w:proofErr w:type="gramEnd"/>
      <w:r w:rsidR="00103D84">
        <w:rPr>
          <w:lang w:eastAsia="zh-CN"/>
        </w:rPr>
        <w:t xml:space="preserve"> Index Sheet</w:t>
      </w:r>
      <w:bookmarkEnd w:id="13"/>
    </w:p>
    <w:p w:rsidR="00B30DE4" w:rsidRDefault="00B30DE4" w:rsidP="00B30DE4">
      <w:pPr>
        <w:ind w:left="720"/>
      </w:pPr>
      <w:r>
        <w:t>T</w:t>
      </w:r>
      <w:r w:rsidR="00103D84">
        <w:rPr>
          <w:rFonts w:hint="eastAsia"/>
        </w:rPr>
        <w:t xml:space="preserve">he function </w:t>
      </w:r>
      <w:r w:rsidR="00103D84">
        <w:t>will add hyperlinks to each table sheets in the index sheet.</w:t>
      </w:r>
    </w:p>
    <w:p w:rsidR="00F020E4" w:rsidRDefault="00F020E4" w:rsidP="00F020E4">
      <w:pPr>
        <w:pStyle w:val="Heading2"/>
        <w:rPr>
          <w:lang w:eastAsia="zh-CN"/>
        </w:rPr>
      </w:pPr>
      <w:bookmarkStart w:id="14" w:name="_Toc398410016"/>
      <w:r>
        <w:rPr>
          <w:rFonts w:hint="eastAsia"/>
          <w:lang w:eastAsia="zh-CN"/>
        </w:rPr>
        <w:t xml:space="preserve">What meaning of </w:t>
      </w:r>
      <w:r w:rsidR="00A8534C">
        <w:rPr>
          <w:rFonts w:hint="eastAsia"/>
          <w:lang w:eastAsia="zh-CN"/>
        </w:rPr>
        <w:t>Tools</w:t>
      </w:r>
      <w:r>
        <w:rPr>
          <w:lang w:eastAsia="zh-CN"/>
        </w:rPr>
        <w:sym w:font="Wingdings" w:char="F0E0"/>
      </w:r>
      <w:r>
        <w:rPr>
          <w:rFonts w:hint="eastAsia"/>
          <w:lang w:eastAsia="zh-CN"/>
        </w:rPr>
        <w:t>Set sheet name</w:t>
      </w:r>
      <w:bookmarkEnd w:id="14"/>
    </w:p>
    <w:p w:rsidR="00F020E4" w:rsidRDefault="00F020E4" w:rsidP="00F020E4">
      <w:pPr>
        <w:ind w:left="720"/>
      </w:pPr>
      <w:r>
        <w:t>T</w:t>
      </w:r>
      <w:r>
        <w:rPr>
          <w:rFonts w:hint="eastAsia"/>
        </w:rPr>
        <w:t>he function is set all table worksheets</w:t>
      </w:r>
      <w:r>
        <w:t>’</w:t>
      </w:r>
      <w:r>
        <w:rPr>
          <w:rFonts w:hint="eastAsia"/>
        </w:rPr>
        <w:t xml:space="preserve"> sheet name to contained table name.</w:t>
      </w:r>
    </w:p>
    <w:p w:rsidR="00F020E4" w:rsidRPr="00F020E4" w:rsidRDefault="00F020E4" w:rsidP="00F020E4">
      <w:pPr>
        <w:ind w:left="720"/>
      </w:pPr>
    </w:p>
    <w:p w:rsidR="00F020E4" w:rsidRDefault="00F020E4" w:rsidP="00F020E4">
      <w:pPr>
        <w:pStyle w:val="Heading2"/>
        <w:rPr>
          <w:lang w:eastAsia="zh-CN"/>
        </w:rPr>
      </w:pPr>
      <w:bookmarkStart w:id="15" w:name="_Toc398410017"/>
      <w:r>
        <w:rPr>
          <w:rFonts w:hint="eastAsia"/>
          <w:lang w:eastAsia="zh-CN"/>
        </w:rPr>
        <w:t xml:space="preserve">What meaning of </w:t>
      </w:r>
      <w:r w:rsidR="00A8534C">
        <w:rPr>
          <w:rFonts w:hint="eastAsia"/>
          <w:lang w:eastAsia="zh-CN"/>
        </w:rPr>
        <w:t>Tools</w:t>
      </w:r>
      <w:r>
        <w:rPr>
          <w:lang w:eastAsia="zh-CN"/>
        </w:rPr>
        <w:sym w:font="Wingdings" w:char="F0E0"/>
      </w:r>
      <w:r>
        <w:rPr>
          <w:rFonts w:hint="eastAsia"/>
          <w:lang w:eastAsia="zh-CN"/>
        </w:rPr>
        <w:t>Sort sheets by sheet name</w:t>
      </w:r>
      <w:bookmarkEnd w:id="15"/>
    </w:p>
    <w:p w:rsidR="00F020E4" w:rsidRDefault="00F020E4" w:rsidP="00F020E4">
      <w:pPr>
        <w:ind w:left="720"/>
      </w:pPr>
      <w:r>
        <w:t>T</w:t>
      </w:r>
      <w:r>
        <w:rPr>
          <w:rFonts w:hint="eastAsia"/>
        </w:rPr>
        <w:t>he function is arranging all table worksheets</w:t>
      </w:r>
      <w:r>
        <w:t>’</w:t>
      </w:r>
      <w:r>
        <w:rPr>
          <w:rFonts w:hint="eastAsia"/>
        </w:rPr>
        <w:t xml:space="preserve"> </w:t>
      </w:r>
      <w:r w:rsidR="00CF3CF1">
        <w:rPr>
          <w:rFonts w:hint="eastAsia"/>
        </w:rPr>
        <w:t>in</w:t>
      </w:r>
      <w:r>
        <w:rPr>
          <w:rFonts w:hint="eastAsia"/>
        </w:rPr>
        <w:t xml:space="preserve"> sheet name</w:t>
      </w:r>
      <w:r w:rsidR="00CF3CF1">
        <w:rPr>
          <w:rFonts w:hint="eastAsia"/>
        </w:rPr>
        <w:t xml:space="preserve"> </w:t>
      </w:r>
      <w:r w:rsidR="00CF3CF1">
        <w:t>alphabet</w:t>
      </w:r>
      <w:r w:rsidR="00CF3CF1">
        <w:rPr>
          <w:rFonts w:hint="eastAsia"/>
        </w:rPr>
        <w:t xml:space="preserve"> order</w:t>
      </w:r>
      <w:r>
        <w:rPr>
          <w:rFonts w:hint="eastAsia"/>
        </w:rPr>
        <w:t>.</w:t>
      </w:r>
    </w:p>
    <w:p w:rsidR="00F020E4" w:rsidRDefault="00F020E4" w:rsidP="00F020E4">
      <w:pPr>
        <w:ind w:left="720"/>
      </w:pPr>
    </w:p>
    <w:p w:rsidR="004727AF" w:rsidRDefault="004727AF" w:rsidP="00E61375">
      <w:pPr>
        <w:pStyle w:val="Heading2"/>
        <w:rPr>
          <w:lang w:eastAsia="zh-CN"/>
        </w:rPr>
      </w:pPr>
      <w:bookmarkStart w:id="16" w:name="_Toc398410018"/>
      <w:r>
        <w:rPr>
          <w:lang w:eastAsia="zh-CN"/>
        </w:rPr>
        <w:t>How to ignore a worksheet when generating script</w:t>
      </w:r>
      <w:bookmarkEnd w:id="16"/>
    </w:p>
    <w:p w:rsidR="004727AF" w:rsidRDefault="004727AF" w:rsidP="004727AF">
      <w:pPr>
        <w:ind w:left="720"/>
      </w:pPr>
      <w:r>
        <w:t>When you develop a new version of your application, database schema will be changed; you may add some new tables into your database.</w:t>
      </w:r>
    </w:p>
    <w:p w:rsidR="004727AF" w:rsidRDefault="004727AF" w:rsidP="004727AF">
      <w:pPr>
        <w:ind w:left="720"/>
      </w:pPr>
      <w:r>
        <w:t>So what you wanted is just generating script for these new tables.</w:t>
      </w:r>
    </w:p>
    <w:p w:rsidR="004727AF" w:rsidRDefault="004727AF" w:rsidP="004727AF">
      <w:pPr>
        <w:ind w:left="720"/>
      </w:pPr>
      <w:r>
        <w:t xml:space="preserve">You can do it! Just </w:t>
      </w:r>
      <w:r w:rsidRPr="004727AF">
        <w:t xml:space="preserve">add "ignore" text to </w:t>
      </w:r>
      <w:r w:rsidR="00CF446F">
        <w:t>K3</w:t>
      </w:r>
      <w:r w:rsidRPr="004727AF">
        <w:t xml:space="preserve"> Cell in the worksheet which you want to skip when generating scripts</w:t>
      </w:r>
      <w:r>
        <w:t>.</w:t>
      </w:r>
    </w:p>
    <w:p w:rsidR="004727AF" w:rsidRDefault="004727AF" w:rsidP="004727AF">
      <w:pPr>
        <w:ind w:left="720"/>
      </w:pPr>
    </w:p>
    <w:p w:rsidR="004727AF" w:rsidRDefault="004727AF" w:rsidP="004727AF">
      <w:pPr>
        <w:ind w:left="720"/>
      </w:pPr>
      <w:r>
        <w:t>For the situation: some old tables’ schema changed, there is no good solution to meet it.</w:t>
      </w:r>
    </w:p>
    <w:p w:rsidR="004727AF" w:rsidRPr="004727AF" w:rsidRDefault="004727AF" w:rsidP="004727AF">
      <w:pPr>
        <w:ind w:left="720"/>
      </w:pPr>
    </w:p>
    <w:p w:rsidR="00E61375" w:rsidRDefault="00E61375" w:rsidP="00E61375">
      <w:pPr>
        <w:pStyle w:val="Heading2"/>
        <w:rPr>
          <w:lang w:eastAsia="zh-CN"/>
        </w:rPr>
      </w:pPr>
      <w:bookmarkStart w:id="17" w:name="_Toc398410019"/>
      <w:r>
        <w:rPr>
          <w:rFonts w:hint="eastAsia"/>
          <w:lang w:eastAsia="zh-CN"/>
        </w:rPr>
        <w:t>How to let it work in my build process</w:t>
      </w:r>
      <w:bookmarkEnd w:id="17"/>
    </w:p>
    <w:p w:rsidR="00E61375" w:rsidRDefault="00E61375" w:rsidP="00E61375">
      <w:pPr>
        <w:ind w:left="720"/>
      </w:pPr>
      <w:r>
        <w:rPr>
          <w:rFonts w:hint="eastAsia"/>
        </w:rPr>
        <w:t>Please have a look</w:t>
      </w:r>
      <w:r w:rsidR="005E0A61">
        <w:rPr>
          <w:rFonts w:hint="eastAsia"/>
        </w:rPr>
        <w:t xml:space="preserve"> section</w:t>
      </w:r>
      <w:r>
        <w:rPr>
          <w:rFonts w:hint="eastAsia"/>
        </w:rPr>
        <w:t xml:space="preserve">: </w:t>
      </w:r>
      <w:hyperlink w:anchor="_What_is_ToolsDBEM_CopyToFile.vbs" w:history="1">
        <w:r w:rsidR="004310A3" w:rsidRPr="004310A3">
          <w:rPr>
            <w:rStyle w:val="Hyperlink"/>
          </w:rPr>
          <w:t>What is Tools\</w:t>
        </w:r>
        <w:r w:rsidR="000C30A7">
          <w:rPr>
            <w:rStyle w:val="Hyperlink"/>
          </w:rPr>
          <w:t>DBME_</w:t>
        </w:r>
        <w:r w:rsidR="004310A3" w:rsidRPr="004310A3">
          <w:rPr>
            <w:rStyle w:val="Hyperlink"/>
          </w:rPr>
          <w:t>CopyToFile.vbs</w:t>
        </w:r>
      </w:hyperlink>
    </w:p>
    <w:p w:rsidR="00654E60" w:rsidRPr="00E61375" w:rsidRDefault="00654E60" w:rsidP="00E61375">
      <w:pPr>
        <w:ind w:left="720"/>
      </w:pPr>
    </w:p>
    <w:p w:rsidR="00861275" w:rsidRDefault="00861275" w:rsidP="006B4DA5">
      <w:pPr>
        <w:pStyle w:val="Heading1"/>
        <w:rPr>
          <w:lang w:eastAsia="zh-CN"/>
        </w:rPr>
      </w:pPr>
      <w:bookmarkStart w:id="18" w:name="_Toc398410020"/>
      <w:r>
        <w:rPr>
          <w:rFonts w:hint="eastAsia"/>
          <w:lang w:eastAsia="zh-CN"/>
        </w:rPr>
        <w:t>Tools</w:t>
      </w:r>
      <w:bookmarkEnd w:id="18"/>
    </w:p>
    <w:p w:rsidR="00861275" w:rsidRDefault="00861275" w:rsidP="00861275">
      <w:pPr>
        <w:pStyle w:val="Heading2"/>
        <w:rPr>
          <w:lang w:eastAsia="zh-CN"/>
        </w:rPr>
      </w:pPr>
      <w:bookmarkStart w:id="19" w:name="_What_is_Tools\DBEM_CopyToFile.vbs"/>
      <w:bookmarkStart w:id="20" w:name="_Toc398410021"/>
      <w:bookmarkEnd w:id="19"/>
      <w:r>
        <w:rPr>
          <w:rFonts w:hint="eastAsia"/>
          <w:lang w:eastAsia="zh-CN"/>
        </w:rPr>
        <w:t>What is Tools\</w:t>
      </w:r>
      <w:r w:rsidR="000C30A7">
        <w:rPr>
          <w:lang w:eastAsia="zh-CN"/>
        </w:rPr>
        <w:t>DBME_</w:t>
      </w:r>
      <w:r w:rsidRPr="00861275">
        <w:rPr>
          <w:lang w:eastAsia="zh-CN"/>
        </w:rPr>
        <w:t>CopyToFile.vbs</w:t>
      </w:r>
      <w:bookmarkEnd w:id="20"/>
    </w:p>
    <w:p w:rsidR="00861275" w:rsidRDefault="004310A3" w:rsidP="00861275">
      <w:pPr>
        <w:ind w:left="720"/>
      </w:pPr>
      <w:r>
        <w:t>U</w:t>
      </w:r>
      <w:r>
        <w:rPr>
          <w:rFonts w:hint="eastAsia"/>
        </w:rPr>
        <w:t>sage of t</w:t>
      </w:r>
      <w:r w:rsidR="00861275">
        <w:rPr>
          <w:rFonts w:hint="eastAsia"/>
        </w:rPr>
        <w:t>he script</w:t>
      </w:r>
      <w:r>
        <w:rPr>
          <w:rFonts w:hint="eastAsia"/>
        </w:rPr>
        <w:t xml:space="preserve"> is helping your automatic build process.</w:t>
      </w:r>
    </w:p>
    <w:p w:rsidR="004310A3" w:rsidRDefault="004310A3" w:rsidP="00861275">
      <w:pPr>
        <w:ind w:left="720"/>
      </w:pPr>
      <w:r>
        <w:rPr>
          <w:rFonts w:hint="eastAsia"/>
        </w:rPr>
        <w:t xml:space="preserve">In our excel file, there are some macros which are located at </w:t>
      </w:r>
      <w:proofErr w:type="spellStart"/>
      <w:r w:rsidRPr="004310A3">
        <w:t>basSQLCommand</w:t>
      </w:r>
      <w:proofErr w:type="spellEnd"/>
      <w:r>
        <w:rPr>
          <w:rFonts w:hint="eastAsia"/>
        </w:rPr>
        <w:t>. These macros can generate SQL script you wanted and copy it to clipboard.</w:t>
      </w:r>
    </w:p>
    <w:p w:rsidR="004310A3" w:rsidRDefault="004310A3" w:rsidP="00861275">
      <w:pPr>
        <w:ind w:left="720"/>
      </w:pPr>
      <w:r>
        <w:rPr>
          <w:rFonts w:hint="eastAsia"/>
        </w:rPr>
        <w:t>They are:</w:t>
      </w:r>
    </w:p>
    <w:p w:rsidR="005E0A61" w:rsidRDefault="005E0A61" w:rsidP="00861275">
      <w:pPr>
        <w:ind w:left="720"/>
      </w:pPr>
      <w:proofErr w:type="spellStart"/>
      <w:r w:rsidRPr="005E0A61">
        <w:t>CopyAllCreateTableSQL</w:t>
      </w:r>
      <w:proofErr w:type="spellEnd"/>
    </w:p>
    <w:p w:rsidR="005E0A61" w:rsidRPr="005E0A61" w:rsidRDefault="005E0A61" w:rsidP="00861275">
      <w:pPr>
        <w:ind w:left="720"/>
      </w:pPr>
      <w:proofErr w:type="spellStart"/>
      <w:r w:rsidRPr="005E0A61">
        <w:t>CopyAllCreateTableWithDescriptionSQL</w:t>
      </w:r>
      <w:proofErr w:type="spellEnd"/>
    </w:p>
    <w:p w:rsidR="004310A3" w:rsidRDefault="004310A3" w:rsidP="00861275">
      <w:pPr>
        <w:ind w:left="720"/>
      </w:pPr>
      <w:proofErr w:type="spellStart"/>
      <w:r w:rsidRPr="004310A3">
        <w:t>CopyAllDropTableSQL</w:t>
      </w:r>
      <w:proofErr w:type="spellEnd"/>
    </w:p>
    <w:p w:rsidR="004310A3" w:rsidRDefault="004310A3" w:rsidP="00861275">
      <w:pPr>
        <w:ind w:left="720"/>
      </w:pPr>
      <w:proofErr w:type="spellStart"/>
      <w:r w:rsidRPr="004310A3">
        <w:t>CopyAllDropAndCreateTableSQL</w:t>
      </w:r>
      <w:proofErr w:type="spellEnd"/>
    </w:p>
    <w:p w:rsidR="004310A3" w:rsidRDefault="005E0A61" w:rsidP="00861275">
      <w:pPr>
        <w:ind w:left="720"/>
      </w:pPr>
      <w:proofErr w:type="spellStart"/>
      <w:r w:rsidRPr="005E0A61">
        <w:t>CopyAllCreateTableIfNotExistsSQL</w:t>
      </w:r>
      <w:proofErr w:type="spellEnd"/>
    </w:p>
    <w:p w:rsidR="005E0A61" w:rsidRDefault="005E0A61" w:rsidP="00861275">
      <w:pPr>
        <w:ind w:left="720"/>
      </w:pPr>
      <w:proofErr w:type="spellStart"/>
      <w:r w:rsidRPr="005E0A61">
        <w:t>CopyAllDropAndCreateTableWithDescriptionSQL</w:t>
      </w:r>
      <w:proofErr w:type="spellEnd"/>
    </w:p>
    <w:p w:rsidR="005E0A61" w:rsidRPr="005E0A61" w:rsidRDefault="005E0A61" w:rsidP="00861275">
      <w:pPr>
        <w:ind w:left="720"/>
      </w:pPr>
    </w:p>
    <w:p w:rsidR="004310A3" w:rsidRDefault="004310A3" w:rsidP="00861275">
      <w:pPr>
        <w:ind w:left="720"/>
      </w:pPr>
      <w:r>
        <w:rPr>
          <w:rFonts w:hint="eastAsia"/>
        </w:rPr>
        <w:t xml:space="preserve">And the file </w:t>
      </w:r>
      <w:r w:rsidR="000C30A7">
        <w:t>DBME_</w:t>
      </w:r>
      <w:r w:rsidRPr="00861275">
        <w:t>CopyToFile.vbs</w:t>
      </w:r>
      <w:r>
        <w:rPr>
          <w:rFonts w:hint="eastAsia"/>
        </w:rPr>
        <w:t xml:space="preserve"> can help you run the macro and copy clipboard content to </w:t>
      </w:r>
      <w:r>
        <w:rPr>
          <w:rFonts w:hint="eastAsia"/>
        </w:rPr>
        <w:lastRenderedPageBreak/>
        <w:t>a file you indicated.</w:t>
      </w:r>
      <w:r w:rsidR="006923DE">
        <w:rPr>
          <w:rFonts w:hint="eastAsia"/>
        </w:rPr>
        <w:t xml:space="preserve"> </w:t>
      </w:r>
    </w:p>
    <w:p w:rsidR="006923DE" w:rsidRDefault="006923DE" w:rsidP="00861275">
      <w:pPr>
        <w:ind w:left="720"/>
      </w:pPr>
      <w:r>
        <w:rPr>
          <w:rFonts w:hint="eastAsia"/>
        </w:rPr>
        <w:t>For more detail:</w:t>
      </w:r>
    </w:p>
    <w:p w:rsidR="006923DE" w:rsidRDefault="006923DE" w:rsidP="006923DE">
      <w:pPr>
        <w:ind w:left="720"/>
      </w:pPr>
      <w:r>
        <w:t>'------------------------------------------------------------------------------------------------</w:t>
      </w:r>
    </w:p>
    <w:p w:rsidR="006923DE" w:rsidRDefault="006923DE" w:rsidP="006923DE">
      <w:pPr>
        <w:ind w:left="720"/>
      </w:pPr>
      <w:r>
        <w:t>'</w:t>
      </w:r>
    </w:p>
    <w:p w:rsidR="006923DE" w:rsidRDefault="006923DE" w:rsidP="006923DE">
      <w:pPr>
        <w:ind w:left="720"/>
      </w:pPr>
      <w:proofErr w:type="gramStart"/>
      <w:r>
        <w:t>' Usage</w:t>
      </w:r>
      <w:proofErr w:type="gramEnd"/>
      <w:r>
        <w:t xml:space="preserve">: </w:t>
      </w:r>
      <w:proofErr w:type="spellStart"/>
      <w:r w:rsidR="000C30A7">
        <w:t>DBME_</w:t>
      </w:r>
      <w:r>
        <w:t>CopyToFile</w:t>
      </w:r>
      <w:proofErr w:type="spellEnd"/>
      <w:r>
        <w:t xml:space="preserve">  &lt;--filename|-f </w:t>
      </w:r>
      <w:proofErr w:type="spellStart"/>
      <w:r>
        <w:t>ExcelFilename</w:t>
      </w:r>
      <w:proofErr w:type="spellEnd"/>
      <w:r>
        <w:t>&gt;</w:t>
      </w:r>
    </w:p>
    <w:p w:rsidR="006923DE" w:rsidRDefault="006923DE" w:rsidP="006923DE">
      <w:pPr>
        <w:ind w:left="720"/>
      </w:pPr>
      <w:r>
        <w:t>'                                   &lt;--</w:t>
      </w:r>
      <w:proofErr w:type="spellStart"/>
      <w:r>
        <w:t>macroname</w:t>
      </w:r>
      <w:proofErr w:type="spellEnd"/>
      <w:r>
        <w:t xml:space="preserve">|-m </w:t>
      </w:r>
      <w:proofErr w:type="spellStart"/>
      <w:r>
        <w:t>macroName</w:t>
      </w:r>
      <w:proofErr w:type="spellEnd"/>
      <w:r>
        <w:t xml:space="preserve"> &gt; </w:t>
      </w:r>
    </w:p>
    <w:p w:rsidR="006923DE" w:rsidRDefault="006923DE" w:rsidP="006923DE">
      <w:pPr>
        <w:ind w:left="720"/>
      </w:pPr>
      <w:r>
        <w:t xml:space="preserve">'                                   [--arguments|-a </w:t>
      </w:r>
      <w:proofErr w:type="gramStart"/>
      <w:r>
        <w:t>arg1[</w:t>
      </w:r>
      <w:proofErr w:type="gramEnd"/>
      <w:r>
        <w:t>,arg2,arg3...]]</w:t>
      </w:r>
    </w:p>
    <w:p w:rsidR="006923DE" w:rsidRDefault="006923DE" w:rsidP="006923DE">
      <w:pPr>
        <w:ind w:left="720"/>
      </w:pPr>
      <w:r>
        <w:t>'                                   &lt;--</w:t>
      </w:r>
      <w:proofErr w:type="spellStart"/>
      <w:r>
        <w:t>targetfilename</w:t>
      </w:r>
      <w:proofErr w:type="spellEnd"/>
      <w:r>
        <w:t xml:space="preserve">|-t </w:t>
      </w:r>
      <w:proofErr w:type="spellStart"/>
      <w:r>
        <w:t>TargetFilename</w:t>
      </w:r>
      <w:proofErr w:type="spellEnd"/>
      <w:r>
        <w:t>&gt;</w:t>
      </w:r>
    </w:p>
    <w:p w:rsidR="006923DE" w:rsidRDefault="006923DE" w:rsidP="006923DE">
      <w:pPr>
        <w:ind w:left="720"/>
      </w:pPr>
      <w:r>
        <w:t>'                                   [--verbose|-v]</w:t>
      </w:r>
    </w:p>
    <w:p w:rsidR="006923DE" w:rsidRDefault="006923DE" w:rsidP="006923DE">
      <w:pPr>
        <w:ind w:left="720"/>
      </w:pPr>
      <w:proofErr w:type="gramStart"/>
      <w:r>
        <w:t>'                                   [--help|-?]</w:t>
      </w:r>
      <w:proofErr w:type="gramEnd"/>
    </w:p>
    <w:p w:rsidR="006923DE" w:rsidRDefault="006923DE" w:rsidP="006923DE">
      <w:pPr>
        <w:ind w:left="720"/>
      </w:pPr>
      <w:r>
        <w:t>'</w:t>
      </w:r>
    </w:p>
    <w:p w:rsidR="00442794" w:rsidRDefault="00442794" w:rsidP="006923DE">
      <w:pPr>
        <w:ind w:left="720"/>
      </w:pPr>
      <w:proofErr w:type="gramStart"/>
      <w:r w:rsidRPr="00442794">
        <w:t>' Example</w:t>
      </w:r>
      <w:proofErr w:type="gramEnd"/>
      <w:r w:rsidRPr="00442794">
        <w:t xml:space="preserve"> 1: </w:t>
      </w:r>
      <w:proofErr w:type="spellStart"/>
      <w:r w:rsidR="000C30A7">
        <w:t>DBME_</w:t>
      </w:r>
      <w:r w:rsidRPr="00442794">
        <w:t>CopyToFile</w:t>
      </w:r>
      <w:proofErr w:type="spellEnd"/>
      <w:r w:rsidRPr="00442794">
        <w:t xml:space="preserve">  -f "D:\DBModelExcel\DatabaseModeling_Template.xls" -m "</w:t>
      </w:r>
      <w:proofErr w:type="spellStart"/>
      <w:r w:rsidRPr="00442794">
        <w:t>CopyAllCreateTableIfNotExistsSQL</w:t>
      </w:r>
      <w:proofErr w:type="spellEnd"/>
      <w:r w:rsidRPr="00442794">
        <w:t>" -t "D:\DBModelExcel\CreateTables.sql"</w:t>
      </w:r>
    </w:p>
    <w:p w:rsidR="004310A3" w:rsidRPr="004310A3" w:rsidRDefault="006923DE" w:rsidP="006923DE">
      <w:pPr>
        <w:ind w:left="720"/>
      </w:pPr>
      <w:r>
        <w:t>'------------------------------------------------------------------------------------------------</w:t>
      </w:r>
    </w:p>
    <w:p w:rsidR="008B5038" w:rsidRDefault="00FB4C98" w:rsidP="006B4DA5">
      <w:pPr>
        <w:pStyle w:val="Heading1"/>
        <w:rPr>
          <w:lang w:eastAsia="zh-CN"/>
        </w:rPr>
      </w:pPr>
      <w:bookmarkStart w:id="21" w:name="_Toc398410022"/>
      <w:r>
        <w:rPr>
          <w:rFonts w:hint="eastAsia"/>
          <w:lang w:eastAsia="zh-CN"/>
        </w:rPr>
        <w:t>Our website</w:t>
      </w:r>
      <w:r w:rsidR="00A8534C">
        <w:rPr>
          <w:lang w:eastAsia="zh-CN"/>
        </w:rPr>
        <w:t>s</w:t>
      </w:r>
      <w:bookmarkEnd w:id="21"/>
    </w:p>
    <w:p w:rsidR="000E4F6E" w:rsidRDefault="000E4F6E" w:rsidP="000E4F6E">
      <w:pPr>
        <w:pStyle w:val="Bullet1"/>
      </w:pPr>
      <w:proofErr w:type="spellStart"/>
      <w:r>
        <w:rPr>
          <w:rFonts w:hint="eastAsia"/>
        </w:rPr>
        <w:t>Code</w:t>
      </w:r>
      <w:r w:rsidR="00E748AF">
        <w:rPr>
          <w:rFonts w:hint="eastAsia"/>
        </w:rPr>
        <w:t>P</w:t>
      </w:r>
      <w:r>
        <w:rPr>
          <w:rFonts w:hint="eastAsia"/>
        </w:rPr>
        <w:t>lex</w:t>
      </w:r>
      <w:proofErr w:type="spellEnd"/>
    </w:p>
    <w:p w:rsidR="000E4F6E" w:rsidRDefault="003E318A" w:rsidP="000E4F6E">
      <w:pPr>
        <w:pStyle w:val="Bullet1"/>
        <w:numPr>
          <w:ilvl w:val="0"/>
          <w:numId w:val="0"/>
        </w:numPr>
        <w:ind w:left="720"/>
      </w:pPr>
      <w:hyperlink r:id="rId10" w:history="1">
        <w:r w:rsidR="000E4F6E" w:rsidRPr="000F5DB9">
          <w:rPr>
            <w:rStyle w:val="Hyperlink"/>
          </w:rPr>
          <w:t>http://www.codeplex.com/dbmodelexcel/Release/ProjectReleases.aspx</w:t>
        </w:r>
      </w:hyperlink>
    </w:p>
    <w:p w:rsidR="000E4F6E" w:rsidRDefault="003E318A" w:rsidP="000E4F6E">
      <w:pPr>
        <w:pStyle w:val="Bullet1"/>
        <w:numPr>
          <w:ilvl w:val="0"/>
          <w:numId w:val="0"/>
        </w:numPr>
        <w:ind w:left="720"/>
      </w:pPr>
      <w:hyperlink r:id="rId11" w:history="1">
        <w:r w:rsidR="000E4F6E" w:rsidRPr="000F5DB9">
          <w:rPr>
            <w:rStyle w:val="Hyperlink"/>
          </w:rPr>
          <w:t>http://www.codeplex.com/dbmodelexcel</w:t>
        </w:r>
      </w:hyperlink>
    </w:p>
    <w:p w:rsidR="000E4F6E" w:rsidRDefault="000E4F6E" w:rsidP="000E4F6E">
      <w:pPr>
        <w:pStyle w:val="Bullet1"/>
      </w:pPr>
      <w:proofErr w:type="spellStart"/>
      <w:r>
        <w:rPr>
          <w:rFonts w:hint="eastAsia"/>
        </w:rPr>
        <w:t>SourceForge</w:t>
      </w:r>
      <w:proofErr w:type="spellEnd"/>
    </w:p>
    <w:p w:rsidR="000E4F6E" w:rsidRDefault="003E318A" w:rsidP="000E4F6E">
      <w:pPr>
        <w:ind w:left="720"/>
      </w:pPr>
      <w:hyperlink r:id="rId12" w:history="1">
        <w:r w:rsidR="000E4F6E" w:rsidRPr="000F5DB9">
          <w:rPr>
            <w:rStyle w:val="Hyperlink"/>
          </w:rPr>
          <w:t>http://sourceforge.net/projects/db-model-excel</w:t>
        </w:r>
      </w:hyperlink>
    </w:p>
    <w:p w:rsidR="00031CB8" w:rsidRDefault="00031CB8" w:rsidP="00031CB8">
      <w:pPr>
        <w:pStyle w:val="Heading1"/>
        <w:rPr>
          <w:lang w:eastAsia="zh-CN"/>
        </w:rPr>
      </w:pPr>
      <w:bookmarkStart w:id="22" w:name="_Toc398410023"/>
      <w:r>
        <w:rPr>
          <w:rFonts w:hint="eastAsia"/>
          <w:lang w:eastAsia="zh-CN"/>
        </w:rPr>
        <w:t xml:space="preserve">Support </w:t>
      </w:r>
      <w:r>
        <w:rPr>
          <w:lang w:eastAsia="zh-CN"/>
        </w:rPr>
        <w:t>the</w:t>
      </w:r>
      <w:r>
        <w:rPr>
          <w:rFonts w:hint="eastAsia"/>
          <w:lang w:eastAsia="zh-CN"/>
        </w:rPr>
        <w:t xml:space="preserve"> project</w:t>
      </w:r>
      <w:bookmarkEnd w:id="22"/>
    </w:p>
    <w:p w:rsidR="00031CB8" w:rsidRDefault="00031CB8" w:rsidP="00031CB8">
      <w:pPr>
        <w:ind w:left="720"/>
      </w:pPr>
      <w:r>
        <w:rPr>
          <w:rFonts w:hint="eastAsia"/>
        </w:rPr>
        <w:t>There are some ways to support the project.</w:t>
      </w:r>
    </w:p>
    <w:p w:rsidR="00031CB8" w:rsidRDefault="00031CB8" w:rsidP="00031CB8">
      <w:pPr>
        <w:pStyle w:val="Bullet1"/>
      </w:pPr>
      <w:r>
        <w:t xml:space="preserve">Feedback </w:t>
      </w:r>
      <w:r w:rsidR="008E4CBA">
        <w:rPr>
          <w:rFonts w:hint="eastAsia"/>
        </w:rPr>
        <w:t xml:space="preserve">your </w:t>
      </w:r>
      <w:r>
        <w:rPr>
          <w:rFonts w:hint="eastAsia"/>
        </w:rPr>
        <w:t xml:space="preserve">information </w:t>
      </w:r>
    </w:p>
    <w:p w:rsidR="00186D1D" w:rsidRDefault="00186D1D" w:rsidP="00186D1D">
      <w:pPr>
        <w:pStyle w:val="Bullet1"/>
        <w:numPr>
          <w:ilvl w:val="0"/>
          <w:numId w:val="0"/>
        </w:numPr>
        <w:ind w:left="720"/>
      </w:pPr>
      <w:r>
        <w:rPr>
          <w:rFonts w:hint="eastAsia"/>
        </w:rPr>
        <w:tab/>
      </w:r>
      <w:r>
        <w:t>I</w:t>
      </w:r>
      <w:r>
        <w:rPr>
          <w:rFonts w:hint="eastAsia"/>
        </w:rPr>
        <w:t xml:space="preserve">f you find any bug </w:t>
      </w:r>
      <w:r w:rsidR="00FB4C98">
        <w:rPr>
          <w:rFonts w:hint="eastAsia"/>
        </w:rPr>
        <w:t>or</w:t>
      </w:r>
      <w:r>
        <w:rPr>
          <w:rFonts w:hint="eastAsia"/>
        </w:rPr>
        <w:t xml:space="preserve"> want some new features, please notice me. </w:t>
      </w:r>
      <w:r w:rsidR="00856F8D">
        <w:t>L</w:t>
      </w:r>
      <w:r w:rsidR="00856F8D">
        <w:rPr>
          <w:rFonts w:hint="eastAsia"/>
        </w:rPr>
        <w:t>et us</w:t>
      </w:r>
      <w:r>
        <w:rPr>
          <w:rFonts w:hint="eastAsia"/>
        </w:rPr>
        <w:t xml:space="preserve"> make the project better.</w:t>
      </w:r>
    </w:p>
    <w:p w:rsidR="00031CB8" w:rsidRDefault="00031CB8" w:rsidP="00031CB8">
      <w:pPr>
        <w:pStyle w:val="Bullet1"/>
      </w:pPr>
      <w:r>
        <w:t>W</w:t>
      </w:r>
      <w:r>
        <w:rPr>
          <w:rFonts w:hint="eastAsia"/>
        </w:rPr>
        <w:t>rite comment in our website</w:t>
      </w:r>
    </w:p>
    <w:p w:rsidR="00186D1D" w:rsidRPr="00031CB8" w:rsidRDefault="00186D1D" w:rsidP="00186D1D">
      <w:pPr>
        <w:pStyle w:val="Bullet1"/>
        <w:numPr>
          <w:ilvl w:val="0"/>
          <w:numId w:val="0"/>
        </w:numPr>
        <w:ind w:left="720"/>
      </w:pPr>
      <w:r>
        <w:rPr>
          <w:rFonts w:hint="eastAsia"/>
        </w:rPr>
        <w:tab/>
      </w:r>
      <w:r>
        <w:t>I</w:t>
      </w:r>
      <w:r>
        <w:rPr>
          <w:rFonts w:hint="eastAsia"/>
        </w:rPr>
        <w:t>t will encourage project developer.</w:t>
      </w:r>
    </w:p>
    <w:p w:rsidR="006B4DA5" w:rsidRDefault="00031CB8" w:rsidP="00031CB8">
      <w:pPr>
        <w:pStyle w:val="Bullet1"/>
      </w:pPr>
      <w:r>
        <w:rPr>
          <w:rFonts w:hint="eastAsia"/>
        </w:rPr>
        <w:t>Denote the project</w:t>
      </w:r>
    </w:p>
    <w:p w:rsidR="00186D1D" w:rsidRDefault="00186D1D" w:rsidP="00186D1D">
      <w:pPr>
        <w:pStyle w:val="Bullet1"/>
        <w:numPr>
          <w:ilvl w:val="0"/>
          <w:numId w:val="0"/>
        </w:numPr>
        <w:ind w:left="720"/>
      </w:pPr>
      <w:r>
        <w:rPr>
          <w:rFonts w:hint="eastAsia"/>
        </w:rPr>
        <w:tab/>
      </w:r>
      <w:hyperlink r:id="rId13" w:history="1">
        <w:r w:rsidRPr="008574D3">
          <w:rPr>
            <w:rStyle w:val="Hyperlink"/>
          </w:rPr>
          <w:t>http://sourceforge.net/donate/index.php?group_id=171489</w:t>
        </w:r>
      </w:hyperlink>
    </w:p>
    <w:p w:rsidR="00186D1D" w:rsidRDefault="00856F8D" w:rsidP="00856F8D">
      <w:pPr>
        <w:pStyle w:val="Heading1"/>
        <w:rPr>
          <w:lang w:eastAsia="zh-CN"/>
        </w:rPr>
      </w:pPr>
      <w:bookmarkStart w:id="23" w:name="_Toc398410024"/>
      <w:r>
        <w:rPr>
          <w:rFonts w:hint="eastAsia"/>
          <w:lang w:eastAsia="zh-CN"/>
        </w:rPr>
        <w:t>Author</w:t>
      </w:r>
      <w:bookmarkEnd w:id="23"/>
    </w:p>
    <w:p w:rsidR="00856F8D" w:rsidRDefault="00856F8D" w:rsidP="00856F8D">
      <w:pPr>
        <w:ind w:left="720"/>
      </w:pPr>
      <w:r>
        <w:rPr>
          <w:rFonts w:hint="eastAsia"/>
        </w:rPr>
        <w:t xml:space="preserve">Yang </w:t>
      </w:r>
      <w:proofErr w:type="spellStart"/>
      <w:r>
        <w:rPr>
          <w:rFonts w:hint="eastAsia"/>
        </w:rPr>
        <w:t>Ning</w:t>
      </w:r>
      <w:proofErr w:type="spellEnd"/>
      <w:r>
        <w:rPr>
          <w:rFonts w:hint="eastAsia"/>
        </w:rPr>
        <w:t xml:space="preserve"> (Steven</w:t>
      </w:r>
      <w:proofErr w:type="gramStart"/>
      <w:r>
        <w:rPr>
          <w:rFonts w:hint="eastAsia"/>
        </w:rPr>
        <w:t>)  Email</w:t>
      </w:r>
      <w:proofErr w:type="gramEnd"/>
      <w:r>
        <w:rPr>
          <w:rFonts w:hint="eastAsia"/>
        </w:rPr>
        <w:t xml:space="preserve">: </w:t>
      </w:r>
      <w:hyperlink r:id="rId14" w:history="1">
        <w:r w:rsidRPr="006E26FD">
          <w:rPr>
            <w:rStyle w:val="Hyperlink"/>
            <w:rFonts w:hint="eastAsia"/>
          </w:rPr>
          <w:t>steven.n.yang@gmail.com</w:t>
        </w:r>
      </w:hyperlink>
    </w:p>
    <w:p w:rsidR="000403F5" w:rsidRDefault="000403F5" w:rsidP="000403F5">
      <w:pPr>
        <w:pStyle w:val="Heading1"/>
        <w:rPr>
          <w:lang w:eastAsia="zh-CN"/>
        </w:rPr>
      </w:pPr>
      <w:bookmarkStart w:id="24" w:name="_Toc398410025"/>
      <w:r>
        <w:rPr>
          <w:lang w:eastAsia="zh-CN"/>
        </w:rPr>
        <w:t>License</w:t>
      </w:r>
      <w:bookmarkEnd w:id="24"/>
    </w:p>
    <w:p w:rsidR="000403F5" w:rsidRDefault="000403F5" w:rsidP="000403F5">
      <w:pPr>
        <w:ind w:left="720"/>
      </w:pPr>
      <w:r>
        <w:t>New BSD License</w:t>
      </w:r>
    </w:p>
    <w:p w:rsidR="000403F5" w:rsidRDefault="000403F5" w:rsidP="000403F5">
      <w:pPr>
        <w:ind w:left="720"/>
      </w:pPr>
    </w:p>
    <w:p w:rsidR="00856F8D" w:rsidRPr="00856F8D" w:rsidRDefault="00856F8D" w:rsidP="00856F8D">
      <w:pPr>
        <w:ind w:left="720"/>
      </w:pPr>
    </w:p>
    <w:sectPr w:rsidR="00856F8D" w:rsidRPr="00856F8D" w:rsidSect="00EA5773">
      <w:headerReference w:type="default" r:id="rId15"/>
      <w:footerReference w:type="default" r:id="rId16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3293" w:rsidRDefault="00C93293">
      <w:r>
        <w:separator/>
      </w:r>
    </w:p>
  </w:endnote>
  <w:endnote w:type="continuationSeparator" w:id="0">
    <w:p w:rsidR="00C93293" w:rsidRDefault="00C932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8" w:type="dxa"/>
      <w:tblLook w:val="01E0"/>
    </w:tblPr>
    <w:tblGrid>
      <w:gridCol w:w="4644"/>
      <w:gridCol w:w="4644"/>
    </w:tblGrid>
    <w:tr w:rsidR="00856F8D" w:rsidTr="00B54F86">
      <w:tc>
        <w:tcPr>
          <w:tcW w:w="4644" w:type="dxa"/>
        </w:tcPr>
        <w:p w:rsidR="00856F8D" w:rsidRDefault="003E318A">
          <w:pPr>
            <w:pStyle w:val="Footer"/>
          </w:pPr>
          <w:fldSimple w:instr=" DOCPROPERTY  Company  \* MERGEFORMAT ">
            <w:r w:rsidR="00856F8D">
              <w:t>Dream Inc.</w:t>
            </w:r>
          </w:fldSimple>
        </w:p>
      </w:tc>
      <w:tc>
        <w:tcPr>
          <w:tcW w:w="4644" w:type="dxa"/>
        </w:tcPr>
        <w:p w:rsidR="00856F8D" w:rsidRDefault="003E318A" w:rsidP="00B54F86">
          <w:pPr>
            <w:pStyle w:val="Footer"/>
            <w:jc w:val="right"/>
          </w:pPr>
          <w:r>
            <w:rPr>
              <w:rStyle w:val="PageNumber"/>
            </w:rPr>
            <w:fldChar w:fldCharType="begin"/>
          </w:r>
          <w:r w:rsidR="00856F8D">
            <w:rPr>
              <w:rStyle w:val="PageNumber"/>
            </w:rPr>
            <w:instrText xml:space="preserve"> PAGE </w:instrText>
          </w:r>
          <w:r>
            <w:rPr>
              <w:rStyle w:val="PageNumber"/>
            </w:rPr>
            <w:fldChar w:fldCharType="separate"/>
          </w:r>
          <w:r w:rsidR="00A641FB">
            <w:rPr>
              <w:rStyle w:val="PageNumber"/>
              <w:noProof/>
            </w:rPr>
            <w:t>6</w:t>
          </w:r>
          <w:r>
            <w:rPr>
              <w:rStyle w:val="PageNumber"/>
            </w:rPr>
            <w:fldChar w:fldCharType="end"/>
          </w:r>
          <w:r w:rsidR="00856F8D">
            <w:rPr>
              <w:rStyle w:val="PageNumber"/>
              <w:rFonts w:hint="eastAsia"/>
            </w:rPr>
            <w:t xml:space="preserve"> / </w:t>
          </w:r>
          <w:r>
            <w:rPr>
              <w:rStyle w:val="PageNumber"/>
            </w:rPr>
            <w:fldChar w:fldCharType="begin"/>
          </w:r>
          <w:r w:rsidR="00856F8D">
            <w:rPr>
              <w:rStyle w:val="PageNumber"/>
            </w:rPr>
            <w:instrText xml:space="preserve"> NUMPAGES </w:instrText>
          </w:r>
          <w:r>
            <w:rPr>
              <w:rStyle w:val="PageNumber"/>
            </w:rPr>
            <w:fldChar w:fldCharType="separate"/>
          </w:r>
          <w:r w:rsidR="00A641FB">
            <w:rPr>
              <w:rStyle w:val="PageNumber"/>
              <w:noProof/>
            </w:rPr>
            <w:t>6</w:t>
          </w:r>
          <w:r>
            <w:rPr>
              <w:rStyle w:val="PageNumber"/>
            </w:rPr>
            <w:fldChar w:fldCharType="end"/>
          </w:r>
        </w:p>
      </w:tc>
    </w:tr>
  </w:tbl>
  <w:p w:rsidR="00856F8D" w:rsidRDefault="00856F8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3293" w:rsidRDefault="00C93293">
      <w:r>
        <w:separator/>
      </w:r>
    </w:p>
  </w:footnote>
  <w:footnote w:type="continuationSeparator" w:id="0">
    <w:p w:rsidR="00C93293" w:rsidRDefault="00C932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88" w:type="dxa"/>
      <w:tblLook w:val="01E0"/>
    </w:tblPr>
    <w:tblGrid>
      <w:gridCol w:w="4644"/>
      <w:gridCol w:w="4644"/>
    </w:tblGrid>
    <w:tr w:rsidR="00856F8D" w:rsidTr="00B54F86">
      <w:tc>
        <w:tcPr>
          <w:tcW w:w="4644" w:type="dxa"/>
        </w:tcPr>
        <w:p w:rsidR="00856F8D" w:rsidRDefault="00856F8D">
          <w:pPr>
            <w:pStyle w:val="Header"/>
          </w:pPr>
          <w:r>
            <w:rPr>
              <w:rFonts w:hint="eastAsia"/>
            </w:rPr>
            <w:t>Database Modeling Excel</w:t>
          </w:r>
        </w:p>
      </w:tc>
      <w:tc>
        <w:tcPr>
          <w:tcW w:w="4644" w:type="dxa"/>
        </w:tcPr>
        <w:p w:rsidR="00856F8D" w:rsidRDefault="003E318A" w:rsidP="00B54F86">
          <w:pPr>
            <w:pStyle w:val="Header"/>
            <w:jc w:val="right"/>
          </w:pPr>
          <w:fldSimple w:instr=" TITLE   \* MERGEFORMAT ">
            <w:r w:rsidR="00856F8D">
              <w:t>Help</w:t>
            </w:r>
          </w:fldSimple>
        </w:p>
      </w:tc>
    </w:tr>
  </w:tbl>
  <w:p w:rsidR="00856F8D" w:rsidRDefault="00856F8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6125F"/>
    <w:multiLevelType w:val="multilevel"/>
    <w:tmpl w:val="80FE1CF2"/>
    <w:lvl w:ilvl="0">
      <w:start w:val="2"/>
      <w:numFmt w:val="bullet"/>
      <w:pStyle w:val="Bullet1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宋体" w:hAnsi="Symbol" w:cs="Arial" w:hint="default"/>
        <w:sz w:val="22"/>
        <w:szCs w:val="22"/>
      </w:rPr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3B2F3613"/>
    <w:multiLevelType w:val="hybridMultilevel"/>
    <w:tmpl w:val="C9B2247A"/>
    <w:lvl w:ilvl="0" w:tplc="9F782882">
      <w:start w:val="1"/>
      <w:numFmt w:val="bullet"/>
      <w:pStyle w:val="Bullet2"/>
      <w:lvlText w:val=""/>
      <w:lvlJc w:val="left"/>
      <w:pPr>
        <w:tabs>
          <w:tab w:val="num" w:pos="1140"/>
        </w:tabs>
        <w:ind w:left="1140" w:hanging="420"/>
      </w:pPr>
      <w:rPr>
        <w:rFonts w:ascii="Wingdings" w:hAnsi="Wingdings" w:hint="default"/>
      </w:rPr>
    </w:lvl>
    <w:lvl w:ilvl="1" w:tplc="91280E9A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79E48BD0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2840A6E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DB858D2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5ACE276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A82A3CE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89608B58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106269C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417B5539"/>
    <w:multiLevelType w:val="multilevel"/>
    <w:tmpl w:val="762612F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>
    <w:nsid w:val="6B5744DA"/>
    <w:multiLevelType w:val="multilevel"/>
    <w:tmpl w:val="6D26E20A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0" w:firstLine="0"/>
      </w:pPr>
      <w:rPr>
        <w:rFonts w:hint="eastAsia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  <w:rPr>
        <w:rFonts w:hint="eastAsia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  <w:rPr>
        <w:rFonts w:hint="eastAsia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1"/>
  <w:proofState w:spelling="clean" w:grammar="clean"/>
  <w:attachedTemplate r:id="rId1"/>
  <w:stylePaneFormatFilter w:val="3F01"/>
  <w:defaultTabStop w:val="720"/>
  <w:characterSpacingControl w:val="doNotCompress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66558"/>
    <w:rsid w:val="00000E92"/>
    <w:rsid w:val="00004804"/>
    <w:rsid w:val="00006D21"/>
    <w:rsid w:val="000072E2"/>
    <w:rsid w:val="00007F50"/>
    <w:rsid w:val="00010273"/>
    <w:rsid w:val="00021A49"/>
    <w:rsid w:val="0002356F"/>
    <w:rsid w:val="00025C58"/>
    <w:rsid w:val="00026171"/>
    <w:rsid w:val="000278F2"/>
    <w:rsid w:val="00030F74"/>
    <w:rsid w:val="00031CB8"/>
    <w:rsid w:val="00034E68"/>
    <w:rsid w:val="000403F5"/>
    <w:rsid w:val="00040C61"/>
    <w:rsid w:val="00044C75"/>
    <w:rsid w:val="00050DDD"/>
    <w:rsid w:val="00051743"/>
    <w:rsid w:val="00055382"/>
    <w:rsid w:val="00057FE6"/>
    <w:rsid w:val="00060C06"/>
    <w:rsid w:val="0006203D"/>
    <w:rsid w:val="000628D1"/>
    <w:rsid w:val="00063E5F"/>
    <w:rsid w:val="000676B7"/>
    <w:rsid w:val="00071CE7"/>
    <w:rsid w:val="000773B5"/>
    <w:rsid w:val="000813D7"/>
    <w:rsid w:val="00081621"/>
    <w:rsid w:val="00081857"/>
    <w:rsid w:val="00082383"/>
    <w:rsid w:val="00094949"/>
    <w:rsid w:val="000A2FFE"/>
    <w:rsid w:val="000A55F4"/>
    <w:rsid w:val="000A68D4"/>
    <w:rsid w:val="000A7669"/>
    <w:rsid w:val="000B0571"/>
    <w:rsid w:val="000B5CB6"/>
    <w:rsid w:val="000C0123"/>
    <w:rsid w:val="000C30A7"/>
    <w:rsid w:val="000C3F33"/>
    <w:rsid w:val="000D2E80"/>
    <w:rsid w:val="000D3071"/>
    <w:rsid w:val="000E2766"/>
    <w:rsid w:val="000E3424"/>
    <w:rsid w:val="000E3937"/>
    <w:rsid w:val="000E3CBE"/>
    <w:rsid w:val="000E4E22"/>
    <w:rsid w:val="000E4F6E"/>
    <w:rsid w:val="000F226E"/>
    <w:rsid w:val="000F50C6"/>
    <w:rsid w:val="000F5E5A"/>
    <w:rsid w:val="00101124"/>
    <w:rsid w:val="00101DA6"/>
    <w:rsid w:val="00102667"/>
    <w:rsid w:val="00103D84"/>
    <w:rsid w:val="00112953"/>
    <w:rsid w:val="001134D7"/>
    <w:rsid w:val="00114FE6"/>
    <w:rsid w:val="001215B8"/>
    <w:rsid w:val="001221DE"/>
    <w:rsid w:val="001232E6"/>
    <w:rsid w:val="00125E34"/>
    <w:rsid w:val="00126AC8"/>
    <w:rsid w:val="00132973"/>
    <w:rsid w:val="001342AF"/>
    <w:rsid w:val="001343A3"/>
    <w:rsid w:val="001365C0"/>
    <w:rsid w:val="00136C09"/>
    <w:rsid w:val="001405FA"/>
    <w:rsid w:val="00141A12"/>
    <w:rsid w:val="00144F14"/>
    <w:rsid w:val="00145755"/>
    <w:rsid w:val="00146F8C"/>
    <w:rsid w:val="00150253"/>
    <w:rsid w:val="001566F0"/>
    <w:rsid w:val="001568E4"/>
    <w:rsid w:val="00157C12"/>
    <w:rsid w:val="00160DE5"/>
    <w:rsid w:val="0016153B"/>
    <w:rsid w:val="00161B52"/>
    <w:rsid w:val="00164E5E"/>
    <w:rsid w:val="00165501"/>
    <w:rsid w:val="001665C7"/>
    <w:rsid w:val="00167AE5"/>
    <w:rsid w:val="0017091A"/>
    <w:rsid w:val="00173059"/>
    <w:rsid w:val="001738DC"/>
    <w:rsid w:val="00173BE6"/>
    <w:rsid w:val="001839CC"/>
    <w:rsid w:val="00186D1D"/>
    <w:rsid w:val="00193404"/>
    <w:rsid w:val="00193F3C"/>
    <w:rsid w:val="001A3911"/>
    <w:rsid w:val="001A656F"/>
    <w:rsid w:val="001B1005"/>
    <w:rsid w:val="001B3E7F"/>
    <w:rsid w:val="001C0FA9"/>
    <w:rsid w:val="001C2BF8"/>
    <w:rsid w:val="001C30AB"/>
    <w:rsid w:val="001C3DED"/>
    <w:rsid w:val="001C5FC4"/>
    <w:rsid w:val="001D1B16"/>
    <w:rsid w:val="001D4895"/>
    <w:rsid w:val="001E090D"/>
    <w:rsid w:val="001E5BAC"/>
    <w:rsid w:val="001F429C"/>
    <w:rsid w:val="001F497B"/>
    <w:rsid w:val="002003A1"/>
    <w:rsid w:val="00206EC8"/>
    <w:rsid w:val="00213BD2"/>
    <w:rsid w:val="00215864"/>
    <w:rsid w:val="00216821"/>
    <w:rsid w:val="00223811"/>
    <w:rsid w:val="002244FB"/>
    <w:rsid w:val="00224E86"/>
    <w:rsid w:val="00225594"/>
    <w:rsid w:val="002263AA"/>
    <w:rsid w:val="0023172F"/>
    <w:rsid w:val="002325AD"/>
    <w:rsid w:val="00240A45"/>
    <w:rsid w:val="00241E9C"/>
    <w:rsid w:val="002439B5"/>
    <w:rsid w:val="00251E43"/>
    <w:rsid w:val="00252AAD"/>
    <w:rsid w:val="00254D7C"/>
    <w:rsid w:val="00257A50"/>
    <w:rsid w:val="002631D8"/>
    <w:rsid w:val="00266071"/>
    <w:rsid w:val="0026612D"/>
    <w:rsid w:val="00271DFD"/>
    <w:rsid w:val="00273CC2"/>
    <w:rsid w:val="002748C4"/>
    <w:rsid w:val="00275142"/>
    <w:rsid w:val="002759AB"/>
    <w:rsid w:val="00286DC7"/>
    <w:rsid w:val="002874B9"/>
    <w:rsid w:val="00287587"/>
    <w:rsid w:val="002918BE"/>
    <w:rsid w:val="00297777"/>
    <w:rsid w:val="002A1F9A"/>
    <w:rsid w:val="002A5F34"/>
    <w:rsid w:val="002A6010"/>
    <w:rsid w:val="002B1827"/>
    <w:rsid w:val="002B304F"/>
    <w:rsid w:val="002B4D85"/>
    <w:rsid w:val="002B5EC7"/>
    <w:rsid w:val="002C0949"/>
    <w:rsid w:val="002C2A25"/>
    <w:rsid w:val="002C3802"/>
    <w:rsid w:val="002C3837"/>
    <w:rsid w:val="002D078C"/>
    <w:rsid w:val="002D10B2"/>
    <w:rsid w:val="002D1A65"/>
    <w:rsid w:val="002D50DE"/>
    <w:rsid w:val="002D5503"/>
    <w:rsid w:val="002E1BF9"/>
    <w:rsid w:val="002E3257"/>
    <w:rsid w:val="002E49FE"/>
    <w:rsid w:val="002E720F"/>
    <w:rsid w:val="002F1FDD"/>
    <w:rsid w:val="002F5256"/>
    <w:rsid w:val="002F5D9D"/>
    <w:rsid w:val="002F6020"/>
    <w:rsid w:val="002F677F"/>
    <w:rsid w:val="00300053"/>
    <w:rsid w:val="003024B5"/>
    <w:rsid w:val="003030C1"/>
    <w:rsid w:val="00305CF7"/>
    <w:rsid w:val="00310CA6"/>
    <w:rsid w:val="0031219E"/>
    <w:rsid w:val="00314444"/>
    <w:rsid w:val="00315FEA"/>
    <w:rsid w:val="003166B7"/>
    <w:rsid w:val="00341C5D"/>
    <w:rsid w:val="00342F52"/>
    <w:rsid w:val="00342FA9"/>
    <w:rsid w:val="00344F6A"/>
    <w:rsid w:val="00347CE8"/>
    <w:rsid w:val="003529BE"/>
    <w:rsid w:val="003531CB"/>
    <w:rsid w:val="003536C9"/>
    <w:rsid w:val="00356AF2"/>
    <w:rsid w:val="00356F43"/>
    <w:rsid w:val="00357624"/>
    <w:rsid w:val="00357848"/>
    <w:rsid w:val="003633EF"/>
    <w:rsid w:val="00365BB1"/>
    <w:rsid w:val="00366D0C"/>
    <w:rsid w:val="00367A86"/>
    <w:rsid w:val="0037058E"/>
    <w:rsid w:val="0037130A"/>
    <w:rsid w:val="00372EB2"/>
    <w:rsid w:val="00373339"/>
    <w:rsid w:val="00373CC7"/>
    <w:rsid w:val="00375711"/>
    <w:rsid w:val="00382F7C"/>
    <w:rsid w:val="00384D3A"/>
    <w:rsid w:val="0038521F"/>
    <w:rsid w:val="00386D33"/>
    <w:rsid w:val="00386F5C"/>
    <w:rsid w:val="003909FF"/>
    <w:rsid w:val="00394B4E"/>
    <w:rsid w:val="00395855"/>
    <w:rsid w:val="003A4229"/>
    <w:rsid w:val="003A4B4C"/>
    <w:rsid w:val="003A5AF4"/>
    <w:rsid w:val="003B7D22"/>
    <w:rsid w:val="003C140E"/>
    <w:rsid w:val="003C58DB"/>
    <w:rsid w:val="003C6B1B"/>
    <w:rsid w:val="003D03D6"/>
    <w:rsid w:val="003D10FC"/>
    <w:rsid w:val="003D2531"/>
    <w:rsid w:val="003D5A1E"/>
    <w:rsid w:val="003E1820"/>
    <w:rsid w:val="003E272A"/>
    <w:rsid w:val="003E30D4"/>
    <w:rsid w:val="003E318A"/>
    <w:rsid w:val="003E4FA4"/>
    <w:rsid w:val="003E567F"/>
    <w:rsid w:val="003E785D"/>
    <w:rsid w:val="003F141B"/>
    <w:rsid w:val="003F1C25"/>
    <w:rsid w:val="003F4FF6"/>
    <w:rsid w:val="003F7185"/>
    <w:rsid w:val="00406209"/>
    <w:rsid w:val="00406ECA"/>
    <w:rsid w:val="00407382"/>
    <w:rsid w:val="004137D7"/>
    <w:rsid w:val="00420404"/>
    <w:rsid w:val="00421A8B"/>
    <w:rsid w:val="0042291C"/>
    <w:rsid w:val="00422DB4"/>
    <w:rsid w:val="00424786"/>
    <w:rsid w:val="004271EE"/>
    <w:rsid w:val="004310A3"/>
    <w:rsid w:val="00431E3A"/>
    <w:rsid w:val="00434A0C"/>
    <w:rsid w:val="00442794"/>
    <w:rsid w:val="004460DD"/>
    <w:rsid w:val="00450583"/>
    <w:rsid w:val="0045185A"/>
    <w:rsid w:val="00453499"/>
    <w:rsid w:val="00453ADA"/>
    <w:rsid w:val="004558BB"/>
    <w:rsid w:val="0046388D"/>
    <w:rsid w:val="00465C4A"/>
    <w:rsid w:val="004722BE"/>
    <w:rsid w:val="004727AF"/>
    <w:rsid w:val="00472929"/>
    <w:rsid w:val="0047411C"/>
    <w:rsid w:val="00475A6D"/>
    <w:rsid w:val="00475CBC"/>
    <w:rsid w:val="004761FC"/>
    <w:rsid w:val="0048039D"/>
    <w:rsid w:val="004862EC"/>
    <w:rsid w:val="00490506"/>
    <w:rsid w:val="00491051"/>
    <w:rsid w:val="00493DB1"/>
    <w:rsid w:val="0049453E"/>
    <w:rsid w:val="00494742"/>
    <w:rsid w:val="00495E2F"/>
    <w:rsid w:val="004976A9"/>
    <w:rsid w:val="004A0A36"/>
    <w:rsid w:val="004A6D5C"/>
    <w:rsid w:val="004A7252"/>
    <w:rsid w:val="004A75B4"/>
    <w:rsid w:val="004B193F"/>
    <w:rsid w:val="004B1D4E"/>
    <w:rsid w:val="004B2C0C"/>
    <w:rsid w:val="004B59F6"/>
    <w:rsid w:val="004C0194"/>
    <w:rsid w:val="004C1950"/>
    <w:rsid w:val="004C6725"/>
    <w:rsid w:val="004C6A6D"/>
    <w:rsid w:val="004C6EC3"/>
    <w:rsid w:val="004C7508"/>
    <w:rsid w:val="004D1CB7"/>
    <w:rsid w:val="00500BBA"/>
    <w:rsid w:val="00510D78"/>
    <w:rsid w:val="00511035"/>
    <w:rsid w:val="00512A1E"/>
    <w:rsid w:val="00514EA1"/>
    <w:rsid w:val="00520900"/>
    <w:rsid w:val="00525F6F"/>
    <w:rsid w:val="00531E75"/>
    <w:rsid w:val="00536C6D"/>
    <w:rsid w:val="00536E86"/>
    <w:rsid w:val="00542550"/>
    <w:rsid w:val="005442A8"/>
    <w:rsid w:val="005452D0"/>
    <w:rsid w:val="005453E2"/>
    <w:rsid w:val="00547D0C"/>
    <w:rsid w:val="00552FF9"/>
    <w:rsid w:val="00555534"/>
    <w:rsid w:val="00557CE3"/>
    <w:rsid w:val="00560E43"/>
    <w:rsid w:val="00561D54"/>
    <w:rsid w:val="00565513"/>
    <w:rsid w:val="005659D6"/>
    <w:rsid w:val="00565AD2"/>
    <w:rsid w:val="005706E2"/>
    <w:rsid w:val="005765BF"/>
    <w:rsid w:val="0058250A"/>
    <w:rsid w:val="00583000"/>
    <w:rsid w:val="005841D2"/>
    <w:rsid w:val="005845B8"/>
    <w:rsid w:val="00592174"/>
    <w:rsid w:val="005939F2"/>
    <w:rsid w:val="00597FA0"/>
    <w:rsid w:val="005A2CBB"/>
    <w:rsid w:val="005A4E32"/>
    <w:rsid w:val="005A7D1B"/>
    <w:rsid w:val="005B1FF7"/>
    <w:rsid w:val="005B20CE"/>
    <w:rsid w:val="005B3A6D"/>
    <w:rsid w:val="005B5990"/>
    <w:rsid w:val="005C008B"/>
    <w:rsid w:val="005C3D38"/>
    <w:rsid w:val="005C4953"/>
    <w:rsid w:val="005C5F97"/>
    <w:rsid w:val="005D4487"/>
    <w:rsid w:val="005D5B8D"/>
    <w:rsid w:val="005E0A61"/>
    <w:rsid w:val="005E0AE9"/>
    <w:rsid w:val="005E155E"/>
    <w:rsid w:val="005E2D98"/>
    <w:rsid w:val="005E3595"/>
    <w:rsid w:val="005E3F07"/>
    <w:rsid w:val="005F1B99"/>
    <w:rsid w:val="005F34CA"/>
    <w:rsid w:val="005F46B0"/>
    <w:rsid w:val="005F4E81"/>
    <w:rsid w:val="00600E81"/>
    <w:rsid w:val="0060300E"/>
    <w:rsid w:val="00603B29"/>
    <w:rsid w:val="00606722"/>
    <w:rsid w:val="00606FE8"/>
    <w:rsid w:val="006101BF"/>
    <w:rsid w:val="00612E0C"/>
    <w:rsid w:val="0061318F"/>
    <w:rsid w:val="00613841"/>
    <w:rsid w:val="006139E9"/>
    <w:rsid w:val="006211E9"/>
    <w:rsid w:val="0063325F"/>
    <w:rsid w:val="0063341B"/>
    <w:rsid w:val="00640070"/>
    <w:rsid w:val="00640758"/>
    <w:rsid w:val="00644125"/>
    <w:rsid w:val="00651107"/>
    <w:rsid w:val="0065199B"/>
    <w:rsid w:val="00654E60"/>
    <w:rsid w:val="0066184B"/>
    <w:rsid w:val="0066238E"/>
    <w:rsid w:val="00662928"/>
    <w:rsid w:val="00662A97"/>
    <w:rsid w:val="006633D3"/>
    <w:rsid w:val="0066778F"/>
    <w:rsid w:val="00670EA7"/>
    <w:rsid w:val="00677523"/>
    <w:rsid w:val="00680786"/>
    <w:rsid w:val="0068783C"/>
    <w:rsid w:val="006912A0"/>
    <w:rsid w:val="006923DE"/>
    <w:rsid w:val="0069275A"/>
    <w:rsid w:val="00694439"/>
    <w:rsid w:val="00695155"/>
    <w:rsid w:val="0069599D"/>
    <w:rsid w:val="006972D3"/>
    <w:rsid w:val="006A11BC"/>
    <w:rsid w:val="006A1732"/>
    <w:rsid w:val="006A362F"/>
    <w:rsid w:val="006A667B"/>
    <w:rsid w:val="006B4DA5"/>
    <w:rsid w:val="006B6B19"/>
    <w:rsid w:val="006D098F"/>
    <w:rsid w:val="006D274D"/>
    <w:rsid w:val="006D32D7"/>
    <w:rsid w:val="006E3B36"/>
    <w:rsid w:val="006E6706"/>
    <w:rsid w:val="006E6AAB"/>
    <w:rsid w:val="006F10AB"/>
    <w:rsid w:val="006F3391"/>
    <w:rsid w:val="00704E89"/>
    <w:rsid w:val="00707696"/>
    <w:rsid w:val="00707AAD"/>
    <w:rsid w:val="0071098C"/>
    <w:rsid w:val="007114A8"/>
    <w:rsid w:val="007155EE"/>
    <w:rsid w:val="00717B1D"/>
    <w:rsid w:val="007207CF"/>
    <w:rsid w:val="00721FA3"/>
    <w:rsid w:val="007222C4"/>
    <w:rsid w:val="0072252C"/>
    <w:rsid w:val="007230FB"/>
    <w:rsid w:val="00725E2E"/>
    <w:rsid w:val="007264FE"/>
    <w:rsid w:val="00726523"/>
    <w:rsid w:val="007265F9"/>
    <w:rsid w:val="0073054B"/>
    <w:rsid w:val="00733761"/>
    <w:rsid w:val="00740339"/>
    <w:rsid w:val="00744ECC"/>
    <w:rsid w:val="0074523C"/>
    <w:rsid w:val="00745B60"/>
    <w:rsid w:val="00747F79"/>
    <w:rsid w:val="00760345"/>
    <w:rsid w:val="00760443"/>
    <w:rsid w:val="00765E64"/>
    <w:rsid w:val="007675AD"/>
    <w:rsid w:val="00770884"/>
    <w:rsid w:val="007808C1"/>
    <w:rsid w:val="007808F6"/>
    <w:rsid w:val="00781963"/>
    <w:rsid w:val="00781FEA"/>
    <w:rsid w:val="0078542E"/>
    <w:rsid w:val="007948D0"/>
    <w:rsid w:val="00795B85"/>
    <w:rsid w:val="00795CB0"/>
    <w:rsid w:val="00797636"/>
    <w:rsid w:val="007A0FF3"/>
    <w:rsid w:val="007A1955"/>
    <w:rsid w:val="007A75FF"/>
    <w:rsid w:val="007B0F6E"/>
    <w:rsid w:val="007B5D8E"/>
    <w:rsid w:val="007B5F12"/>
    <w:rsid w:val="007C08A1"/>
    <w:rsid w:val="007C4DB6"/>
    <w:rsid w:val="007C6E44"/>
    <w:rsid w:val="007C757E"/>
    <w:rsid w:val="007D01E4"/>
    <w:rsid w:val="007D1D64"/>
    <w:rsid w:val="007D4258"/>
    <w:rsid w:val="007D5566"/>
    <w:rsid w:val="007E25A7"/>
    <w:rsid w:val="007E4765"/>
    <w:rsid w:val="007F122C"/>
    <w:rsid w:val="007F1A96"/>
    <w:rsid w:val="007F21BC"/>
    <w:rsid w:val="007F2EE6"/>
    <w:rsid w:val="007F33F8"/>
    <w:rsid w:val="00802D48"/>
    <w:rsid w:val="0080549E"/>
    <w:rsid w:val="00816AA6"/>
    <w:rsid w:val="008224CC"/>
    <w:rsid w:val="00822B2F"/>
    <w:rsid w:val="008255E2"/>
    <w:rsid w:val="00825A9F"/>
    <w:rsid w:val="0083035A"/>
    <w:rsid w:val="00832698"/>
    <w:rsid w:val="00834BCF"/>
    <w:rsid w:val="00837DDB"/>
    <w:rsid w:val="00844C1B"/>
    <w:rsid w:val="00846788"/>
    <w:rsid w:val="00847782"/>
    <w:rsid w:val="00856F8D"/>
    <w:rsid w:val="00861275"/>
    <w:rsid w:val="00864FC9"/>
    <w:rsid w:val="00871671"/>
    <w:rsid w:val="008742CB"/>
    <w:rsid w:val="00875270"/>
    <w:rsid w:val="008752D5"/>
    <w:rsid w:val="008754A7"/>
    <w:rsid w:val="008762B4"/>
    <w:rsid w:val="0088339C"/>
    <w:rsid w:val="00885CC9"/>
    <w:rsid w:val="00886609"/>
    <w:rsid w:val="008926B4"/>
    <w:rsid w:val="0089456E"/>
    <w:rsid w:val="00895CD3"/>
    <w:rsid w:val="008A2536"/>
    <w:rsid w:val="008A7B2B"/>
    <w:rsid w:val="008B14F6"/>
    <w:rsid w:val="008B1B3C"/>
    <w:rsid w:val="008B1D61"/>
    <w:rsid w:val="008B467F"/>
    <w:rsid w:val="008B47A5"/>
    <w:rsid w:val="008B4E64"/>
    <w:rsid w:val="008B5038"/>
    <w:rsid w:val="008C7998"/>
    <w:rsid w:val="008D3EE1"/>
    <w:rsid w:val="008D4955"/>
    <w:rsid w:val="008D50DD"/>
    <w:rsid w:val="008D604E"/>
    <w:rsid w:val="008E4CBA"/>
    <w:rsid w:val="008E5993"/>
    <w:rsid w:val="008F1ABC"/>
    <w:rsid w:val="008F256D"/>
    <w:rsid w:val="008F3F95"/>
    <w:rsid w:val="008F7463"/>
    <w:rsid w:val="009053B1"/>
    <w:rsid w:val="00910802"/>
    <w:rsid w:val="00911C12"/>
    <w:rsid w:val="00912BAB"/>
    <w:rsid w:val="00912F85"/>
    <w:rsid w:val="00920CAD"/>
    <w:rsid w:val="00920D29"/>
    <w:rsid w:val="0092211F"/>
    <w:rsid w:val="00922554"/>
    <w:rsid w:val="00924958"/>
    <w:rsid w:val="009256C2"/>
    <w:rsid w:val="00926843"/>
    <w:rsid w:val="00930285"/>
    <w:rsid w:val="00932562"/>
    <w:rsid w:val="00935D56"/>
    <w:rsid w:val="00937AF5"/>
    <w:rsid w:val="0094080B"/>
    <w:rsid w:val="00940E2E"/>
    <w:rsid w:val="00943927"/>
    <w:rsid w:val="00944083"/>
    <w:rsid w:val="00944F4E"/>
    <w:rsid w:val="0094565E"/>
    <w:rsid w:val="00947A4A"/>
    <w:rsid w:val="00951021"/>
    <w:rsid w:val="00952848"/>
    <w:rsid w:val="00961631"/>
    <w:rsid w:val="0096349D"/>
    <w:rsid w:val="00964B47"/>
    <w:rsid w:val="00965806"/>
    <w:rsid w:val="00965CE4"/>
    <w:rsid w:val="00971696"/>
    <w:rsid w:val="00976754"/>
    <w:rsid w:val="00977747"/>
    <w:rsid w:val="009816BB"/>
    <w:rsid w:val="00984849"/>
    <w:rsid w:val="00986F4D"/>
    <w:rsid w:val="00990CA7"/>
    <w:rsid w:val="00993337"/>
    <w:rsid w:val="00996165"/>
    <w:rsid w:val="009A0134"/>
    <w:rsid w:val="009A12D7"/>
    <w:rsid w:val="009A266A"/>
    <w:rsid w:val="009B0CB4"/>
    <w:rsid w:val="009B2381"/>
    <w:rsid w:val="009B4829"/>
    <w:rsid w:val="009C530B"/>
    <w:rsid w:val="009D0604"/>
    <w:rsid w:val="009D0668"/>
    <w:rsid w:val="009D2924"/>
    <w:rsid w:val="009D3232"/>
    <w:rsid w:val="009D79DB"/>
    <w:rsid w:val="009E1B38"/>
    <w:rsid w:val="009E3A5A"/>
    <w:rsid w:val="009E4A2E"/>
    <w:rsid w:val="009E5B5C"/>
    <w:rsid w:val="009F02C5"/>
    <w:rsid w:val="009F06E3"/>
    <w:rsid w:val="009F0DD2"/>
    <w:rsid w:val="009F1D42"/>
    <w:rsid w:val="009F22BF"/>
    <w:rsid w:val="009F3A72"/>
    <w:rsid w:val="009F3C3E"/>
    <w:rsid w:val="009F5D1D"/>
    <w:rsid w:val="00A0379B"/>
    <w:rsid w:val="00A0383F"/>
    <w:rsid w:val="00A07681"/>
    <w:rsid w:val="00A11123"/>
    <w:rsid w:val="00A114AE"/>
    <w:rsid w:val="00A12B63"/>
    <w:rsid w:val="00A136A0"/>
    <w:rsid w:val="00A1386D"/>
    <w:rsid w:val="00A147C0"/>
    <w:rsid w:val="00A166BD"/>
    <w:rsid w:val="00A17C33"/>
    <w:rsid w:val="00A23BA8"/>
    <w:rsid w:val="00A3032B"/>
    <w:rsid w:val="00A30DA9"/>
    <w:rsid w:val="00A31175"/>
    <w:rsid w:val="00A3264F"/>
    <w:rsid w:val="00A32CAB"/>
    <w:rsid w:val="00A353BB"/>
    <w:rsid w:val="00A4112A"/>
    <w:rsid w:val="00A42ACD"/>
    <w:rsid w:val="00A4488E"/>
    <w:rsid w:val="00A54385"/>
    <w:rsid w:val="00A54802"/>
    <w:rsid w:val="00A5626E"/>
    <w:rsid w:val="00A57A52"/>
    <w:rsid w:val="00A641FB"/>
    <w:rsid w:val="00A654B2"/>
    <w:rsid w:val="00A66AB0"/>
    <w:rsid w:val="00A70020"/>
    <w:rsid w:val="00A7480A"/>
    <w:rsid w:val="00A7749C"/>
    <w:rsid w:val="00A812F9"/>
    <w:rsid w:val="00A81CDF"/>
    <w:rsid w:val="00A82F68"/>
    <w:rsid w:val="00A832D4"/>
    <w:rsid w:val="00A8534C"/>
    <w:rsid w:val="00A91EC0"/>
    <w:rsid w:val="00A92271"/>
    <w:rsid w:val="00A96E5F"/>
    <w:rsid w:val="00A97B3E"/>
    <w:rsid w:val="00A97DDB"/>
    <w:rsid w:val="00AA7B13"/>
    <w:rsid w:val="00AC6267"/>
    <w:rsid w:val="00AD0ED2"/>
    <w:rsid w:val="00AD3077"/>
    <w:rsid w:val="00AD6AC1"/>
    <w:rsid w:val="00AE04D9"/>
    <w:rsid w:val="00AE4FAD"/>
    <w:rsid w:val="00AE5922"/>
    <w:rsid w:val="00AE7808"/>
    <w:rsid w:val="00AF0155"/>
    <w:rsid w:val="00AF049C"/>
    <w:rsid w:val="00AF0C21"/>
    <w:rsid w:val="00AF0DD9"/>
    <w:rsid w:val="00AF511A"/>
    <w:rsid w:val="00AF6F89"/>
    <w:rsid w:val="00B001F0"/>
    <w:rsid w:val="00B00419"/>
    <w:rsid w:val="00B00DA4"/>
    <w:rsid w:val="00B07E92"/>
    <w:rsid w:val="00B10D0D"/>
    <w:rsid w:val="00B15409"/>
    <w:rsid w:val="00B167BD"/>
    <w:rsid w:val="00B25893"/>
    <w:rsid w:val="00B25C9C"/>
    <w:rsid w:val="00B27591"/>
    <w:rsid w:val="00B3043B"/>
    <w:rsid w:val="00B30DE4"/>
    <w:rsid w:val="00B348B1"/>
    <w:rsid w:val="00B40684"/>
    <w:rsid w:val="00B41445"/>
    <w:rsid w:val="00B41DA1"/>
    <w:rsid w:val="00B41FA3"/>
    <w:rsid w:val="00B42037"/>
    <w:rsid w:val="00B42A6C"/>
    <w:rsid w:val="00B45B58"/>
    <w:rsid w:val="00B46954"/>
    <w:rsid w:val="00B5205A"/>
    <w:rsid w:val="00B5433F"/>
    <w:rsid w:val="00B5490D"/>
    <w:rsid w:val="00B54F86"/>
    <w:rsid w:val="00B60D6D"/>
    <w:rsid w:val="00B61AD4"/>
    <w:rsid w:val="00B625D6"/>
    <w:rsid w:val="00B6348F"/>
    <w:rsid w:val="00B641CA"/>
    <w:rsid w:val="00B652CB"/>
    <w:rsid w:val="00B661FD"/>
    <w:rsid w:val="00B670B9"/>
    <w:rsid w:val="00B70165"/>
    <w:rsid w:val="00B70BC3"/>
    <w:rsid w:val="00B70CBD"/>
    <w:rsid w:val="00B71B40"/>
    <w:rsid w:val="00B72CD9"/>
    <w:rsid w:val="00B76463"/>
    <w:rsid w:val="00B7741B"/>
    <w:rsid w:val="00B82464"/>
    <w:rsid w:val="00B9601F"/>
    <w:rsid w:val="00BA10DD"/>
    <w:rsid w:val="00BA5070"/>
    <w:rsid w:val="00BA5A84"/>
    <w:rsid w:val="00BA62FE"/>
    <w:rsid w:val="00BB2C83"/>
    <w:rsid w:val="00BB5D83"/>
    <w:rsid w:val="00BC25BF"/>
    <w:rsid w:val="00BC4C0C"/>
    <w:rsid w:val="00BC71EA"/>
    <w:rsid w:val="00BC742B"/>
    <w:rsid w:val="00BC76DF"/>
    <w:rsid w:val="00BC7B8B"/>
    <w:rsid w:val="00BD06C2"/>
    <w:rsid w:val="00BD4035"/>
    <w:rsid w:val="00BD4D07"/>
    <w:rsid w:val="00BD4DF0"/>
    <w:rsid w:val="00BD4EB5"/>
    <w:rsid w:val="00BE2149"/>
    <w:rsid w:val="00BE55F3"/>
    <w:rsid w:val="00BE636E"/>
    <w:rsid w:val="00BE652B"/>
    <w:rsid w:val="00BF415C"/>
    <w:rsid w:val="00C018C6"/>
    <w:rsid w:val="00C03195"/>
    <w:rsid w:val="00C06028"/>
    <w:rsid w:val="00C11AC4"/>
    <w:rsid w:val="00C1233C"/>
    <w:rsid w:val="00C12785"/>
    <w:rsid w:val="00C137F9"/>
    <w:rsid w:val="00C16503"/>
    <w:rsid w:val="00C16959"/>
    <w:rsid w:val="00C17D89"/>
    <w:rsid w:val="00C238AE"/>
    <w:rsid w:val="00C335DF"/>
    <w:rsid w:val="00C36A04"/>
    <w:rsid w:val="00C42BD8"/>
    <w:rsid w:val="00C50E98"/>
    <w:rsid w:val="00C553E5"/>
    <w:rsid w:val="00C56646"/>
    <w:rsid w:val="00C6323D"/>
    <w:rsid w:val="00C63EB0"/>
    <w:rsid w:val="00C66558"/>
    <w:rsid w:val="00C667D7"/>
    <w:rsid w:val="00C67BB1"/>
    <w:rsid w:val="00C70E77"/>
    <w:rsid w:val="00C70F0D"/>
    <w:rsid w:val="00C72E53"/>
    <w:rsid w:val="00C735AE"/>
    <w:rsid w:val="00C81F74"/>
    <w:rsid w:val="00C873B2"/>
    <w:rsid w:val="00C901F8"/>
    <w:rsid w:val="00C93293"/>
    <w:rsid w:val="00C93C63"/>
    <w:rsid w:val="00C94B55"/>
    <w:rsid w:val="00C97FC1"/>
    <w:rsid w:val="00CA08FA"/>
    <w:rsid w:val="00CA2DEB"/>
    <w:rsid w:val="00CA6730"/>
    <w:rsid w:val="00CB0155"/>
    <w:rsid w:val="00CB0DC5"/>
    <w:rsid w:val="00CB4895"/>
    <w:rsid w:val="00CB5FBA"/>
    <w:rsid w:val="00CB6471"/>
    <w:rsid w:val="00CC04D6"/>
    <w:rsid w:val="00CC0C2F"/>
    <w:rsid w:val="00CC25A7"/>
    <w:rsid w:val="00CC2E5B"/>
    <w:rsid w:val="00CC5F27"/>
    <w:rsid w:val="00CC695A"/>
    <w:rsid w:val="00CC7B23"/>
    <w:rsid w:val="00CD3611"/>
    <w:rsid w:val="00CD4148"/>
    <w:rsid w:val="00CD4B22"/>
    <w:rsid w:val="00CD57FB"/>
    <w:rsid w:val="00CD7C1B"/>
    <w:rsid w:val="00CE3C81"/>
    <w:rsid w:val="00CE5A16"/>
    <w:rsid w:val="00CE60F6"/>
    <w:rsid w:val="00CF1744"/>
    <w:rsid w:val="00CF3CF1"/>
    <w:rsid w:val="00CF446F"/>
    <w:rsid w:val="00D02571"/>
    <w:rsid w:val="00D02C86"/>
    <w:rsid w:val="00D042D3"/>
    <w:rsid w:val="00D04D57"/>
    <w:rsid w:val="00D077CD"/>
    <w:rsid w:val="00D07BF5"/>
    <w:rsid w:val="00D10CB8"/>
    <w:rsid w:val="00D10D92"/>
    <w:rsid w:val="00D1192A"/>
    <w:rsid w:val="00D12592"/>
    <w:rsid w:val="00D222E5"/>
    <w:rsid w:val="00D26852"/>
    <w:rsid w:val="00D27E1F"/>
    <w:rsid w:val="00D3153A"/>
    <w:rsid w:val="00D32A39"/>
    <w:rsid w:val="00D34690"/>
    <w:rsid w:val="00D3775D"/>
    <w:rsid w:val="00D41C2B"/>
    <w:rsid w:val="00D44FEE"/>
    <w:rsid w:val="00D5241B"/>
    <w:rsid w:val="00D53509"/>
    <w:rsid w:val="00D559AF"/>
    <w:rsid w:val="00D55B3D"/>
    <w:rsid w:val="00D56357"/>
    <w:rsid w:val="00D567A7"/>
    <w:rsid w:val="00D57B4E"/>
    <w:rsid w:val="00D60582"/>
    <w:rsid w:val="00D62AED"/>
    <w:rsid w:val="00D758E7"/>
    <w:rsid w:val="00D767A7"/>
    <w:rsid w:val="00D813D6"/>
    <w:rsid w:val="00D818FF"/>
    <w:rsid w:val="00D83835"/>
    <w:rsid w:val="00D90688"/>
    <w:rsid w:val="00D90BC4"/>
    <w:rsid w:val="00D967F8"/>
    <w:rsid w:val="00D973C2"/>
    <w:rsid w:val="00DA045A"/>
    <w:rsid w:val="00DA7045"/>
    <w:rsid w:val="00DB04F1"/>
    <w:rsid w:val="00DB56F1"/>
    <w:rsid w:val="00DC2417"/>
    <w:rsid w:val="00DC3620"/>
    <w:rsid w:val="00DC48A5"/>
    <w:rsid w:val="00DD40A2"/>
    <w:rsid w:val="00DD51F4"/>
    <w:rsid w:val="00DD58CA"/>
    <w:rsid w:val="00DD5D27"/>
    <w:rsid w:val="00DE05EE"/>
    <w:rsid w:val="00DE2E04"/>
    <w:rsid w:val="00DF1427"/>
    <w:rsid w:val="00DF17CE"/>
    <w:rsid w:val="00DF216A"/>
    <w:rsid w:val="00DF373D"/>
    <w:rsid w:val="00DF79BF"/>
    <w:rsid w:val="00E013D9"/>
    <w:rsid w:val="00E021DE"/>
    <w:rsid w:val="00E02332"/>
    <w:rsid w:val="00E026AE"/>
    <w:rsid w:val="00E030C3"/>
    <w:rsid w:val="00E077C7"/>
    <w:rsid w:val="00E07A7F"/>
    <w:rsid w:val="00E1197E"/>
    <w:rsid w:val="00E123CC"/>
    <w:rsid w:val="00E16F2D"/>
    <w:rsid w:val="00E17BB3"/>
    <w:rsid w:val="00E23130"/>
    <w:rsid w:val="00E2640B"/>
    <w:rsid w:val="00E3043A"/>
    <w:rsid w:val="00E31DE5"/>
    <w:rsid w:val="00E37310"/>
    <w:rsid w:val="00E53384"/>
    <w:rsid w:val="00E61375"/>
    <w:rsid w:val="00E6351C"/>
    <w:rsid w:val="00E65686"/>
    <w:rsid w:val="00E71C02"/>
    <w:rsid w:val="00E748AF"/>
    <w:rsid w:val="00E933A1"/>
    <w:rsid w:val="00E9673C"/>
    <w:rsid w:val="00E97822"/>
    <w:rsid w:val="00EA348F"/>
    <w:rsid w:val="00EA3D5F"/>
    <w:rsid w:val="00EA5773"/>
    <w:rsid w:val="00EA7418"/>
    <w:rsid w:val="00EB0F7C"/>
    <w:rsid w:val="00EB157E"/>
    <w:rsid w:val="00EB5C14"/>
    <w:rsid w:val="00EC6D02"/>
    <w:rsid w:val="00EC6FC5"/>
    <w:rsid w:val="00ED442E"/>
    <w:rsid w:val="00ED59FF"/>
    <w:rsid w:val="00EE0B0C"/>
    <w:rsid w:val="00EE3D32"/>
    <w:rsid w:val="00EE4A38"/>
    <w:rsid w:val="00EE4FA4"/>
    <w:rsid w:val="00EE7AE7"/>
    <w:rsid w:val="00EF01F8"/>
    <w:rsid w:val="00EF0262"/>
    <w:rsid w:val="00EF41FA"/>
    <w:rsid w:val="00EF4710"/>
    <w:rsid w:val="00F0023D"/>
    <w:rsid w:val="00F01DFC"/>
    <w:rsid w:val="00F020E4"/>
    <w:rsid w:val="00F211E8"/>
    <w:rsid w:val="00F21350"/>
    <w:rsid w:val="00F2311B"/>
    <w:rsid w:val="00F2385F"/>
    <w:rsid w:val="00F30FB5"/>
    <w:rsid w:val="00F31199"/>
    <w:rsid w:val="00F31BDA"/>
    <w:rsid w:val="00F33EDD"/>
    <w:rsid w:val="00F3661C"/>
    <w:rsid w:val="00F411CB"/>
    <w:rsid w:val="00F412F5"/>
    <w:rsid w:val="00F54A64"/>
    <w:rsid w:val="00F56CB4"/>
    <w:rsid w:val="00F615E3"/>
    <w:rsid w:val="00F65D59"/>
    <w:rsid w:val="00F6732D"/>
    <w:rsid w:val="00F675A4"/>
    <w:rsid w:val="00F70046"/>
    <w:rsid w:val="00F71F9E"/>
    <w:rsid w:val="00F73FF7"/>
    <w:rsid w:val="00F74112"/>
    <w:rsid w:val="00F74C6C"/>
    <w:rsid w:val="00F7682B"/>
    <w:rsid w:val="00F81262"/>
    <w:rsid w:val="00F8154B"/>
    <w:rsid w:val="00F83B6E"/>
    <w:rsid w:val="00F842D9"/>
    <w:rsid w:val="00F864C6"/>
    <w:rsid w:val="00F869D6"/>
    <w:rsid w:val="00F912C1"/>
    <w:rsid w:val="00F9210E"/>
    <w:rsid w:val="00F921CB"/>
    <w:rsid w:val="00F96316"/>
    <w:rsid w:val="00FA065A"/>
    <w:rsid w:val="00FB099E"/>
    <w:rsid w:val="00FB0D83"/>
    <w:rsid w:val="00FB1644"/>
    <w:rsid w:val="00FB1C97"/>
    <w:rsid w:val="00FB293D"/>
    <w:rsid w:val="00FB41FB"/>
    <w:rsid w:val="00FB4C98"/>
    <w:rsid w:val="00FB4E37"/>
    <w:rsid w:val="00FB5798"/>
    <w:rsid w:val="00FC064D"/>
    <w:rsid w:val="00FC156D"/>
    <w:rsid w:val="00FC3ABE"/>
    <w:rsid w:val="00FC5211"/>
    <w:rsid w:val="00FC5705"/>
    <w:rsid w:val="00FD789B"/>
    <w:rsid w:val="00FD798C"/>
    <w:rsid w:val="00FD7DCD"/>
    <w:rsid w:val="00FE06FE"/>
    <w:rsid w:val="00FE0773"/>
    <w:rsid w:val="00FF0B26"/>
    <w:rsid w:val="00FF0C56"/>
    <w:rsid w:val="00FF1D79"/>
    <w:rsid w:val="00FF3036"/>
    <w:rsid w:val="00FF34FD"/>
    <w:rsid w:val="00FF5A12"/>
    <w:rsid w:val="00FF6076"/>
    <w:rsid w:val="00FF6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0EA7"/>
    <w:pPr>
      <w:widowControl w:val="0"/>
      <w:spacing w:line="240" w:lineRule="atLeast"/>
    </w:pPr>
    <w:rPr>
      <w:rFonts w:ascii="Arial" w:eastAsia="宋体" w:hAnsi="Arial"/>
      <w:snapToGrid w:val="0"/>
    </w:rPr>
  </w:style>
  <w:style w:type="paragraph" w:styleId="Heading1">
    <w:name w:val="heading 1"/>
    <w:basedOn w:val="Normal"/>
    <w:next w:val="Normal"/>
    <w:link w:val="Heading1Char"/>
    <w:qFormat/>
    <w:rsid w:val="002B5EC7"/>
    <w:pPr>
      <w:keepNext/>
      <w:numPr>
        <w:numId w:val="3"/>
      </w:numPr>
      <w:tabs>
        <w:tab w:val="clear" w:pos="0"/>
      </w:tabs>
      <w:spacing w:before="120" w:after="120"/>
      <w:outlineLvl w:val="0"/>
    </w:pPr>
    <w:rPr>
      <w:rFonts w:cs="Arial"/>
      <w:b/>
      <w:bCs/>
      <w:sz w:val="24"/>
      <w:szCs w:val="24"/>
      <w:lang w:eastAsia="ja-JP"/>
    </w:rPr>
  </w:style>
  <w:style w:type="paragraph" w:styleId="Heading2">
    <w:name w:val="heading 2"/>
    <w:basedOn w:val="Heading1"/>
    <w:next w:val="Normal"/>
    <w:link w:val="Heading2Char"/>
    <w:qFormat/>
    <w:rsid w:val="00B625D6"/>
    <w:pPr>
      <w:numPr>
        <w:ilvl w:val="1"/>
      </w:numPr>
      <w:tabs>
        <w:tab w:val="clear" w:pos="576"/>
      </w:tabs>
      <w:ind w:left="0" w:firstLine="0"/>
      <w:outlineLvl w:val="1"/>
    </w:pPr>
    <w:rPr>
      <w:bCs w:val="0"/>
      <w:iCs/>
      <w:szCs w:val="28"/>
    </w:rPr>
  </w:style>
  <w:style w:type="paragraph" w:styleId="Heading3">
    <w:name w:val="heading 3"/>
    <w:basedOn w:val="Heading2"/>
    <w:next w:val="Normal"/>
    <w:qFormat/>
    <w:rsid w:val="00254D7C"/>
    <w:pPr>
      <w:numPr>
        <w:ilvl w:val="2"/>
      </w:numPr>
      <w:tabs>
        <w:tab w:val="clear" w:pos="720"/>
      </w:tabs>
      <w:ind w:left="0" w:firstLine="0"/>
      <w:outlineLvl w:val="2"/>
    </w:pPr>
    <w:rPr>
      <w:bCs/>
      <w:sz w:val="21"/>
      <w:szCs w:val="26"/>
    </w:rPr>
  </w:style>
  <w:style w:type="paragraph" w:styleId="Heading4">
    <w:name w:val="heading 4"/>
    <w:basedOn w:val="Heading3"/>
    <w:next w:val="Normal"/>
    <w:qFormat/>
    <w:rsid w:val="00254D7C"/>
    <w:pPr>
      <w:numPr>
        <w:ilvl w:val="3"/>
      </w:numPr>
      <w:tabs>
        <w:tab w:val="clear" w:pos="864"/>
      </w:tabs>
      <w:ind w:left="0" w:firstLine="0"/>
      <w:outlineLvl w:val="3"/>
    </w:pPr>
    <w:rPr>
      <w:rFonts w:cs="Times New Roman"/>
      <w:b w:val="0"/>
      <w:bCs w:val="0"/>
      <w:szCs w:val="21"/>
      <w:lang w:eastAsia="zh-CN"/>
    </w:rPr>
  </w:style>
  <w:style w:type="paragraph" w:styleId="Heading5">
    <w:name w:val="heading 5"/>
    <w:basedOn w:val="Heading4"/>
    <w:next w:val="Normal"/>
    <w:qFormat/>
    <w:rsid w:val="009D79DB"/>
    <w:pPr>
      <w:numPr>
        <w:ilvl w:val="4"/>
      </w:numPr>
      <w:tabs>
        <w:tab w:val="clear" w:pos="1008"/>
      </w:tabs>
      <w:ind w:left="0" w:firstLine="0"/>
      <w:outlineLvl w:val="4"/>
    </w:pPr>
  </w:style>
  <w:style w:type="paragraph" w:styleId="Heading6">
    <w:name w:val="heading 6"/>
    <w:basedOn w:val="Heading5"/>
    <w:next w:val="Normal"/>
    <w:qFormat/>
    <w:rsid w:val="00E026AE"/>
    <w:pPr>
      <w:numPr>
        <w:ilvl w:val="5"/>
      </w:numPr>
      <w:outlineLvl w:val="5"/>
    </w:pPr>
  </w:style>
  <w:style w:type="paragraph" w:styleId="Heading7">
    <w:name w:val="heading 7"/>
    <w:basedOn w:val="Heading6"/>
    <w:next w:val="Normal"/>
    <w:qFormat/>
    <w:rsid w:val="00E026AE"/>
    <w:pPr>
      <w:numPr>
        <w:ilvl w:val="6"/>
      </w:numPr>
      <w:outlineLvl w:val="6"/>
    </w:pPr>
  </w:style>
  <w:style w:type="paragraph" w:styleId="Heading8">
    <w:name w:val="heading 8"/>
    <w:basedOn w:val="Normal"/>
    <w:next w:val="Normal"/>
    <w:qFormat/>
    <w:rsid w:val="00E026AE"/>
    <w:pPr>
      <w:numPr>
        <w:ilvl w:val="7"/>
        <w:numId w:val="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qFormat/>
    <w:rsid w:val="00E026AE"/>
    <w:pPr>
      <w:numPr>
        <w:ilvl w:val="8"/>
        <w:numId w:val="3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Title"/>
    <w:autoRedefine/>
    <w:rsid w:val="00AF0DD9"/>
    <w:pPr>
      <w:spacing w:before="120" w:after="120"/>
    </w:pPr>
    <w:rPr>
      <w:rFonts w:ascii="Verdana" w:eastAsia="新宋体" w:hAnsi="MS Mincho"/>
      <w:b/>
      <w:sz w:val="36"/>
      <w:szCs w:val="36"/>
    </w:rPr>
  </w:style>
  <w:style w:type="paragraph" w:customStyle="1" w:styleId="Version">
    <w:name w:val="Version"/>
    <w:rsid w:val="00420404"/>
    <w:pPr>
      <w:jc w:val="right"/>
    </w:pPr>
    <w:rPr>
      <w:rFonts w:ascii="Verdana" w:hAnsi="Verdana"/>
      <w:sz w:val="28"/>
      <w:lang w:eastAsia="ja-JP"/>
    </w:rPr>
  </w:style>
  <w:style w:type="paragraph" w:styleId="TOC1">
    <w:name w:val="toc 1"/>
    <w:basedOn w:val="Normal"/>
    <w:next w:val="Normal"/>
    <w:autoRedefine/>
    <w:uiPriority w:val="39"/>
    <w:rsid w:val="00254D7C"/>
    <w:pPr>
      <w:tabs>
        <w:tab w:val="left" w:pos="400"/>
        <w:tab w:val="right" w:leader="dot" w:pos="8303"/>
      </w:tabs>
    </w:pPr>
  </w:style>
  <w:style w:type="paragraph" w:customStyle="1" w:styleId="Tabletext">
    <w:name w:val="Tabletext"/>
    <w:basedOn w:val="Normal"/>
    <w:rsid w:val="00F54A64"/>
    <w:pPr>
      <w:keepLines/>
      <w:spacing w:before="60" w:after="60"/>
    </w:pPr>
  </w:style>
  <w:style w:type="paragraph" w:styleId="DocumentMap">
    <w:name w:val="Document Map"/>
    <w:basedOn w:val="Normal"/>
    <w:semiHidden/>
    <w:rsid w:val="00AF0DD9"/>
    <w:pPr>
      <w:shd w:val="clear" w:color="auto" w:fill="000080"/>
    </w:pPr>
    <w:rPr>
      <w:rFonts w:ascii="Tahoma" w:hAnsi="Tahoma" w:cs="Tahoma"/>
    </w:rPr>
  </w:style>
  <w:style w:type="paragraph" w:customStyle="1" w:styleId="Bullet2">
    <w:name w:val="Bullet 2"/>
    <w:basedOn w:val="Normal"/>
    <w:rsid w:val="00AF0DD9"/>
    <w:pPr>
      <w:numPr>
        <w:numId w:val="2"/>
      </w:numPr>
      <w:spacing w:line="360" w:lineRule="auto"/>
      <w:ind w:left="1440" w:hanging="360"/>
    </w:pPr>
    <w:rPr>
      <w:rFonts w:cs="Arial"/>
    </w:rPr>
  </w:style>
  <w:style w:type="paragraph" w:customStyle="1" w:styleId="Paragraph1">
    <w:name w:val="Paragraph1"/>
    <w:basedOn w:val="Normal"/>
    <w:rsid w:val="00565513"/>
    <w:pPr>
      <w:spacing w:before="80" w:line="240" w:lineRule="auto"/>
      <w:ind w:firstLine="357"/>
    </w:pPr>
  </w:style>
  <w:style w:type="paragraph" w:customStyle="1" w:styleId="Bullet1">
    <w:name w:val="Bullet 1"/>
    <w:basedOn w:val="Normal"/>
    <w:rsid w:val="00AF0DD9"/>
    <w:pPr>
      <w:numPr>
        <w:numId w:val="1"/>
      </w:numPr>
      <w:tabs>
        <w:tab w:val="left" w:pos="720"/>
      </w:tabs>
      <w:spacing w:before="60" w:line="360" w:lineRule="auto"/>
    </w:pPr>
  </w:style>
  <w:style w:type="paragraph" w:styleId="TOC2">
    <w:name w:val="toc 2"/>
    <w:basedOn w:val="Normal"/>
    <w:next w:val="Normal"/>
    <w:autoRedefine/>
    <w:uiPriority w:val="39"/>
    <w:rsid w:val="00AF0DD9"/>
    <w:pPr>
      <w:ind w:left="200"/>
    </w:pPr>
  </w:style>
  <w:style w:type="paragraph" w:styleId="TOC3">
    <w:name w:val="toc 3"/>
    <w:basedOn w:val="Normal"/>
    <w:next w:val="Normal"/>
    <w:autoRedefine/>
    <w:semiHidden/>
    <w:rsid w:val="00AF0DD9"/>
    <w:pPr>
      <w:ind w:left="400"/>
    </w:pPr>
  </w:style>
  <w:style w:type="character" w:styleId="Hyperlink">
    <w:name w:val="Hyperlink"/>
    <w:basedOn w:val="DefaultParagraphFont"/>
    <w:uiPriority w:val="99"/>
    <w:rsid w:val="00AF0DD9"/>
    <w:rPr>
      <w:color w:val="0000FF"/>
      <w:u w:val="single"/>
    </w:rPr>
  </w:style>
  <w:style w:type="paragraph" w:styleId="Header">
    <w:name w:val="header"/>
    <w:basedOn w:val="Normal"/>
    <w:rsid w:val="00257A50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rsid w:val="00257A50"/>
    <w:pPr>
      <w:tabs>
        <w:tab w:val="center" w:pos="4419"/>
        <w:tab w:val="right" w:pos="8838"/>
      </w:tabs>
    </w:pPr>
  </w:style>
  <w:style w:type="table" w:styleId="TableGrid">
    <w:name w:val="Table Grid"/>
    <w:basedOn w:val="TableNormal"/>
    <w:rsid w:val="00257A50"/>
    <w:pPr>
      <w:widowControl w:val="0"/>
      <w:spacing w:line="240" w:lineRule="atLeas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257A50"/>
  </w:style>
  <w:style w:type="character" w:customStyle="1" w:styleId="Heading1Char">
    <w:name w:val="Heading 1 Char"/>
    <w:basedOn w:val="DefaultParagraphFont"/>
    <w:link w:val="Heading1"/>
    <w:rsid w:val="000403F5"/>
    <w:rPr>
      <w:rFonts w:ascii="Arial" w:eastAsia="宋体" w:hAnsi="Arial" w:cs="Arial"/>
      <w:b/>
      <w:bCs/>
      <w:snapToGrid w:val="0"/>
      <w:sz w:val="24"/>
      <w:szCs w:val="24"/>
      <w:lang w:eastAsia="ja-JP"/>
    </w:rPr>
  </w:style>
  <w:style w:type="character" w:customStyle="1" w:styleId="Heading2Char">
    <w:name w:val="Heading 2 Char"/>
    <w:basedOn w:val="DefaultParagraphFont"/>
    <w:link w:val="Heading2"/>
    <w:rsid w:val="00B30DE4"/>
    <w:rPr>
      <w:rFonts w:ascii="Arial" w:eastAsia="宋体" w:hAnsi="Arial" w:cs="Arial"/>
      <w:b/>
      <w:iCs/>
      <w:snapToGrid w:val="0"/>
      <w:sz w:val="24"/>
      <w:szCs w:val="28"/>
      <w:lang w:eastAsia="ja-JP"/>
    </w:rPr>
  </w:style>
  <w:style w:type="paragraph" w:styleId="BalloonText">
    <w:name w:val="Balloon Text"/>
    <w:basedOn w:val="Normal"/>
    <w:link w:val="BalloonTextChar"/>
    <w:rsid w:val="000C30A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0C30A7"/>
    <w:rPr>
      <w:rFonts w:ascii="Tahoma" w:eastAsia="宋体" w:hAnsi="Tahoma" w:cs="Tahoma"/>
      <w:snapToGrid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6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sourceforge.net/donate/index.php?group_id=171489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sourceforge.net/projects/db-model-excel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odeplex.com/dbmodelexcel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codeplex.com/dbmodelexcel/Release/ProjectReleases.aspx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yperlink" Target="mailto:steven.n.yang@gmai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_MyFiles\Projets\DBModelExcel\10_Template\Document_Standar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E2F1E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Document_Standard.dot</Template>
  <TotalTime>8</TotalTime>
  <Pages>1</Pages>
  <Words>1077</Words>
  <Characters>6139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Help</vt:lpstr>
    </vt:vector>
  </TitlesOfParts>
  <Company>IBM</Company>
  <LinksUpToDate>false</LinksUpToDate>
  <CharactersWithSpaces>7202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Help</dc:title>
  <dc:creator>Yang Ning (Steven)</dc:creator>
  <cp:lastModifiedBy>Steven</cp:lastModifiedBy>
  <cp:revision>6</cp:revision>
  <cp:lastPrinted>1601-01-01T00:00:00Z</cp:lastPrinted>
  <dcterms:created xsi:type="dcterms:W3CDTF">2014-09-13T14:12:00Z</dcterms:created>
  <dcterms:modified xsi:type="dcterms:W3CDTF">2014-09-13T14:21:00Z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ject">
    <vt:lpwstr>CodeGene</vt:lpwstr>
  </property>
</Properties>
</file>