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4F5" w:rsidRDefault="00806ABE" w:rsidP="00120D6A">
      <w:pPr>
        <w:pStyle w:val="Title"/>
      </w:pPr>
      <w:r>
        <w:t>Getting Started Guide</w:t>
      </w:r>
    </w:p>
    <w:p w:rsidR="00806ABE" w:rsidRDefault="00806ABE" w:rsidP="00806ABE">
      <w:r>
        <w:t>So, you have just downloaded Habanero</w:t>
      </w:r>
      <w:r w:rsidR="00E8789B">
        <w:t xml:space="preserve"> Suite 2.</w:t>
      </w:r>
      <w:r w:rsidR="000D1DEE">
        <w:t>6</w:t>
      </w:r>
      <w:r w:rsidR="00E8789B">
        <w:t>.</w:t>
      </w:r>
      <w:r w:rsidR="000D1DEE">
        <w:t>0</w:t>
      </w:r>
      <w:r>
        <w:t xml:space="preserve"> and are wondering where to from here. Well, here we go…</w:t>
      </w:r>
    </w:p>
    <w:p w:rsidR="004C32BC" w:rsidRPr="004C32BC" w:rsidRDefault="004C32BC" w:rsidP="00806ABE">
      <w:pPr>
        <w:rPr>
          <w:i/>
        </w:rPr>
      </w:pPr>
      <w:r w:rsidRPr="004C32BC">
        <w:rPr>
          <w:b/>
          <w:i/>
        </w:rPr>
        <w:t xml:space="preserve">Note: </w:t>
      </w:r>
      <w:r w:rsidRPr="004C32BC">
        <w:rPr>
          <w:i/>
        </w:rPr>
        <w:t xml:space="preserve">The only prerequisite for this framework and its tools is the .NET </w:t>
      </w:r>
      <w:r w:rsidR="000D1DEE">
        <w:rPr>
          <w:i/>
        </w:rPr>
        <w:t>4</w:t>
      </w:r>
      <w:r w:rsidRPr="004C32BC">
        <w:rPr>
          <w:i/>
        </w:rPr>
        <w:t>.</w:t>
      </w:r>
      <w:r w:rsidR="000D1DEE">
        <w:rPr>
          <w:i/>
        </w:rPr>
        <w:t>0</w:t>
      </w:r>
      <w:r w:rsidR="00552BB9">
        <w:rPr>
          <w:i/>
        </w:rPr>
        <w:t xml:space="preserve"> F</w:t>
      </w:r>
      <w:r w:rsidRPr="004C32BC">
        <w:rPr>
          <w:i/>
        </w:rPr>
        <w:t>ramework.</w:t>
      </w:r>
    </w:p>
    <w:p w:rsidR="00806ABE" w:rsidRDefault="00806ABE" w:rsidP="00120D6A">
      <w:pPr>
        <w:pStyle w:val="Heading1"/>
      </w:pPr>
      <w:r>
        <w:t>Package Contents</w:t>
      </w:r>
    </w:p>
    <w:p w:rsidR="00806ABE" w:rsidRDefault="00120D6A" w:rsidP="00806ABE">
      <w:r>
        <w:t>The root folder of this package contains the following:</w:t>
      </w:r>
    </w:p>
    <w:p w:rsidR="000D2165" w:rsidRDefault="000D2165" w:rsidP="000D2165">
      <w:pPr>
        <w:pStyle w:val="ListParagraph"/>
        <w:numPr>
          <w:ilvl w:val="0"/>
          <w:numId w:val="2"/>
        </w:numPr>
      </w:pPr>
      <w:r>
        <w:rPr>
          <w:b/>
        </w:rPr>
        <w:t>bin/</w:t>
      </w:r>
      <w:r>
        <w:t xml:space="preserve"> – The binaries for the Habanero components included in this package.</w:t>
      </w:r>
      <w:r w:rsidRPr="00E66474">
        <w:t xml:space="preserve"> </w:t>
      </w:r>
    </w:p>
    <w:p w:rsidR="000D2165" w:rsidRDefault="000D2165" w:rsidP="000D2165">
      <w:pPr>
        <w:pStyle w:val="ListParagraph"/>
        <w:numPr>
          <w:ilvl w:val="0"/>
          <w:numId w:val="2"/>
        </w:numPr>
      </w:pPr>
      <w:r w:rsidRPr="00E66474">
        <w:rPr>
          <w:b/>
        </w:rPr>
        <w:t>components/</w:t>
      </w:r>
      <w:r>
        <w:t xml:space="preserve"> – The Habanero components, their binaries and their source.</w:t>
      </w:r>
    </w:p>
    <w:p w:rsidR="000D2165" w:rsidRDefault="000D2165" w:rsidP="000D2165">
      <w:pPr>
        <w:pStyle w:val="ListParagraph"/>
        <w:numPr>
          <w:ilvl w:val="0"/>
          <w:numId w:val="2"/>
        </w:numPr>
      </w:pPr>
      <w:r>
        <w:rPr>
          <w:b/>
        </w:rPr>
        <w:t>hands on lab/</w:t>
      </w:r>
      <w:r>
        <w:t xml:space="preserve"> – Some hands on articles for gaining a better understanding on how to use the framework.</w:t>
      </w:r>
    </w:p>
    <w:p w:rsidR="000D2165" w:rsidRDefault="000D2165" w:rsidP="000D2165">
      <w:pPr>
        <w:pStyle w:val="ListParagraph"/>
        <w:numPr>
          <w:ilvl w:val="0"/>
          <w:numId w:val="2"/>
        </w:numPr>
      </w:pPr>
      <w:r w:rsidRPr="002A5A14">
        <w:rPr>
          <w:b/>
        </w:rPr>
        <w:t>tools/</w:t>
      </w:r>
      <w:r>
        <w:t xml:space="preserve"> – Some tools that will help you get going with the Habanero Framework.</w:t>
      </w:r>
    </w:p>
    <w:p w:rsidR="00197942" w:rsidRPr="00806ABE" w:rsidRDefault="00197942" w:rsidP="000D2165">
      <w:pPr>
        <w:pStyle w:val="ListParagraph"/>
        <w:numPr>
          <w:ilvl w:val="0"/>
          <w:numId w:val="2"/>
        </w:numPr>
      </w:pPr>
      <w:r>
        <w:rPr>
          <w:b/>
        </w:rPr>
        <w:t xml:space="preserve">samples/ </w:t>
      </w:r>
      <w:r>
        <w:t>– Some samples showing how to use Habanero in various scenarios</w:t>
      </w:r>
    </w:p>
    <w:p w:rsidR="00120D6A" w:rsidRDefault="00120D6A" w:rsidP="00120D6A">
      <w:pPr>
        <w:pStyle w:val="ListParagraph"/>
        <w:numPr>
          <w:ilvl w:val="0"/>
          <w:numId w:val="2"/>
        </w:numPr>
      </w:pPr>
      <w:r w:rsidRPr="00120D6A">
        <w:rPr>
          <w:b/>
        </w:rPr>
        <w:t>Brochure.pdf</w:t>
      </w:r>
      <w:r>
        <w:t xml:space="preserve"> – </w:t>
      </w:r>
      <w:r w:rsidR="002A5A14">
        <w:t>A</w:t>
      </w:r>
      <w:r>
        <w:t xml:space="preserve"> marketing brochure highlighting the main benefits of Habanero.</w:t>
      </w:r>
    </w:p>
    <w:p w:rsidR="00120D6A" w:rsidRDefault="00120D6A" w:rsidP="00120D6A">
      <w:pPr>
        <w:pStyle w:val="ListParagraph"/>
        <w:numPr>
          <w:ilvl w:val="0"/>
          <w:numId w:val="2"/>
        </w:numPr>
      </w:pPr>
      <w:r w:rsidRPr="00120D6A">
        <w:rPr>
          <w:b/>
        </w:rPr>
        <w:t>GettingStarted.pdf</w:t>
      </w:r>
      <w:r>
        <w:t xml:space="preserve"> – This guide</w:t>
      </w:r>
      <w:r w:rsidR="007C1F96">
        <w:t>… amazing isn’t it…</w:t>
      </w:r>
    </w:p>
    <w:p w:rsidR="00120D6A" w:rsidRDefault="00120D6A" w:rsidP="00120D6A">
      <w:pPr>
        <w:pStyle w:val="ListParagraph"/>
        <w:numPr>
          <w:ilvl w:val="0"/>
          <w:numId w:val="2"/>
        </w:numPr>
      </w:pPr>
      <w:r w:rsidRPr="00120D6A">
        <w:rPr>
          <w:b/>
        </w:rPr>
        <w:t>HabaneroBook_EarlyDraft.pdf</w:t>
      </w:r>
      <w:r>
        <w:t xml:space="preserve"> – </w:t>
      </w:r>
      <w:r w:rsidR="002A5A14">
        <w:t>A</w:t>
      </w:r>
      <w:r>
        <w:t xml:space="preserve"> </w:t>
      </w:r>
      <w:r w:rsidRPr="002A5A14">
        <w:rPr>
          <w:b/>
          <w:i/>
        </w:rPr>
        <w:t>very early</w:t>
      </w:r>
      <w:r>
        <w:t xml:space="preserve"> work in progress draft of the Habanero book that will give you some insight into the framework, its concepts and the practices valued around its development.</w:t>
      </w:r>
    </w:p>
    <w:p w:rsidR="00120D6A" w:rsidRDefault="00120D6A" w:rsidP="00120D6A">
      <w:pPr>
        <w:pStyle w:val="ListParagraph"/>
        <w:numPr>
          <w:ilvl w:val="0"/>
          <w:numId w:val="2"/>
        </w:numPr>
      </w:pPr>
      <w:r w:rsidRPr="00120D6A">
        <w:rPr>
          <w:b/>
        </w:rPr>
        <w:t>readme.txt</w:t>
      </w:r>
      <w:r>
        <w:t xml:space="preserve"> – Some simple information about the package.</w:t>
      </w:r>
    </w:p>
    <w:p w:rsidR="00205CF3" w:rsidRDefault="00205CF3" w:rsidP="00205CF3">
      <w:pPr>
        <w:pStyle w:val="Heading1"/>
      </w:pPr>
      <w:r>
        <w:t>Tools</w:t>
      </w:r>
    </w:p>
    <w:p w:rsidR="00205CF3" w:rsidRDefault="00205CF3" w:rsidP="00964F9D">
      <w:r>
        <w:t>The “</w:t>
      </w:r>
      <w:r w:rsidRPr="00205CF3">
        <w:rPr>
          <w:b/>
        </w:rPr>
        <w:t>FireStarter</w:t>
      </w:r>
      <w:r>
        <w:rPr>
          <w:b/>
        </w:rPr>
        <w:t>”</w:t>
      </w:r>
      <w:r>
        <w:t xml:space="preserve"> tool provided in this package will assist you in creating your applications based on the Habanero framework.</w:t>
      </w:r>
      <w:r w:rsidR="00964F9D">
        <w:t xml:space="preserve"> </w:t>
      </w:r>
      <w:r w:rsidR="004C32BC">
        <w:t>It is not required for Habanero development, but does help a great deal.</w:t>
      </w:r>
    </w:p>
    <w:p w:rsidR="00964F9D" w:rsidRDefault="00796FA0" w:rsidP="00964F9D">
      <w:pPr>
        <w:pStyle w:val="ListParagraph"/>
        <w:numPr>
          <w:ilvl w:val="0"/>
          <w:numId w:val="5"/>
        </w:numPr>
      </w:pPr>
      <w:r>
        <w:t xml:space="preserve">FireStarter can be run from the folder it is found in and does not required any </w:t>
      </w:r>
      <w:r w:rsidR="00D667B1">
        <w:t xml:space="preserve">installation procedure (other than ensuring that the .NET </w:t>
      </w:r>
      <w:r w:rsidR="00980522">
        <w:t>4</w:t>
      </w:r>
      <w:r w:rsidR="00D667B1">
        <w:t>.</w:t>
      </w:r>
      <w:r w:rsidR="00980522">
        <w:t>0</w:t>
      </w:r>
      <w:r w:rsidR="00D667B1">
        <w:t xml:space="preserve"> </w:t>
      </w:r>
      <w:r w:rsidR="00552BB9">
        <w:t>F</w:t>
      </w:r>
      <w:r w:rsidR="00D667B1">
        <w:t>ramework is installed)</w:t>
      </w:r>
      <w:r>
        <w:t>.</w:t>
      </w:r>
    </w:p>
    <w:p w:rsidR="00796FA0" w:rsidRPr="00796FA0" w:rsidRDefault="00796FA0" w:rsidP="00964F9D">
      <w:pPr>
        <w:pStyle w:val="ListParagraph"/>
        <w:numPr>
          <w:ilvl w:val="0"/>
          <w:numId w:val="5"/>
        </w:numPr>
        <w:rPr>
          <w:rStyle w:val="Strong"/>
          <w:b w:val="0"/>
          <w:bCs w:val="0"/>
        </w:rPr>
      </w:pPr>
      <w:r>
        <w:t>If you use the “Import from Database”</w:t>
      </w:r>
      <w:r w:rsidR="00D667B1">
        <w:t xml:space="preserve"> or “Create Solution from Database”</w:t>
      </w:r>
      <w:r>
        <w:t xml:space="preserve"> feature to reverse engineer your database into your domain model you will need to place </w:t>
      </w:r>
      <w:r>
        <w:rPr>
          <w:rStyle w:val="Strong"/>
          <w:b w:val="0"/>
        </w:rPr>
        <w:t xml:space="preserve">the relevant database provider’s ADO.NET </w:t>
      </w:r>
      <w:r w:rsidR="00D667B1">
        <w:rPr>
          <w:rStyle w:val="Strong"/>
          <w:b w:val="0"/>
        </w:rPr>
        <w:t>provider dlls in</w:t>
      </w:r>
      <w:r>
        <w:rPr>
          <w:rStyle w:val="Strong"/>
          <w:b w:val="0"/>
        </w:rPr>
        <w:t xml:space="preserve"> the </w:t>
      </w:r>
      <w:r w:rsidR="00D667B1">
        <w:rPr>
          <w:rStyle w:val="Strong"/>
          <w:b w:val="0"/>
        </w:rPr>
        <w:t xml:space="preserve">FireStarter </w:t>
      </w:r>
      <w:r>
        <w:rPr>
          <w:rStyle w:val="Strong"/>
          <w:b w:val="0"/>
        </w:rPr>
        <w:t>application folder.</w:t>
      </w:r>
    </w:p>
    <w:p w:rsidR="007C64E1" w:rsidRPr="00197942" w:rsidRDefault="00796FA0" w:rsidP="00197942">
      <w:pPr>
        <w:pStyle w:val="ListParagraph"/>
        <w:numPr>
          <w:ilvl w:val="0"/>
          <w:numId w:val="5"/>
        </w:numPr>
        <w:rPr>
          <w:rStyle w:val="Strong"/>
          <w:b w:val="0"/>
          <w:bCs w:val="0"/>
        </w:rPr>
      </w:pPr>
      <w:r>
        <w:rPr>
          <w:rStyle w:val="Strong"/>
          <w:b w:val="0"/>
        </w:rPr>
        <w:t xml:space="preserve">The tutorials found on the </w:t>
      </w:r>
      <w:hyperlink r:id="rId9" w:history="1">
        <w:r w:rsidRPr="009A02AD">
          <w:rPr>
            <w:rStyle w:val="Hyperlink"/>
          </w:rPr>
          <w:t>http://www.habanerolabs.com</w:t>
        </w:r>
      </w:hyperlink>
      <w:r>
        <w:rPr>
          <w:rStyle w:val="Strong"/>
          <w:b w:val="0"/>
        </w:rPr>
        <w:t xml:space="preserve"> site will assist you in getting started with modeling your domain with this tool.</w:t>
      </w:r>
    </w:p>
    <w:p w:rsidR="004C32BC" w:rsidRPr="007C64E1" w:rsidRDefault="004C32BC" w:rsidP="00964F9D">
      <w:pPr>
        <w:pStyle w:val="ListParagraph"/>
        <w:numPr>
          <w:ilvl w:val="0"/>
          <w:numId w:val="5"/>
        </w:numPr>
        <w:rPr>
          <w:rStyle w:val="Strong"/>
          <w:b w:val="0"/>
          <w:bCs w:val="0"/>
        </w:rPr>
      </w:pPr>
      <w:r>
        <w:rPr>
          <w:rStyle w:val="Strong"/>
          <w:b w:val="0"/>
        </w:rPr>
        <w:t>FireStarter has been designed with an agile development methodology in mind, so it will easily handle repeated modeling and code generation cycles in your application development process.</w:t>
      </w:r>
    </w:p>
    <w:p w:rsidR="007C64E1" w:rsidRPr="007C64E1" w:rsidRDefault="007C64E1" w:rsidP="00964F9D">
      <w:pPr>
        <w:pStyle w:val="ListParagraph"/>
        <w:numPr>
          <w:ilvl w:val="0"/>
          <w:numId w:val="5"/>
        </w:numPr>
        <w:rPr>
          <w:rStyle w:val="Strong"/>
          <w:b w:val="0"/>
          <w:bCs w:val="0"/>
        </w:rPr>
      </w:pPr>
      <w:r>
        <w:rPr>
          <w:rStyle w:val="Strong"/>
          <w:b w:val="0"/>
        </w:rPr>
        <w:t xml:space="preserve">The code generated by this tool makes use of partial classes to keep the modifiable classes separate to the generated ones. For example, if a ‘MyClass.cs’ file is generated with a ‘MyClass.def.cs’ file as well, the ‘def.cs’ will be regenerated from FireStarter each time the Code Generation feature is used. It is best to check the comments at the top of a generated class before modifying it to make sure that it is not a file that </w:t>
      </w:r>
      <w:r w:rsidR="004C32BC">
        <w:rPr>
          <w:rStyle w:val="Strong"/>
          <w:b w:val="0"/>
        </w:rPr>
        <w:t xml:space="preserve">could </w:t>
      </w:r>
      <w:r>
        <w:rPr>
          <w:rStyle w:val="Strong"/>
          <w:b w:val="0"/>
        </w:rPr>
        <w:t>be regenerated</w:t>
      </w:r>
      <w:r w:rsidR="004C32BC">
        <w:rPr>
          <w:rStyle w:val="Strong"/>
          <w:b w:val="0"/>
        </w:rPr>
        <w:t xml:space="preserve"> at a later stage</w:t>
      </w:r>
      <w:r>
        <w:rPr>
          <w:rStyle w:val="Strong"/>
          <w:b w:val="0"/>
        </w:rPr>
        <w:t>.</w:t>
      </w:r>
    </w:p>
    <w:p w:rsidR="00205CF3" w:rsidRPr="00205CF3" w:rsidRDefault="00205CF3" w:rsidP="00D667B1">
      <w:pPr>
        <w:pStyle w:val="Heading1"/>
      </w:pPr>
      <w:r>
        <w:lastRenderedPageBreak/>
        <w:t>Components</w:t>
      </w:r>
    </w:p>
    <w:p w:rsidR="00806ABE" w:rsidRDefault="00806ABE" w:rsidP="00120D6A">
      <w:pPr>
        <w:pStyle w:val="Heading2"/>
      </w:pPr>
      <w:r>
        <w:t>Habanero Core</w:t>
      </w:r>
    </w:p>
    <w:p w:rsidR="00806ABE" w:rsidRDefault="00806ABE" w:rsidP="00806ABE">
      <w:r>
        <w:t xml:space="preserve">Habanero Core is the heart of </w:t>
      </w:r>
      <w:r w:rsidR="002A5A14">
        <w:t xml:space="preserve">the </w:t>
      </w:r>
      <w:r>
        <w:t>Habanero</w:t>
      </w:r>
      <w:r w:rsidR="002A5A14">
        <w:t xml:space="preserve"> framework</w:t>
      </w:r>
      <w:r>
        <w:t xml:space="preserve">. It contains the ORM layer of the framework. This includes </w:t>
      </w:r>
      <w:r w:rsidR="007C1F96">
        <w:t>d</w:t>
      </w:r>
      <w:r>
        <w:t xml:space="preserve">ata </w:t>
      </w:r>
      <w:r w:rsidR="007C1F96">
        <w:t>a</w:t>
      </w:r>
      <w:r>
        <w:t>ccessors for multiple database vendors as well as a highly efficient in-memory data store.</w:t>
      </w:r>
    </w:p>
    <w:p w:rsidR="00806ABE" w:rsidRDefault="002A5A14" w:rsidP="00524616">
      <w:pPr>
        <w:pStyle w:val="ListParagraph"/>
        <w:numPr>
          <w:ilvl w:val="0"/>
          <w:numId w:val="3"/>
        </w:numPr>
        <w:rPr>
          <w:rStyle w:val="Strong"/>
          <w:b w:val="0"/>
        </w:rPr>
      </w:pPr>
      <w:r>
        <w:rPr>
          <w:rStyle w:val="Strong"/>
        </w:rPr>
        <w:t>Binaries</w:t>
      </w:r>
      <w:r w:rsidRPr="00524616">
        <w:rPr>
          <w:rStyle w:val="Strong"/>
          <w:b w:val="0"/>
        </w:rPr>
        <w:t xml:space="preserve"> – These are found in the </w:t>
      </w:r>
      <w:r w:rsidR="00E66474" w:rsidRPr="00524616">
        <w:rPr>
          <w:rStyle w:val="Strong"/>
          <w:b w:val="0"/>
          <w:i/>
        </w:rPr>
        <w:t>“components/Habanero Core 2.</w:t>
      </w:r>
      <w:r w:rsidR="0045080B">
        <w:rPr>
          <w:rStyle w:val="Strong"/>
          <w:b w:val="0"/>
          <w:i/>
        </w:rPr>
        <w:t>6.0</w:t>
      </w:r>
      <w:r w:rsidR="00E66474" w:rsidRPr="00524616">
        <w:rPr>
          <w:rStyle w:val="Strong"/>
          <w:b w:val="0"/>
          <w:i/>
        </w:rPr>
        <w:t xml:space="preserve">/bin” </w:t>
      </w:r>
      <w:r w:rsidR="00E66474" w:rsidRPr="00524616">
        <w:rPr>
          <w:rStyle w:val="Strong"/>
          <w:b w:val="0"/>
        </w:rPr>
        <w:t>folder</w:t>
      </w:r>
      <w:r w:rsidR="00524616" w:rsidRPr="00524616">
        <w:rPr>
          <w:rStyle w:val="Strong"/>
          <w:b w:val="0"/>
        </w:rPr>
        <w:t>.</w:t>
      </w:r>
    </w:p>
    <w:p w:rsidR="00524616" w:rsidRDefault="00524616" w:rsidP="00524616">
      <w:pPr>
        <w:pStyle w:val="ListParagraph"/>
        <w:numPr>
          <w:ilvl w:val="1"/>
          <w:numId w:val="3"/>
        </w:numPr>
        <w:rPr>
          <w:rStyle w:val="Strong"/>
          <w:b w:val="0"/>
        </w:rPr>
      </w:pPr>
      <w:r w:rsidRPr="00690E15">
        <w:rPr>
          <w:rStyle w:val="Strong"/>
        </w:rPr>
        <w:t>Habanero.Base.dll</w:t>
      </w:r>
      <w:r>
        <w:rPr>
          <w:rStyle w:val="Strong"/>
          <w:b w:val="0"/>
        </w:rPr>
        <w:t xml:space="preserve"> – The base library for Habanero, containing</w:t>
      </w:r>
      <w:r w:rsidR="00690E15">
        <w:rPr>
          <w:rStyle w:val="Strong"/>
          <w:b w:val="0"/>
        </w:rPr>
        <w:t xml:space="preserve"> the required</w:t>
      </w:r>
      <w:r>
        <w:rPr>
          <w:rStyle w:val="Strong"/>
          <w:b w:val="0"/>
        </w:rPr>
        <w:t xml:space="preserve"> interfaces</w:t>
      </w:r>
      <w:r w:rsidR="00690E15">
        <w:rPr>
          <w:rStyle w:val="Strong"/>
          <w:b w:val="0"/>
        </w:rPr>
        <w:t xml:space="preserve"> and infrastructure for the framework. It also includes a variety of </w:t>
      </w:r>
      <w:r>
        <w:rPr>
          <w:rStyle w:val="Strong"/>
          <w:b w:val="0"/>
        </w:rPr>
        <w:t>utility classes.</w:t>
      </w:r>
    </w:p>
    <w:p w:rsidR="00524616" w:rsidRDefault="00524616" w:rsidP="00524616">
      <w:pPr>
        <w:pStyle w:val="ListParagraph"/>
        <w:numPr>
          <w:ilvl w:val="1"/>
          <w:numId w:val="3"/>
        </w:numPr>
        <w:rPr>
          <w:rStyle w:val="Strong"/>
          <w:b w:val="0"/>
        </w:rPr>
      </w:pPr>
      <w:r w:rsidRPr="00690E15">
        <w:rPr>
          <w:rStyle w:val="Strong"/>
        </w:rPr>
        <w:t>Habanero.BO.dll</w:t>
      </w:r>
      <w:r>
        <w:rPr>
          <w:rStyle w:val="Strong"/>
          <w:b w:val="0"/>
        </w:rPr>
        <w:t xml:space="preserve"> – The core implementation of the ORM</w:t>
      </w:r>
      <w:r w:rsidR="00690E15">
        <w:rPr>
          <w:rStyle w:val="Strong"/>
          <w:b w:val="0"/>
        </w:rPr>
        <w:t>, including the base domain classes, the implementation of the high speed in-memory data store as well as the parsers for the standard domain mapping xml definition files</w:t>
      </w:r>
      <w:r>
        <w:rPr>
          <w:rStyle w:val="Strong"/>
          <w:b w:val="0"/>
        </w:rPr>
        <w:t>.</w:t>
      </w:r>
    </w:p>
    <w:p w:rsidR="00524616" w:rsidRDefault="00524616" w:rsidP="00524616">
      <w:pPr>
        <w:pStyle w:val="ListParagraph"/>
        <w:numPr>
          <w:ilvl w:val="1"/>
          <w:numId w:val="3"/>
        </w:numPr>
        <w:rPr>
          <w:rStyle w:val="Strong"/>
          <w:b w:val="0"/>
        </w:rPr>
      </w:pPr>
      <w:r w:rsidRPr="00690E15">
        <w:rPr>
          <w:rStyle w:val="Strong"/>
        </w:rPr>
        <w:t>Habanero.DB.dll</w:t>
      </w:r>
      <w:r>
        <w:rPr>
          <w:rStyle w:val="Strong"/>
          <w:b w:val="0"/>
        </w:rPr>
        <w:t xml:space="preserve"> – This library contains all of the database specific adapters and connection factories for </w:t>
      </w:r>
      <w:r w:rsidR="00690E15">
        <w:rPr>
          <w:rStyle w:val="Strong"/>
          <w:b w:val="0"/>
        </w:rPr>
        <w:t>every database vendor that Habanero supports out of the box.</w:t>
      </w:r>
    </w:p>
    <w:p w:rsidR="00690E15" w:rsidRDefault="00690E15" w:rsidP="00690E15">
      <w:pPr>
        <w:pStyle w:val="ListParagraph"/>
        <w:numPr>
          <w:ilvl w:val="2"/>
          <w:numId w:val="3"/>
        </w:numPr>
        <w:rPr>
          <w:rStyle w:val="Strong"/>
          <w:b w:val="0"/>
        </w:rPr>
      </w:pPr>
      <w:r w:rsidRPr="00A67BD3">
        <w:rPr>
          <w:rStyle w:val="Strong"/>
          <w:u w:val="single"/>
        </w:rPr>
        <w:t>Note</w:t>
      </w:r>
      <w:r w:rsidRPr="00A67BD3">
        <w:rPr>
          <w:rStyle w:val="Strong"/>
          <w:b w:val="0"/>
          <w:u w:val="single"/>
        </w:rPr>
        <w:t>:</w:t>
      </w:r>
      <w:r>
        <w:rPr>
          <w:rStyle w:val="Strong"/>
          <w:b w:val="0"/>
        </w:rPr>
        <w:t xml:space="preserve"> If you do not require a database connection, this library is not needed. But, if you do intend to connect to a database, the relevant provider’s ADO.NET dlls should be placed in the application’s runtime folder or referenced directly.</w:t>
      </w:r>
    </w:p>
    <w:p w:rsidR="00E8789B" w:rsidRDefault="00E8789B" w:rsidP="00E8789B">
      <w:pPr>
        <w:pStyle w:val="ListParagraph"/>
        <w:numPr>
          <w:ilvl w:val="1"/>
          <w:numId w:val="3"/>
        </w:numPr>
        <w:rPr>
          <w:rStyle w:val="Strong"/>
          <w:b w:val="0"/>
        </w:rPr>
      </w:pPr>
      <w:r>
        <w:rPr>
          <w:rStyle w:val="Strong"/>
        </w:rPr>
        <w:t>Habanero.Console</w:t>
      </w:r>
      <w:r w:rsidRPr="00690E15">
        <w:rPr>
          <w:rStyle w:val="Strong"/>
        </w:rPr>
        <w:t>.dll</w:t>
      </w:r>
      <w:r>
        <w:rPr>
          <w:rStyle w:val="Strong"/>
          <w:b w:val="0"/>
        </w:rPr>
        <w:t xml:space="preserve"> – This library contains startup classes to make running a console Habanero-based application easier.</w:t>
      </w:r>
    </w:p>
    <w:p w:rsidR="00524616" w:rsidRDefault="00690E15" w:rsidP="00806ABE">
      <w:pPr>
        <w:pStyle w:val="ListParagraph"/>
        <w:numPr>
          <w:ilvl w:val="0"/>
          <w:numId w:val="3"/>
        </w:numPr>
        <w:rPr>
          <w:rStyle w:val="Strong"/>
          <w:b w:val="0"/>
        </w:rPr>
      </w:pPr>
      <w:r>
        <w:rPr>
          <w:rStyle w:val="Strong"/>
        </w:rPr>
        <w:t xml:space="preserve">Source </w:t>
      </w:r>
      <w:r w:rsidRPr="00C2121F">
        <w:rPr>
          <w:rStyle w:val="Strong"/>
          <w:b w:val="0"/>
        </w:rPr>
        <w:t xml:space="preserve">– The source code is found in a zip file in the </w:t>
      </w:r>
      <w:r w:rsidRPr="00C2121F">
        <w:rPr>
          <w:rStyle w:val="Strong"/>
          <w:b w:val="0"/>
          <w:i/>
        </w:rPr>
        <w:t xml:space="preserve">“components/Habanero Core </w:t>
      </w:r>
      <w:r w:rsidR="0045080B">
        <w:rPr>
          <w:rStyle w:val="Strong"/>
          <w:b w:val="0"/>
          <w:i/>
        </w:rPr>
        <w:t>2.6.0</w:t>
      </w:r>
      <w:r w:rsidRPr="00C2121F">
        <w:rPr>
          <w:rStyle w:val="Strong"/>
          <w:b w:val="0"/>
          <w:i/>
        </w:rPr>
        <w:t>”</w:t>
      </w:r>
      <w:r w:rsidRPr="00C2121F">
        <w:rPr>
          <w:rStyle w:val="Strong"/>
          <w:b w:val="0"/>
        </w:rPr>
        <w:t xml:space="preserve"> folder. </w:t>
      </w:r>
      <w:r w:rsidR="00C2121F" w:rsidRPr="00C2121F">
        <w:rPr>
          <w:rStyle w:val="Strong"/>
          <w:b w:val="0"/>
        </w:rPr>
        <w:t>Please do not hesitate to dive into the framework and add your ideas, feedback, and contributions.</w:t>
      </w:r>
    </w:p>
    <w:p w:rsidR="00975530" w:rsidRDefault="00975530" w:rsidP="00975530">
      <w:pPr>
        <w:pStyle w:val="ListParagraph"/>
        <w:numPr>
          <w:ilvl w:val="0"/>
          <w:numId w:val="3"/>
        </w:numPr>
        <w:rPr>
          <w:rStyle w:val="Strong"/>
          <w:b w:val="0"/>
        </w:rPr>
      </w:pPr>
      <w:r>
        <w:rPr>
          <w:rStyle w:val="Strong"/>
        </w:rPr>
        <w:t xml:space="preserve">Code </w:t>
      </w:r>
      <w:r w:rsidR="00C2121F">
        <w:rPr>
          <w:rStyle w:val="Strong"/>
        </w:rPr>
        <w:t xml:space="preserve">Documentation </w:t>
      </w:r>
      <w:r w:rsidR="00C2121F">
        <w:rPr>
          <w:rStyle w:val="Strong"/>
          <w:b w:val="0"/>
        </w:rPr>
        <w:t xml:space="preserve">– The code documentation is found in the </w:t>
      </w:r>
      <w:r w:rsidR="00C2121F" w:rsidRPr="00C2121F">
        <w:rPr>
          <w:rStyle w:val="Strong"/>
          <w:b w:val="0"/>
          <w:i/>
        </w:rPr>
        <w:t xml:space="preserve">“components/Habanero Core </w:t>
      </w:r>
      <w:r w:rsidR="0045080B">
        <w:rPr>
          <w:rStyle w:val="Strong"/>
          <w:b w:val="0"/>
          <w:i/>
        </w:rPr>
        <w:t>2.6.0</w:t>
      </w:r>
      <w:r w:rsidR="00C2121F" w:rsidRPr="00C2121F">
        <w:rPr>
          <w:rStyle w:val="Strong"/>
          <w:b w:val="0"/>
          <w:i/>
        </w:rPr>
        <w:t>”</w:t>
      </w:r>
      <w:r w:rsidR="00C2121F">
        <w:rPr>
          <w:rStyle w:val="Strong"/>
          <w:b w:val="0"/>
        </w:rPr>
        <w:t xml:space="preserve"> folder. It is an auto generated document that provides specific information about each </w:t>
      </w:r>
      <w:r w:rsidR="00844EC3">
        <w:rPr>
          <w:rStyle w:val="Strong"/>
          <w:b w:val="0"/>
        </w:rPr>
        <w:t>class and function in the framework.</w:t>
      </w:r>
    </w:p>
    <w:p w:rsidR="00975530" w:rsidRDefault="00975530" w:rsidP="00975530">
      <w:pPr>
        <w:pStyle w:val="ListParagraph"/>
        <w:numPr>
          <w:ilvl w:val="0"/>
          <w:numId w:val="3"/>
        </w:numPr>
        <w:rPr>
          <w:rStyle w:val="Strong"/>
          <w:b w:val="0"/>
        </w:rPr>
      </w:pPr>
      <w:r>
        <w:rPr>
          <w:rStyle w:val="Strong"/>
        </w:rPr>
        <w:t xml:space="preserve">Resources </w:t>
      </w:r>
      <w:r>
        <w:rPr>
          <w:rStyle w:val="Strong"/>
          <w:b w:val="0"/>
        </w:rPr>
        <w:t xml:space="preserve">– The primary resource for information is </w:t>
      </w:r>
      <w:hyperlink r:id="rId10" w:history="1">
        <w:r w:rsidRPr="009A02AD">
          <w:rPr>
            <w:rStyle w:val="Hyperlink"/>
          </w:rPr>
          <w:t>http://www.habanerolabs.com</w:t>
        </w:r>
      </w:hyperlink>
    </w:p>
    <w:p w:rsidR="00232649" w:rsidRPr="00232649" w:rsidRDefault="00232649" w:rsidP="00975530">
      <w:pPr>
        <w:pStyle w:val="ListParagraph"/>
        <w:numPr>
          <w:ilvl w:val="1"/>
          <w:numId w:val="3"/>
        </w:numPr>
        <w:rPr>
          <w:rStyle w:val="Strong"/>
          <w:b w:val="0"/>
        </w:rPr>
      </w:pPr>
      <w:r>
        <w:rPr>
          <w:rStyle w:val="Strong"/>
        </w:rPr>
        <w:t xml:space="preserve">Hands on lab – </w:t>
      </w:r>
      <w:r>
        <w:rPr>
          <w:rStyle w:val="Strong"/>
          <w:b w:val="0"/>
        </w:rPr>
        <w:t>If you are new to domain modeling or want to see what Habanero Core is all about without worrying about user interfaces or databases these labs will guide you through the first few steps.</w:t>
      </w:r>
    </w:p>
    <w:p w:rsidR="00197942" w:rsidRPr="00197942" w:rsidRDefault="00197942" w:rsidP="00975530">
      <w:pPr>
        <w:pStyle w:val="ListParagraph"/>
        <w:numPr>
          <w:ilvl w:val="1"/>
          <w:numId w:val="3"/>
        </w:numPr>
        <w:rPr>
          <w:rStyle w:val="Strong"/>
          <w:b w:val="0"/>
        </w:rPr>
      </w:pPr>
      <w:r>
        <w:rPr>
          <w:rStyle w:val="Strong"/>
        </w:rPr>
        <w:t xml:space="preserve">Samples – </w:t>
      </w:r>
      <w:r>
        <w:rPr>
          <w:rStyle w:val="Strong"/>
          <w:b w:val="0"/>
        </w:rPr>
        <w:t>There a</w:t>
      </w:r>
      <w:r w:rsidR="00232649">
        <w:rPr>
          <w:rStyle w:val="Strong"/>
          <w:b w:val="0"/>
        </w:rPr>
        <w:t>re</w:t>
      </w:r>
      <w:r>
        <w:rPr>
          <w:rStyle w:val="Strong"/>
          <w:b w:val="0"/>
        </w:rPr>
        <w:t xml:space="preserve"> </w:t>
      </w:r>
      <w:r w:rsidR="00232649">
        <w:rPr>
          <w:rStyle w:val="Strong"/>
          <w:b w:val="0"/>
        </w:rPr>
        <w:t xml:space="preserve">a set </w:t>
      </w:r>
      <w:r>
        <w:rPr>
          <w:rStyle w:val="Strong"/>
          <w:b w:val="0"/>
        </w:rPr>
        <w:t xml:space="preserve">of samples in the </w:t>
      </w:r>
      <w:r w:rsidR="00232649">
        <w:rPr>
          <w:rStyle w:val="Strong"/>
          <w:b w:val="0"/>
        </w:rPr>
        <w:t>samples folder in this package</w:t>
      </w:r>
    </w:p>
    <w:p w:rsidR="00975530" w:rsidRPr="004C32BC" w:rsidRDefault="00975530" w:rsidP="00975530">
      <w:pPr>
        <w:pStyle w:val="ListParagraph"/>
        <w:numPr>
          <w:ilvl w:val="1"/>
          <w:numId w:val="3"/>
        </w:numPr>
        <w:rPr>
          <w:rStyle w:val="Strong"/>
          <w:b w:val="0"/>
        </w:rPr>
      </w:pPr>
      <w:r>
        <w:rPr>
          <w:rStyle w:val="Strong"/>
        </w:rPr>
        <w:t>Tutorials</w:t>
      </w:r>
      <w:r w:rsidR="004C32BC" w:rsidRPr="004C32BC">
        <w:rPr>
          <w:rStyle w:val="Strong"/>
          <w:b w:val="0"/>
        </w:rPr>
        <w:t xml:space="preserve"> – These are found </w:t>
      </w:r>
      <w:r w:rsidR="00031472">
        <w:rPr>
          <w:rStyle w:val="Strong"/>
          <w:b w:val="0"/>
        </w:rPr>
        <w:t>on</w:t>
      </w:r>
      <w:r w:rsidR="004C32BC" w:rsidRPr="004C32BC">
        <w:rPr>
          <w:rStyle w:val="Strong"/>
          <w:b w:val="0"/>
        </w:rPr>
        <w:t xml:space="preserve"> </w:t>
      </w:r>
      <w:r w:rsidR="004C32BC">
        <w:rPr>
          <w:rStyle w:val="Strong"/>
          <w:b w:val="0"/>
        </w:rPr>
        <w:t>H</w:t>
      </w:r>
      <w:r w:rsidR="004C32BC" w:rsidRPr="004C32BC">
        <w:rPr>
          <w:rStyle w:val="Strong"/>
          <w:b w:val="0"/>
        </w:rPr>
        <w:t>abanero</w:t>
      </w:r>
      <w:r w:rsidR="004C32BC">
        <w:rPr>
          <w:rStyle w:val="Strong"/>
          <w:b w:val="0"/>
        </w:rPr>
        <w:t xml:space="preserve"> labs</w:t>
      </w:r>
      <w:r w:rsidR="00031472">
        <w:rPr>
          <w:rStyle w:val="Strong"/>
          <w:b w:val="0"/>
        </w:rPr>
        <w:t xml:space="preserve">: </w:t>
      </w:r>
      <w:hyperlink r:id="rId11" w:history="1">
        <w:r w:rsidR="00031472" w:rsidRPr="005E6C54">
          <w:rPr>
            <w:rStyle w:val="Hyperlink"/>
          </w:rPr>
          <w:t>http://www.habanerolabs.com/Tutorials.aspx</w:t>
        </w:r>
      </w:hyperlink>
      <w:r w:rsidR="00031472">
        <w:rPr>
          <w:rStyle w:val="Strong"/>
          <w:b w:val="0"/>
        </w:rPr>
        <w:t xml:space="preserve"> </w:t>
      </w:r>
    </w:p>
    <w:p w:rsidR="004C32BC" w:rsidRDefault="004C32BC" w:rsidP="00975530">
      <w:pPr>
        <w:pStyle w:val="ListParagraph"/>
        <w:numPr>
          <w:ilvl w:val="1"/>
          <w:numId w:val="3"/>
        </w:numPr>
        <w:rPr>
          <w:rStyle w:val="Strong"/>
          <w:b w:val="0"/>
        </w:rPr>
      </w:pPr>
      <w:r>
        <w:rPr>
          <w:rStyle w:val="Strong"/>
        </w:rPr>
        <w:t>Forum</w:t>
      </w:r>
      <w:r w:rsidRPr="004C32BC">
        <w:rPr>
          <w:rStyle w:val="Strong"/>
          <w:b w:val="0"/>
        </w:rPr>
        <w:t xml:space="preserve"> – This is the best place to go for assistance, comments or suggestions. </w:t>
      </w:r>
      <w:r>
        <w:rPr>
          <w:rStyle w:val="Strong"/>
          <w:b w:val="0"/>
        </w:rPr>
        <w:t xml:space="preserve">This is also </w:t>
      </w:r>
      <w:r w:rsidR="00031472">
        <w:rPr>
          <w:rStyle w:val="Strong"/>
          <w:b w:val="0"/>
        </w:rPr>
        <w:t xml:space="preserve">found on the Habanero Labs site: </w:t>
      </w:r>
      <w:hyperlink r:id="rId12" w:history="1">
        <w:r w:rsidR="00031472" w:rsidRPr="005E6C54">
          <w:rPr>
            <w:rStyle w:val="Hyperlink"/>
          </w:rPr>
          <w:t>http://www.habanerolabs.com/Forum.aspx</w:t>
        </w:r>
      </w:hyperlink>
    </w:p>
    <w:p w:rsidR="004C32BC" w:rsidRDefault="009500DB" w:rsidP="00975530">
      <w:pPr>
        <w:pStyle w:val="ListParagraph"/>
        <w:numPr>
          <w:ilvl w:val="1"/>
          <w:numId w:val="3"/>
        </w:numPr>
        <w:rPr>
          <w:rStyle w:val="Strong"/>
          <w:b w:val="0"/>
        </w:rPr>
      </w:pPr>
      <w:r>
        <w:rPr>
          <w:rStyle w:val="Strong"/>
        </w:rPr>
        <w:t>Habanero book</w:t>
      </w:r>
      <w:r>
        <w:rPr>
          <w:rStyle w:val="Strong"/>
          <w:b w:val="0"/>
        </w:rPr>
        <w:t xml:space="preserve"> – This is found in this package. It is a very rough draft at the moment, but should provide enough information to get you going.</w:t>
      </w:r>
    </w:p>
    <w:p w:rsidR="009500DB" w:rsidRDefault="009500DB" w:rsidP="00975530">
      <w:pPr>
        <w:pStyle w:val="ListParagraph"/>
        <w:numPr>
          <w:ilvl w:val="1"/>
          <w:numId w:val="3"/>
        </w:numPr>
        <w:rPr>
          <w:rStyle w:val="Strong"/>
          <w:b w:val="0"/>
        </w:rPr>
      </w:pPr>
      <w:r>
        <w:rPr>
          <w:rStyle w:val="Strong"/>
        </w:rPr>
        <w:t xml:space="preserve">Downloads </w:t>
      </w:r>
      <w:r>
        <w:rPr>
          <w:rStyle w:val="Strong"/>
          <w:b w:val="0"/>
        </w:rPr>
        <w:t>– All the latest downloads are available on the Habanero Labs site as well as links t</w:t>
      </w:r>
      <w:r w:rsidR="00031472">
        <w:rPr>
          <w:rStyle w:val="Strong"/>
          <w:b w:val="0"/>
        </w:rPr>
        <w:t xml:space="preserve">o the latest community projects. See </w:t>
      </w:r>
      <w:hyperlink r:id="rId13" w:history="1">
        <w:r w:rsidR="00031472" w:rsidRPr="005E6C54">
          <w:rPr>
            <w:rStyle w:val="Hyperlink"/>
          </w:rPr>
          <w:t>http://www.habanerolabs.com/Download.aspx</w:t>
        </w:r>
      </w:hyperlink>
    </w:p>
    <w:p w:rsidR="009500DB" w:rsidRDefault="009500DB" w:rsidP="00975530">
      <w:pPr>
        <w:pStyle w:val="ListParagraph"/>
        <w:numPr>
          <w:ilvl w:val="1"/>
          <w:numId w:val="3"/>
        </w:numPr>
        <w:rPr>
          <w:rStyle w:val="Strong"/>
          <w:b w:val="0"/>
        </w:rPr>
      </w:pPr>
      <w:r>
        <w:rPr>
          <w:rStyle w:val="Strong"/>
        </w:rPr>
        <w:t>Updates on new releases</w:t>
      </w:r>
      <w:r>
        <w:rPr>
          <w:rStyle w:val="Strong"/>
          <w:b w:val="0"/>
        </w:rPr>
        <w:t xml:space="preserve"> – These are available through subscription on the Habanero Labs site.</w:t>
      </w:r>
    </w:p>
    <w:p w:rsidR="009500DB" w:rsidRDefault="009500DB" w:rsidP="00975530">
      <w:pPr>
        <w:pStyle w:val="ListParagraph"/>
        <w:numPr>
          <w:ilvl w:val="1"/>
          <w:numId w:val="3"/>
        </w:numPr>
        <w:rPr>
          <w:rStyle w:val="Strong"/>
          <w:b w:val="0"/>
        </w:rPr>
      </w:pPr>
      <w:r>
        <w:rPr>
          <w:rStyle w:val="Strong"/>
        </w:rPr>
        <w:t>Community</w:t>
      </w:r>
      <w:r w:rsidRPr="009500DB">
        <w:rPr>
          <w:rStyle w:val="Strong"/>
          <w:b w:val="0"/>
        </w:rPr>
        <w:t xml:space="preserve"> – We believe that the strength of any open source project is based on the community built around it.</w:t>
      </w:r>
      <w:r>
        <w:rPr>
          <w:rStyle w:val="Strong"/>
          <w:b w:val="0"/>
        </w:rPr>
        <w:t xml:space="preserve"> As a result, many of these resources require the creation of a user account on the Habanero Labs site in order to access them. We would love to hear your feedback and include your contributions in the framework, so please don’t hold back, get involved.</w:t>
      </w:r>
    </w:p>
    <w:p w:rsidR="005B4884" w:rsidRPr="00232649" w:rsidRDefault="009500DB" w:rsidP="00232649">
      <w:pPr>
        <w:pStyle w:val="ListParagraph"/>
        <w:numPr>
          <w:ilvl w:val="1"/>
          <w:numId w:val="3"/>
        </w:numPr>
        <w:rPr>
          <w:caps/>
          <w:spacing w:val="15"/>
          <w:sz w:val="22"/>
          <w:szCs w:val="22"/>
        </w:rPr>
      </w:pPr>
      <w:r>
        <w:rPr>
          <w:rStyle w:val="Strong"/>
        </w:rPr>
        <w:t xml:space="preserve">Online source code </w:t>
      </w:r>
      <w:r w:rsidRPr="00232649">
        <w:rPr>
          <w:rStyle w:val="Strong"/>
          <w:b w:val="0"/>
        </w:rPr>
        <w:t xml:space="preserve">– The latest trunk of Habanero </w:t>
      </w:r>
      <w:r w:rsidR="000D2165" w:rsidRPr="00232649">
        <w:rPr>
          <w:rStyle w:val="Strong"/>
          <w:b w:val="0"/>
        </w:rPr>
        <w:t xml:space="preserve">Core </w:t>
      </w:r>
      <w:r w:rsidRPr="00232649">
        <w:rPr>
          <w:rStyle w:val="Strong"/>
          <w:b w:val="0"/>
        </w:rPr>
        <w:t>and many of the community projects are hosted on the source forge website</w:t>
      </w:r>
      <w:r w:rsidR="00DE64BE" w:rsidRPr="00232649">
        <w:rPr>
          <w:rStyle w:val="Strong"/>
          <w:b w:val="0"/>
        </w:rPr>
        <w:t xml:space="preserve"> (see </w:t>
      </w:r>
      <w:hyperlink r:id="rId14" w:history="1">
        <w:r w:rsidR="00DE64BE" w:rsidRPr="005E6C54">
          <w:rPr>
            <w:rStyle w:val="Hyperlink"/>
          </w:rPr>
          <w:t>http://sourceforge.net/projects/habanero/</w:t>
        </w:r>
      </w:hyperlink>
      <w:r w:rsidR="00DE64BE" w:rsidRPr="00232649">
        <w:rPr>
          <w:rStyle w:val="Strong"/>
          <w:b w:val="0"/>
        </w:rPr>
        <w:t>)</w:t>
      </w:r>
      <w:r w:rsidR="000D2165" w:rsidRPr="00232649">
        <w:rPr>
          <w:rStyle w:val="Strong"/>
          <w:b w:val="0"/>
        </w:rPr>
        <w:t xml:space="preserve"> if you have an itch to be on the cutting edge. All commits to Habanero trunk are only uploaded after all the tests have passed, so the trunk version </w:t>
      </w:r>
      <w:r w:rsidR="00206CDE" w:rsidRPr="00232649">
        <w:rPr>
          <w:rStyle w:val="Strong"/>
          <w:b w:val="0"/>
        </w:rPr>
        <w:t>has some guarantee of stability.</w:t>
      </w:r>
      <w:r w:rsidR="005B4884">
        <w:br w:type="page"/>
      </w:r>
    </w:p>
    <w:p w:rsidR="00806ABE" w:rsidRPr="00D667B1" w:rsidRDefault="00806ABE" w:rsidP="00D667B1">
      <w:pPr>
        <w:pStyle w:val="Heading2"/>
      </w:pPr>
      <w:r>
        <w:lastRenderedPageBreak/>
        <w:t xml:space="preserve">Community </w:t>
      </w:r>
      <w:r w:rsidR="00987C04">
        <w:t>Projects</w:t>
      </w:r>
    </w:p>
    <w:p w:rsidR="00987C04" w:rsidRDefault="00987C04" w:rsidP="00987C04">
      <w:pPr>
        <w:pStyle w:val="Heading3"/>
      </w:pPr>
      <w:r>
        <w:t>Habanero Faces</w:t>
      </w:r>
    </w:p>
    <w:p w:rsidR="00987C04" w:rsidRDefault="00987C04" w:rsidP="00987C04">
      <w:r>
        <w:t>Habanero Faces is a set of user interface libraries for use with Habanero Core used to build Windows Forms or Visual WebGUI user interfaces for your business objects. It provides this aspect through a runtime UI generation of standard user interfaces as defined in the class definitions of your domain model.</w:t>
      </w:r>
    </w:p>
    <w:p w:rsidR="00987C04" w:rsidRDefault="00987C04" w:rsidP="00987C04">
      <w:pPr>
        <w:pStyle w:val="ListParagraph"/>
        <w:numPr>
          <w:ilvl w:val="0"/>
          <w:numId w:val="3"/>
        </w:numPr>
        <w:rPr>
          <w:rStyle w:val="Strong"/>
          <w:b w:val="0"/>
        </w:rPr>
      </w:pPr>
      <w:r>
        <w:rPr>
          <w:rStyle w:val="Strong"/>
        </w:rPr>
        <w:t>Binaries</w:t>
      </w:r>
      <w:r w:rsidRPr="00524616">
        <w:rPr>
          <w:rStyle w:val="Strong"/>
          <w:b w:val="0"/>
        </w:rPr>
        <w:t xml:space="preserve"> – These are found in the </w:t>
      </w:r>
      <w:r w:rsidRPr="00524616">
        <w:rPr>
          <w:rStyle w:val="Strong"/>
          <w:b w:val="0"/>
          <w:i/>
        </w:rPr>
        <w:t xml:space="preserve">“components/Habanero </w:t>
      </w:r>
      <w:r>
        <w:rPr>
          <w:rStyle w:val="Strong"/>
          <w:b w:val="0"/>
          <w:i/>
        </w:rPr>
        <w:t>Faces</w:t>
      </w:r>
      <w:r w:rsidRPr="00524616">
        <w:rPr>
          <w:rStyle w:val="Strong"/>
          <w:b w:val="0"/>
          <w:i/>
        </w:rPr>
        <w:t xml:space="preserve"> 2.</w:t>
      </w:r>
      <w:r w:rsidR="0045080B">
        <w:rPr>
          <w:rStyle w:val="Strong"/>
          <w:b w:val="0"/>
          <w:i/>
        </w:rPr>
        <w:t>7</w:t>
      </w:r>
      <w:r w:rsidRPr="00524616">
        <w:rPr>
          <w:rStyle w:val="Strong"/>
          <w:b w:val="0"/>
          <w:i/>
        </w:rPr>
        <w:t xml:space="preserve">.0/bin” </w:t>
      </w:r>
      <w:r w:rsidRPr="00524616">
        <w:rPr>
          <w:rStyle w:val="Strong"/>
          <w:b w:val="0"/>
        </w:rPr>
        <w:t>folder.</w:t>
      </w:r>
    </w:p>
    <w:p w:rsidR="00987C04" w:rsidRPr="00B173C3" w:rsidRDefault="00987C04" w:rsidP="00987C04">
      <w:pPr>
        <w:pStyle w:val="ListParagraph"/>
        <w:numPr>
          <w:ilvl w:val="1"/>
          <w:numId w:val="3"/>
        </w:numPr>
        <w:rPr>
          <w:rStyle w:val="Strong"/>
          <w:b w:val="0"/>
        </w:rPr>
      </w:pPr>
      <w:r w:rsidRPr="00690E15">
        <w:rPr>
          <w:rStyle w:val="Strong"/>
        </w:rPr>
        <w:t>Habanero.</w:t>
      </w:r>
      <w:r>
        <w:rPr>
          <w:rStyle w:val="Strong"/>
        </w:rPr>
        <w:t>Faces.</w:t>
      </w:r>
      <w:r w:rsidRPr="00690E15">
        <w:rPr>
          <w:rStyle w:val="Strong"/>
        </w:rPr>
        <w:t>Base.dll</w:t>
      </w:r>
      <w:r w:rsidRPr="00B173C3">
        <w:rPr>
          <w:rStyle w:val="Strong"/>
          <w:b w:val="0"/>
        </w:rPr>
        <w:t xml:space="preserve"> – The base library for Habanero Faces which contains the required interfaces and infrastructure for the UI part of the framework. </w:t>
      </w:r>
    </w:p>
    <w:p w:rsidR="00987C04" w:rsidRPr="00B173C3" w:rsidRDefault="00987C04" w:rsidP="00987C04">
      <w:pPr>
        <w:pStyle w:val="ListParagraph"/>
        <w:numPr>
          <w:ilvl w:val="1"/>
          <w:numId w:val="3"/>
        </w:numPr>
        <w:rPr>
          <w:rStyle w:val="Strong"/>
          <w:b w:val="0"/>
        </w:rPr>
      </w:pPr>
      <w:r w:rsidRPr="00690E15">
        <w:rPr>
          <w:rStyle w:val="Strong"/>
        </w:rPr>
        <w:t>Habanero.</w:t>
      </w:r>
      <w:r>
        <w:rPr>
          <w:rStyle w:val="Strong"/>
        </w:rPr>
        <w:t>Faces.Win</w:t>
      </w:r>
      <w:r w:rsidRPr="00690E15">
        <w:rPr>
          <w:rStyle w:val="Strong"/>
        </w:rPr>
        <w:t>.dll</w:t>
      </w:r>
      <w:r w:rsidRPr="00B173C3">
        <w:rPr>
          <w:rStyle w:val="Strong"/>
          <w:b w:val="0"/>
        </w:rPr>
        <w:t xml:space="preserve"> – The Windows Forms implementation of the Control Factory as well as the standard control interfaces.</w:t>
      </w:r>
    </w:p>
    <w:p w:rsidR="00987C04" w:rsidRDefault="00987C04" w:rsidP="00987C04">
      <w:pPr>
        <w:pStyle w:val="ListParagraph"/>
        <w:numPr>
          <w:ilvl w:val="1"/>
          <w:numId w:val="3"/>
        </w:numPr>
        <w:rPr>
          <w:rStyle w:val="Strong"/>
          <w:b w:val="0"/>
        </w:rPr>
      </w:pPr>
      <w:r w:rsidRPr="00690E15">
        <w:rPr>
          <w:rStyle w:val="Strong"/>
        </w:rPr>
        <w:t>Habanero.</w:t>
      </w:r>
      <w:r>
        <w:rPr>
          <w:rStyle w:val="Strong"/>
        </w:rPr>
        <w:t>Faces.VWG</w:t>
      </w:r>
      <w:r w:rsidRPr="00690E15">
        <w:rPr>
          <w:rStyle w:val="Strong"/>
        </w:rPr>
        <w:t>.dll</w:t>
      </w:r>
      <w:r>
        <w:rPr>
          <w:rStyle w:val="Strong"/>
          <w:b w:val="0"/>
        </w:rPr>
        <w:t xml:space="preserve"> – The Visual WebGUI Forms implementation of the Control Factory as well as the standard control interfaces. If you use this library, you will need to install </w:t>
      </w:r>
      <w:r>
        <w:t xml:space="preserve">Visual WebGUI 6.4 </w:t>
      </w:r>
      <w:r w:rsidR="00E8789B">
        <w:t xml:space="preserve">RC0a </w:t>
      </w:r>
      <w:r>
        <w:t xml:space="preserve">found on the </w:t>
      </w:r>
      <w:hyperlink r:id="rId15" w:history="1">
        <w:r w:rsidRPr="005E6C54">
          <w:rPr>
            <w:rStyle w:val="Hyperlink"/>
          </w:rPr>
          <w:t>http://www.visu</w:t>
        </w:r>
        <w:r w:rsidRPr="005E6C54">
          <w:rPr>
            <w:rStyle w:val="Hyperlink"/>
          </w:rPr>
          <w:t>a</w:t>
        </w:r>
        <w:r w:rsidRPr="005E6C54">
          <w:rPr>
            <w:rStyle w:val="Hyperlink"/>
          </w:rPr>
          <w:t>lwebgui.com/</w:t>
        </w:r>
      </w:hyperlink>
      <w:r>
        <w:t xml:space="preserve"> website.</w:t>
      </w:r>
    </w:p>
    <w:p w:rsidR="00987C04" w:rsidRDefault="00987C04" w:rsidP="00987C04">
      <w:pPr>
        <w:pStyle w:val="ListParagraph"/>
        <w:numPr>
          <w:ilvl w:val="0"/>
          <w:numId w:val="3"/>
        </w:numPr>
        <w:rPr>
          <w:rStyle w:val="Strong"/>
          <w:b w:val="0"/>
        </w:rPr>
      </w:pPr>
      <w:r>
        <w:rPr>
          <w:rStyle w:val="Strong"/>
        </w:rPr>
        <w:t xml:space="preserve">Source </w:t>
      </w:r>
      <w:r w:rsidRPr="00C2121F">
        <w:rPr>
          <w:rStyle w:val="Strong"/>
          <w:b w:val="0"/>
        </w:rPr>
        <w:t xml:space="preserve">– The source code is found in a zip file in the </w:t>
      </w:r>
      <w:r w:rsidRPr="00C2121F">
        <w:rPr>
          <w:rStyle w:val="Strong"/>
          <w:b w:val="0"/>
          <w:i/>
        </w:rPr>
        <w:t xml:space="preserve">“components/Habanero </w:t>
      </w:r>
      <w:r>
        <w:rPr>
          <w:rStyle w:val="Strong"/>
          <w:b w:val="0"/>
          <w:i/>
        </w:rPr>
        <w:t>Faces</w:t>
      </w:r>
      <w:r w:rsidRPr="00C2121F">
        <w:rPr>
          <w:rStyle w:val="Strong"/>
          <w:b w:val="0"/>
          <w:i/>
        </w:rPr>
        <w:t xml:space="preserve"> 2.</w:t>
      </w:r>
      <w:r w:rsidR="0045080B">
        <w:rPr>
          <w:rStyle w:val="Strong"/>
          <w:b w:val="0"/>
          <w:i/>
        </w:rPr>
        <w:t>7</w:t>
      </w:r>
      <w:r w:rsidRPr="00C2121F">
        <w:rPr>
          <w:rStyle w:val="Strong"/>
          <w:b w:val="0"/>
          <w:i/>
        </w:rPr>
        <w:t>.0”</w:t>
      </w:r>
      <w:r w:rsidRPr="00C2121F">
        <w:rPr>
          <w:rStyle w:val="Strong"/>
          <w:b w:val="0"/>
        </w:rPr>
        <w:t xml:space="preserve"> folder</w:t>
      </w:r>
      <w:r>
        <w:rPr>
          <w:rStyle w:val="Strong"/>
          <w:b w:val="0"/>
        </w:rPr>
        <w:t>.</w:t>
      </w:r>
    </w:p>
    <w:p w:rsidR="00987C04" w:rsidRDefault="00987C04" w:rsidP="00987C04">
      <w:pPr>
        <w:pStyle w:val="ListParagraph"/>
        <w:numPr>
          <w:ilvl w:val="0"/>
          <w:numId w:val="3"/>
        </w:numPr>
        <w:rPr>
          <w:rStyle w:val="Strong"/>
          <w:b w:val="0"/>
        </w:rPr>
      </w:pPr>
      <w:r>
        <w:rPr>
          <w:rStyle w:val="Strong"/>
        </w:rPr>
        <w:t xml:space="preserve">Code Documentation </w:t>
      </w:r>
      <w:r>
        <w:rPr>
          <w:rStyle w:val="Strong"/>
          <w:b w:val="0"/>
        </w:rPr>
        <w:t xml:space="preserve">– The code documentation is found in the </w:t>
      </w:r>
      <w:r w:rsidRPr="00C2121F">
        <w:rPr>
          <w:rStyle w:val="Strong"/>
          <w:b w:val="0"/>
          <w:i/>
        </w:rPr>
        <w:t xml:space="preserve">“components/Habanero </w:t>
      </w:r>
      <w:r>
        <w:rPr>
          <w:rStyle w:val="Strong"/>
          <w:b w:val="0"/>
          <w:i/>
        </w:rPr>
        <w:t xml:space="preserve">Faces </w:t>
      </w:r>
      <w:r w:rsidRPr="00C2121F">
        <w:rPr>
          <w:rStyle w:val="Strong"/>
          <w:b w:val="0"/>
          <w:i/>
        </w:rPr>
        <w:t>2.</w:t>
      </w:r>
      <w:r w:rsidR="0045080B">
        <w:rPr>
          <w:rStyle w:val="Strong"/>
          <w:b w:val="0"/>
          <w:i/>
        </w:rPr>
        <w:t>7</w:t>
      </w:r>
      <w:r w:rsidRPr="00C2121F">
        <w:rPr>
          <w:rStyle w:val="Strong"/>
          <w:b w:val="0"/>
          <w:i/>
        </w:rPr>
        <w:t>.0”</w:t>
      </w:r>
      <w:r>
        <w:rPr>
          <w:rStyle w:val="Strong"/>
          <w:b w:val="0"/>
        </w:rPr>
        <w:t xml:space="preserve"> folder. It is an auto generated document that provides specific information about each class and function in the framework.</w:t>
      </w:r>
    </w:p>
    <w:p w:rsidR="00987C04" w:rsidRPr="00DE64BE" w:rsidRDefault="00987C04" w:rsidP="00987C04">
      <w:pPr>
        <w:pStyle w:val="ListParagraph"/>
        <w:numPr>
          <w:ilvl w:val="0"/>
          <w:numId w:val="3"/>
        </w:numPr>
        <w:rPr>
          <w:bCs/>
        </w:rPr>
      </w:pPr>
      <w:r>
        <w:rPr>
          <w:rStyle w:val="Strong"/>
        </w:rPr>
        <w:t xml:space="preserve">Resources </w:t>
      </w:r>
      <w:r>
        <w:rPr>
          <w:rStyle w:val="Strong"/>
          <w:b w:val="0"/>
        </w:rPr>
        <w:t xml:space="preserve">– The primary resource for information is </w:t>
      </w:r>
      <w:hyperlink r:id="rId16" w:history="1">
        <w:r w:rsidRPr="009A02AD">
          <w:rPr>
            <w:rStyle w:val="Hyperlink"/>
          </w:rPr>
          <w:t>http://www.habanerolabs.com</w:t>
        </w:r>
      </w:hyperlink>
      <w:r>
        <w:t>.</w:t>
      </w:r>
    </w:p>
    <w:p w:rsidR="00987C04" w:rsidRPr="00DE64BE" w:rsidRDefault="00987C04" w:rsidP="00987C04">
      <w:pPr>
        <w:pStyle w:val="ListParagraph"/>
        <w:numPr>
          <w:ilvl w:val="0"/>
          <w:numId w:val="3"/>
        </w:numPr>
        <w:rPr>
          <w:rStyle w:val="Strong"/>
          <w:b w:val="0"/>
        </w:rPr>
      </w:pPr>
      <w:r>
        <w:rPr>
          <w:rStyle w:val="Strong"/>
        </w:rPr>
        <w:t>Online source code</w:t>
      </w:r>
      <w:r>
        <w:rPr>
          <w:rStyle w:val="Strong"/>
          <w:b w:val="0"/>
        </w:rPr>
        <w:t xml:space="preserve"> – The latest source code trunk is found on the source forge website. </w:t>
      </w:r>
      <w:hyperlink r:id="rId17" w:history="1">
        <w:r w:rsidRPr="005E6C54">
          <w:rPr>
            <w:rStyle w:val="Hyperlink"/>
          </w:rPr>
          <w:t>http://sourceforge.net/projects/haban</w:t>
        </w:r>
        <w:r w:rsidRPr="005E6C54">
          <w:rPr>
            <w:rStyle w:val="Hyperlink"/>
          </w:rPr>
          <w:t>e</w:t>
        </w:r>
        <w:r w:rsidRPr="005E6C54">
          <w:rPr>
            <w:rStyle w:val="Hyperlink"/>
          </w:rPr>
          <w:t>rofaces/</w:t>
        </w:r>
      </w:hyperlink>
      <w:r>
        <w:rPr>
          <w:rStyle w:val="Strong"/>
          <w:b w:val="0"/>
        </w:rPr>
        <w:t xml:space="preserve"> </w:t>
      </w:r>
    </w:p>
    <w:p w:rsidR="00987C04" w:rsidRDefault="00987C04" w:rsidP="00987C04">
      <w:pPr>
        <w:pStyle w:val="Heading3"/>
      </w:pPr>
      <w:r>
        <w:t>Habanero Testability</w:t>
      </w:r>
    </w:p>
    <w:p w:rsidR="00987C04" w:rsidRDefault="00987C04" w:rsidP="00987C04">
      <w:r>
        <w:t xml:space="preserve">Habanero Testability is a set of </w:t>
      </w:r>
      <w:r w:rsidR="00445A5E">
        <w:t>l</w:t>
      </w:r>
      <w:r>
        <w:t xml:space="preserve">ibraries for use with Habanero Core used to build </w:t>
      </w:r>
      <w:r w:rsidR="003346AB">
        <w:t>valid</w:t>
      </w:r>
      <w:r w:rsidR="00445A5E">
        <w:t xml:space="preserve"> data</w:t>
      </w:r>
      <w:r>
        <w:t xml:space="preserve"> for your business objects</w:t>
      </w:r>
      <w:r w:rsidR="003346AB">
        <w:t xml:space="preserve"> for testing purposes</w:t>
      </w:r>
      <w:r>
        <w:t>. I</w:t>
      </w:r>
      <w:r w:rsidR="003F648B">
        <w:t>ncluded are</w:t>
      </w:r>
      <w:r>
        <w:t xml:space="preserve"> </w:t>
      </w:r>
      <w:r w:rsidR="003346AB">
        <w:t>some helper classes to assist in testing aspects of your business objects</w:t>
      </w:r>
      <w:r>
        <w:t>.</w:t>
      </w:r>
    </w:p>
    <w:p w:rsidR="00987C04" w:rsidRDefault="00987C04" w:rsidP="00987C04">
      <w:pPr>
        <w:pStyle w:val="ListParagraph"/>
        <w:numPr>
          <w:ilvl w:val="0"/>
          <w:numId w:val="3"/>
        </w:numPr>
        <w:rPr>
          <w:rStyle w:val="Strong"/>
          <w:b w:val="0"/>
        </w:rPr>
      </w:pPr>
      <w:r>
        <w:rPr>
          <w:rStyle w:val="Strong"/>
        </w:rPr>
        <w:t>Binaries</w:t>
      </w:r>
      <w:r w:rsidRPr="00524616">
        <w:rPr>
          <w:rStyle w:val="Strong"/>
          <w:b w:val="0"/>
        </w:rPr>
        <w:t xml:space="preserve"> – These are found in the </w:t>
      </w:r>
      <w:r w:rsidRPr="00524616">
        <w:rPr>
          <w:rStyle w:val="Strong"/>
          <w:b w:val="0"/>
          <w:i/>
        </w:rPr>
        <w:t xml:space="preserve">“components/Habanero </w:t>
      </w:r>
      <w:r>
        <w:rPr>
          <w:rStyle w:val="Strong"/>
          <w:b w:val="0"/>
          <w:i/>
        </w:rPr>
        <w:t>Testability</w:t>
      </w:r>
      <w:r w:rsidRPr="00524616">
        <w:rPr>
          <w:rStyle w:val="Strong"/>
          <w:b w:val="0"/>
          <w:i/>
        </w:rPr>
        <w:t xml:space="preserve"> </w:t>
      </w:r>
      <w:r w:rsidR="003346AB">
        <w:rPr>
          <w:rStyle w:val="Strong"/>
          <w:b w:val="0"/>
          <w:i/>
        </w:rPr>
        <w:t>1.</w:t>
      </w:r>
      <w:r w:rsidR="0045080B">
        <w:rPr>
          <w:rStyle w:val="Strong"/>
          <w:b w:val="0"/>
          <w:i/>
        </w:rPr>
        <w:t>3</w:t>
      </w:r>
      <w:r w:rsidRPr="00524616">
        <w:rPr>
          <w:rStyle w:val="Strong"/>
          <w:b w:val="0"/>
          <w:i/>
        </w:rPr>
        <w:t xml:space="preserve">/bin” </w:t>
      </w:r>
      <w:r w:rsidRPr="00524616">
        <w:rPr>
          <w:rStyle w:val="Strong"/>
          <w:b w:val="0"/>
        </w:rPr>
        <w:t>folder.</w:t>
      </w:r>
    </w:p>
    <w:p w:rsidR="00987C04" w:rsidRPr="00B173C3" w:rsidRDefault="00987C04" w:rsidP="00987C04">
      <w:pPr>
        <w:pStyle w:val="ListParagraph"/>
        <w:numPr>
          <w:ilvl w:val="1"/>
          <w:numId w:val="3"/>
        </w:numPr>
        <w:rPr>
          <w:rStyle w:val="Strong"/>
          <w:b w:val="0"/>
        </w:rPr>
      </w:pPr>
      <w:r w:rsidRPr="00690E15">
        <w:rPr>
          <w:rStyle w:val="Strong"/>
        </w:rPr>
        <w:t>Habanero.</w:t>
      </w:r>
      <w:r>
        <w:rPr>
          <w:rStyle w:val="Strong"/>
        </w:rPr>
        <w:t>Testability.</w:t>
      </w:r>
      <w:r w:rsidRPr="00690E15">
        <w:rPr>
          <w:rStyle w:val="Strong"/>
        </w:rPr>
        <w:t>dll</w:t>
      </w:r>
      <w:r w:rsidRPr="00B173C3">
        <w:rPr>
          <w:rStyle w:val="Strong"/>
          <w:b w:val="0"/>
        </w:rPr>
        <w:t xml:space="preserve"> – Th</w:t>
      </w:r>
      <w:r w:rsidR="003346AB">
        <w:rPr>
          <w:rStyle w:val="Strong"/>
          <w:b w:val="0"/>
        </w:rPr>
        <w:t xml:space="preserve">is library provides the factories for creating valid business objects for use in your tests. It includes value generators and </w:t>
      </w:r>
      <w:r w:rsidR="00771577">
        <w:rPr>
          <w:rStyle w:val="Strong"/>
          <w:b w:val="0"/>
        </w:rPr>
        <w:t>business object generators.</w:t>
      </w:r>
    </w:p>
    <w:p w:rsidR="00987C04" w:rsidRPr="00B173C3" w:rsidRDefault="00987C04" w:rsidP="00987C04">
      <w:pPr>
        <w:pStyle w:val="ListParagraph"/>
        <w:numPr>
          <w:ilvl w:val="1"/>
          <w:numId w:val="3"/>
        </w:numPr>
        <w:rPr>
          <w:rStyle w:val="Strong"/>
          <w:b w:val="0"/>
        </w:rPr>
      </w:pPr>
      <w:r w:rsidRPr="00690E15">
        <w:rPr>
          <w:rStyle w:val="Strong"/>
        </w:rPr>
        <w:t>Habanero.</w:t>
      </w:r>
      <w:r>
        <w:rPr>
          <w:rStyle w:val="Strong"/>
        </w:rPr>
        <w:t>Testability.</w:t>
      </w:r>
      <w:r w:rsidR="003346AB">
        <w:rPr>
          <w:rStyle w:val="Strong"/>
        </w:rPr>
        <w:t>Helpers</w:t>
      </w:r>
      <w:r w:rsidRPr="00690E15">
        <w:rPr>
          <w:rStyle w:val="Strong"/>
        </w:rPr>
        <w:t>.dll</w:t>
      </w:r>
      <w:r w:rsidRPr="00B173C3">
        <w:rPr>
          <w:rStyle w:val="Strong"/>
          <w:b w:val="0"/>
        </w:rPr>
        <w:t xml:space="preserve"> – </w:t>
      </w:r>
      <w:r w:rsidR="00771577">
        <w:rPr>
          <w:rStyle w:val="Strong"/>
          <w:b w:val="0"/>
        </w:rPr>
        <w:t>This library contains helper classes for testing Habanero objects</w:t>
      </w:r>
      <w:r w:rsidRPr="00B173C3">
        <w:rPr>
          <w:rStyle w:val="Strong"/>
          <w:b w:val="0"/>
        </w:rPr>
        <w:t>.</w:t>
      </w:r>
      <w:r w:rsidR="00771577">
        <w:rPr>
          <w:rStyle w:val="Strong"/>
          <w:b w:val="0"/>
        </w:rPr>
        <w:t xml:space="preserve"> This includes Fakes for testing your business objects without some of the built in Habanero functionality that may interfere with the purpose of the particular test.</w:t>
      </w:r>
    </w:p>
    <w:p w:rsidR="00987C04" w:rsidRDefault="00987C04" w:rsidP="00987C04">
      <w:pPr>
        <w:pStyle w:val="ListParagraph"/>
        <w:numPr>
          <w:ilvl w:val="1"/>
          <w:numId w:val="3"/>
        </w:numPr>
        <w:rPr>
          <w:rStyle w:val="Strong"/>
          <w:b w:val="0"/>
        </w:rPr>
      </w:pPr>
      <w:r w:rsidRPr="00690E15">
        <w:rPr>
          <w:rStyle w:val="Strong"/>
        </w:rPr>
        <w:t>Habanero.</w:t>
      </w:r>
      <w:r>
        <w:rPr>
          <w:rStyle w:val="Strong"/>
        </w:rPr>
        <w:t>Testability.</w:t>
      </w:r>
      <w:r w:rsidR="003346AB">
        <w:rPr>
          <w:rStyle w:val="Strong"/>
        </w:rPr>
        <w:t>Testers</w:t>
      </w:r>
      <w:r w:rsidRPr="00690E15">
        <w:rPr>
          <w:rStyle w:val="Strong"/>
        </w:rPr>
        <w:t>.dll</w:t>
      </w:r>
      <w:r>
        <w:rPr>
          <w:rStyle w:val="Strong"/>
          <w:b w:val="0"/>
        </w:rPr>
        <w:t xml:space="preserve"> –</w:t>
      </w:r>
      <w:r w:rsidR="00771577">
        <w:rPr>
          <w:rStyle w:val="Strong"/>
          <w:b w:val="0"/>
        </w:rPr>
        <w:t xml:space="preserve"> This library contains testers for testing particular aspects of your Habanero business objects as well as extension methods for easily asserting these aspects</w:t>
      </w:r>
      <w:r>
        <w:t>.</w:t>
      </w:r>
      <w:r w:rsidR="00771577">
        <w:t xml:space="preserve"> This library does have a dependency on the nunit framework</w:t>
      </w:r>
      <w:r w:rsidR="00771577">
        <w:rPr>
          <w:rStyle w:val="Strong"/>
          <w:b w:val="0"/>
        </w:rPr>
        <w:t xml:space="preserve"> (v2.5.</w:t>
      </w:r>
      <w:r w:rsidR="0045080B">
        <w:rPr>
          <w:rStyle w:val="Strong"/>
          <w:b w:val="0"/>
        </w:rPr>
        <w:t>10</w:t>
      </w:r>
      <w:r w:rsidR="00771577">
        <w:rPr>
          <w:rStyle w:val="Strong"/>
          <w:b w:val="0"/>
        </w:rPr>
        <w:t>) for its assertions.</w:t>
      </w:r>
    </w:p>
    <w:p w:rsidR="00987C04" w:rsidRDefault="00987C04" w:rsidP="00987C04">
      <w:pPr>
        <w:pStyle w:val="ListParagraph"/>
        <w:numPr>
          <w:ilvl w:val="0"/>
          <w:numId w:val="3"/>
        </w:numPr>
        <w:rPr>
          <w:rStyle w:val="Strong"/>
          <w:b w:val="0"/>
        </w:rPr>
      </w:pPr>
      <w:r>
        <w:rPr>
          <w:rStyle w:val="Strong"/>
        </w:rPr>
        <w:t xml:space="preserve">Source </w:t>
      </w:r>
      <w:r w:rsidRPr="00C2121F">
        <w:rPr>
          <w:rStyle w:val="Strong"/>
          <w:b w:val="0"/>
        </w:rPr>
        <w:t xml:space="preserve">– The source code is found in a zip file in the </w:t>
      </w:r>
      <w:r w:rsidRPr="00C2121F">
        <w:rPr>
          <w:rStyle w:val="Strong"/>
          <w:b w:val="0"/>
          <w:i/>
        </w:rPr>
        <w:t xml:space="preserve">“components/Habanero </w:t>
      </w:r>
      <w:r>
        <w:rPr>
          <w:rStyle w:val="Strong"/>
          <w:b w:val="0"/>
          <w:i/>
        </w:rPr>
        <w:t>Testability</w:t>
      </w:r>
      <w:r w:rsidRPr="00C2121F">
        <w:rPr>
          <w:rStyle w:val="Strong"/>
          <w:b w:val="0"/>
          <w:i/>
        </w:rPr>
        <w:t xml:space="preserve"> </w:t>
      </w:r>
      <w:r w:rsidR="003346AB">
        <w:rPr>
          <w:rStyle w:val="Strong"/>
          <w:b w:val="0"/>
          <w:i/>
        </w:rPr>
        <w:t>1.</w:t>
      </w:r>
      <w:r w:rsidR="0045080B">
        <w:rPr>
          <w:rStyle w:val="Strong"/>
          <w:b w:val="0"/>
          <w:i/>
        </w:rPr>
        <w:t>3</w:t>
      </w:r>
      <w:r w:rsidRPr="00C2121F">
        <w:rPr>
          <w:rStyle w:val="Strong"/>
          <w:b w:val="0"/>
          <w:i/>
        </w:rPr>
        <w:t>”</w:t>
      </w:r>
      <w:r w:rsidRPr="00C2121F">
        <w:rPr>
          <w:rStyle w:val="Strong"/>
          <w:b w:val="0"/>
        </w:rPr>
        <w:t xml:space="preserve"> folder</w:t>
      </w:r>
      <w:r>
        <w:rPr>
          <w:rStyle w:val="Strong"/>
          <w:b w:val="0"/>
        </w:rPr>
        <w:t>.</w:t>
      </w:r>
    </w:p>
    <w:p w:rsidR="00987C04" w:rsidRPr="00DE64BE" w:rsidRDefault="00987C04" w:rsidP="00987C04">
      <w:pPr>
        <w:pStyle w:val="ListParagraph"/>
        <w:numPr>
          <w:ilvl w:val="0"/>
          <w:numId w:val="3"/>
        </w:numPr>
        <w:rPr>
          <w:bCs/>
        </w:rPr>
      </w:pPr>
      <w:r>
        <w:rPr>
          <w:rStyle w:val="Strong"/>
        </w:rPr>
        <w:t xml:space="preserve">Resources </w:t>
      </w:r>
      <w:r>
        <w:rPr>
          <w:rStyle w:val="Strong"/>
          <w:b w:val="0"/>
        </w:rPr>
        <w:t xml:space="preserve">– The primary resource for information is </w:t>
      </w:r>
      <w:hyperlink r:id="rId18" w:history="1">
        <w:r w:rsidRPr="009A02AD">
          <w:rPr>
            <w:rStyle w:val="Hyperlink"/>
          </w:rPr>
          <w:t>http://www.habanerolabs.com</w:t>
        </w:r>
      </w:hyperlink>
      <w:r>
        <w:t>.</w:t>
      </w:r>
    </w:p>
    <w:p w:rsidR="00987C04" w:rsidRDefault="00987C04" w:rsidP="00987C04">
      <w:pPr>
        <w:pStyle w:val="ListParagraph"/>
        <w:numPr>
          <w:ilvl w:val="0"/>
          <w:numId w:val="3"/>
        </w:numPr>
        <w:rPr>
          <w:rStyle w:val="Strong"/>
          <w:b w:val="0"/>
        </w:rPr>
      </w:pPr>
      <w:r>
        <w:rPr>
          <w:rStyle w:val="Strong"/>
        </w:rPr>
        <w:t>Online source code</w:t>
      </w:r>
      <w:r w:rsidRPr="00771577">
        <w:rPr>
          <w:rStyle w:val="Strong"/>
          <w:b w:val="0"/>
        </w:rPr>
        <w:t xml:space="preserve"> – The latest source code trunk is found on the source forge website. </w:t>
      </w:r>
      <w:hyperlink r:id="rId19" w:history="1">
        <w:r w:rsidR="00771577" w:rsidRPr="005E6C54">
          <w:rPr>
            <w:rStyle w:val="Hyperlink"/>
          </w:rPr>
          <w:t>http://sourceforge.net/projects/habanerotestabi/</w:t>
        </w:r>
      </w:hyperlink>
      <w:r w:rsidR="00771577" w:rsidRPr="00771577">
        <w:rPr>
          <w:rStyle w:val="Strong"/>
          <w:b w:val="0"/>
        </w:rPr>
        <w:t xml:space="preserve"> </w:t>
      </w:r>
    </w:p>
    <w:p w:rsidR="00E8789B" w:rsidRDefault="00E8789B" w:rsidP="00E8789B">
      <w:pPr>
        <w:pStyle w:val="Heading3"/>
      </w:pPr>
      <w:r>
        <w:t>Smooth Habanero</w:t>
      </w:r>
    </w:p>
    <w:p w:rsidR="00E8789B" w:rsidRDefault="00E8789B" w:rsidP="00E8789B">
      <w:r>
        <w:t xml:space="preserve">Smooth Habanero is a set of libraries that can be used to automatically map your domain model classes to a database structure. Normally when using Habanero Core you will create an xml file which contains the mapping </w:t>
      </w:r>
      <w:r>
        <w:lastRenderedPageBreak/>
        <w:t>between your classes and the database. If you prefer to work from code (rather than using a modeling tool like FireStarter), you can use Smooth to automatically map your classes.</w:t>
      </w:r>
    </w:p>
    <w:p w:rsidR="00E8789B" w:rsidRDefault="00E8789B" w:rsidP="00E8789B">
      <w:pPr>
        <w:pStyle w:val="ListParagraph"/>
        <w:numPr>
          <w:ilvl w:val="0"/>
          <w:numId w:val="3"/>
        </w:numPr>
        <w:rPr>
          <w:rStyle w:val="Strong"/>
          <w:b w:val="0"/>
        </w:rPr>
      </w:pPr>
      <w:r>
        <w:rPr>
          <w:rStyle w:val="Strong"/>
        </w:rPr>
        <w:t>Binaries</w:t>
      </w:r>
      <w:r w:rsidRPr="00524616">
        <w:rPr>
          <w:rStyle w:val="Strong"/>
          <w:b w:val="0"/>
        </w:rPr>
        <w:t xml:space="preserve"> – These are found in the </w:t>
      </w:r>
      <w:r w:rsidRPr="00524616">
        <w:rPr>
          <w:rStyle w:val="Strong"/>
          <w:b w:val="0"/>
          <w:i/>
        </w:rPr>
        <w:t>“components/</w:t>
      </w:r>
      <w:r>
        <w:rPr>
          <w:rStyle w:val="Strong"/>
          <w:b w:val="0"/>
          <w:i/>
        </w:rPr>
        <w:t>Smooth Habanero 1.</w:t>
      </w:r>
      <w:r w:rsidR="0045080B">
        <w:rPr>
          <w:rStyle w:val="Strong"/>
          <w:b w:val="0"/>
          <w:i/>
        </w:rPr>
        <w:t>6</w:t>
      </w:r>
      <w:r w:rsidRPr="00524616">
        <w:rPr>
          <w:rStyle w:val="Strong"/>
          <w:b w:val="0"/>
          <w:i/>
        </w:rPr>
        <w:t xml:space="preserve">/bin” </w:t>
      </w:r>
      <w:r w:rsidRPr="00524616">
        <w:rPr>
          <w:rStyle w:val="Strong"/>
          <w:b w:val="0"/>
        </w:rPr>
        <w:t>folder.</w:t>
      </w:r>
    </w:p>
    <w:p w:rsidR="00E8789B" w:rsidRPr="00B173C3" w:rsidRDefault="00E8789B" w:rsidP="00E8789B">
      <w:pPr>
        <w:pStyle w:val="ListParagraph"/>
        <w:numPr>
          <w:ilvl w:val="1"/>
          <w:numId w:val="3"/>
        </w:numPr>
        <w:rPr>
          <w:rStyle w:val="Strong"/>
          <w:b w:val="0"/>
        </w:rPr>
      </w:pPr>
      <w:r w:rsidRPr="00690E15">
        <w:rPr>
          <w:rStyle w:val="Strong"/>
        </w:rPr>
        <w:t>Habanero.</w:t>
      </w:r>
      <w:r>
        <w:rPr>
          <w:rStyle w:val="Strong"/>
        </w:rPr>
        <w:t>Smooth.</w:t>
      </w:r>
      <w:r w:rsidRPr="00690E15">
        <w:rPr>
          <w:rStyle w:val="Strong"/>
        </w:rPr>
        <w:t>dll</w:t>
      </w:r>
      <w:r w:rsidRPr="00B173C3">
        <w:rPr>
          <w:rStyle w:val="Strong"/>
          <w:b w:val="0"/>
        </w:rPr>
        <w:t xml:space="preserve"> – Th</w:t>
      </w:r>
      <w:r>
        <w:rPr>
          <w:rStyle w:val="Strong"/>
          <w:b w:val="0"/>
        </w:rPr>
        <w:t>is library provides the classes to do the automatic mapping of your classes.</w:t>
      </w:r>
    </w:p>
    <w:p w:rsidR="00E8789B" w:rsidRDefault="00E8789B" w:rsidP="00E8789B">
      <w:pPr>
        <w:pStyle w:val="ListParagraph"/>
        <w:numPr>
          <w:ilvl w:val="0"/>
          <w:numId w:val="3"/>
        </w:numPr>
        <w:rPr>
          <w:rStyle w:val="Strong"/>
          <w:b w:val="0"/>
        </w:rPr>
      </w:pPr>
      <w:r>
        <w:rPr>
          <w:rStyle w:val="Strong"/>
        </w:rPr>
        <w:t xml:space="preserve">Source </w:t>
      </w:r>
      <w:r w:rsidRPr="00C2121F">
        <w:rPr>
          <w:rStyle w:val="Strong"/>
          <w:b w:val="0"/>
        </w:rPr>
        <w:t xml:space="preserve">– The source code is found in a zip file in the </w:t>
      </w:r>
      <w:r w:rsidRPr="00C2121F">
        <w:rPr>
          <w:rStyle w:val="Strong"/>
          <w:b w:val="0"/>
          <w:i/>
        </w:rPr>
        <w:t>“components/</w:t>
      </w:r>
      <w:r>
        <w:rPr>
          <w:rStyle w:val="Strong"/>
          <w:b w:val="0"/>
          <w:i/>
        </w:rPr>
        <w:t>Smooth Habanero 1.</w:t>
      </w:r>
      <w:r w:rsidR="0045080B">
        <w:rPr>
          <w:rStyle w:val="Strong"/>
          <w:b w:val="0"/>
          <w:i/>
        </w:rPr>
        <w:t>6</w:t>
      </w:r>
      <w:bookmarkStart w:id="0" w:name="_GoBack"/>
      <w:bookmarkEnd w:id="0"/>
      <w:r w:rsidRPr="00C2121F">
        <w:rPr>
          <w:rStyle w:val="Strong"/>
          <w:b w:val="0"/>
          <w:i/>
        </w:rPr>
        <w:t>”</w:t>
      </w:r>
      <w:r w:rsidRPr="00C2121F">
        <w:rPr>
          <w:rStyle w:val="Strong"/>
          <w:b w:val="0"/>
        </w:rPr>
        <w:t xml:space="preserve"> folder</w:t>
      </w:r>
      <w:r>
        <w:rPr>
          <w:rStyle w:val="Strong"/>
          <w:b w:val="0"/>
        </w:rPr>
        <w:t>.</w:t>
      </w:r>
    </w:p>
    <w:p w:rsidR="00E8789B" w:rsidRPr="00DE64BE" w:rsidRDefault="00E8789B" w:rsidP="00E8789B">
      <w:pPr>
        <w:pStyle w:val="ListParagraph"/>
        <w:numPr>
          <w:ilvl w:val="0"/>
          <w:numId w:val="3"/>
        </w:numPr>
        <w:rPr>
          <w:bCs/>
        </w:rPr>
      </w:pPr>
      <w:r>
        <w:rPr>
          <w:rStyle w:val="Strong"/>
        </w:rPr>
        <w:t xml:space="preserve">Resources </w:t>
      </w:r>
      <w:r>
        <w:rPr>
          <w:rStyle w:val="Strong"/>
          <w:b w:val="0"/>
        </w:rPr>
        <w:t xml:space="preserve">– The primary resource for information is </w:t>
      </w:r>
      <w:hyperlink r:id="rId20" w:history="1">
        <w:r w:rsidRPr="009A02AD">
          <w:rPr>
            <w:rStyle w:val="Hyperlink"/>
          </w:rPr>
          <w:t>http://www.habanerolabs.com</w:t>
        </w:r>
      </w:hyperlink>
      <w:r>
        <w:t>. Further documentation is coming soon.</w:t>
      </w:r>
    </w:p>
    <w:p w:rsidR="00771577" w:rsidRDefault="00771577" w:rsidP="00771577">
      <w:pPr>
        <w:pStyle w:val="Heading3"/>
        <w:rPr>
          <w:rStyle w:val="Strong"/>
          <w:b w:val="0"/>
        </w:rPr>
      </w:pPr>
      <w:r>
        <w:rPr>
          <w:rStyle w:val="Strong"/>
          <w:b w:val="0"/>
        </w:rPr>
        <w:t>Other Projects</w:t>
      </w:r>
    </w:p>
    <w:p w:rsidR="003F648B" w:rsidRDefault="003F648B" w:rsidP="003F648B">
      <w:r>
        <w:t>Information on other community projects can be found at:</w:t>
      </w:r>
      <w:r w:rsidRPr="003F648B">
        <w:t xml:space="preserve"> </w:t>
      </w:r>
      <w:hyperlink r:id="rId21" w:history="1">
        <w:r w:rsidRPr="005E6C54">
          <w:rPr>
            <w:rStyle w:val="Hyperlink"/>
          </w:rPr>
          <w:t>http://www.habanerolabs.com/Community.aspx</w:t>
        </w:r>
      </w:hyperlink>
    </w:p>
    <w:p w:rsidR="003F648B" w:rsidRDefault="003F648B" w:rsidP="003F648B">
      <w:pPr>
        <w:pStyle w:val="Heading1"/>
      </w:pPr>
      <w:r>
        <w:t>Links</w:t>
      </w:r>
    </w:p>
    <w:p w:rsidR="00206CDE" w:rsidRPr="00206CDE" w:rsidRDefault="00206CDE" w:rsidP="00206CDE">
      <w:r>
        <w:t>Here are some links that you may find useful in your journey to becoming an expert Habanero developer:</w:t>
      </w:r>
    </w:p>
    <w:p w:rsidR="003F648B" w:rsidRDefault="003404B0" w:rsidP="00031472">
      <w:pPr>
        <w:pStyle w:val="ListParagraph"/>
        <w:numPr>
          <w:ilvl w:val="0"/>
          <w:numId w:val="6"/>
        </w:numPr>
      </w:pPr>
      <w:hyperlink r:id="rId22" w:history="1">
        <w:r w:rsidR="00206CDE" w:rsidRPr="009A02AD">
          <w:rPr>
            <w:rStyle w:val="Hyperlink"/>
          </w:rPr>
          <w:t>http://www.habanerolabs.com</w:t>
        </w:r>
      </w:hyperlink>
      <w:r w:rsidR="00206CDE">
        <w:t xml:space="preserve"> – Your first port of call for </w:t>
      </w:r>
      <w:r w:rsidR="00206CDE" w:rsidRPr="00D27412">
        <w:rPr>
          <w:b/>
        </w:rPr>
        <w:t>anything</w:t>
      </w:r>
      <w:r w:rsidR="00206CDE">
        <w:t xml:space="preserve"> you need.</w:t>
      </w:r>
    </w:p>
    <w:p w:rsidR="00206CDE" w:rsidRPr="00206CDE" w:rsidRDefault="003404B0" w:rsidP="00031472">
      <w:pPr>
        <w:pStyle w:val="ListParagraph"/>
        <w:numPr>
          <w:ilvl w:val="0"/>
          <w:numId w:val="6"/>
        </w:numPr>
        <w:rPr>
          <w:rStyle w:val="Strong"/>
          <w:b w:val="0"/>
          <w:bCs w:val="0"/>
        </w:rPr>
      </w:pPr>
      <w:hyperlink r:id="rId23" w:history="1">
        <w:r w:rsidR="00206CDE" w:rsidRPr="005E6C54">
          <w:rPr>
            <w:rStyle w:val="Hyperlink"/>
          </w:rPr>
          <w:t>http://www.habanerolabs.com/Download.aspx</w:t>
        </w:r>
      </w:hyperlink>
      <w:r w:rsidR="00206CDE">
        <w:rPr>
          <w:rStyle w:val="Strong"/>
          <w:b w:val="0"/>
        </w:rPr>
        <w:t xml:space="preserve"> </w:t>
      </w:r>
      <w:r w:rsidR="00206CDE">
        <w:t>–</w:t>
      </w:r>
      <w:r w:rsidR="00206CDE">
        <w:rPr>
          <w:rStyle w:val="Strong"/>
          <w:b w:val="0"/>
        </w:rPr>
        <w:t xml:space="preserve"> All the latest </w:t>
      </w:r>
      <w:r w:rsidR="00206CDE" w:rsidRPr="00552165">
        <w:rPr>
          <w:rStyle w:val="Strong"/>
        </w:rPr>
        <w:t>downloads</w:t>
      </w:r>
      <w:r w:rsidR="00206CDE">
        <w:rPr>
          <w:rStyle w:val="Strong"/>
          <w:b w:val="0"/>
        </w:rPr>
        <w:t>.</w:t>
      </w:r>
    </w:p>
    <w:p w:rsidR="00552165" w:rsidRPr="00552165" w:rsidRDefault="003404B0" w:rsidP="00552165">
      <w:pPr>
        <w:pStyle w:val="ListParagraph"/>
        <w:numPr>
          <w:ilvl w:val="0"/>
          <w:numId w:val="6"/>
        </w:numPr>
        <w:rPr>
          <w:rStyle w:val="Strong"/>
          <w:b w:val="0"/>
          <w:bCs w:val="0"/>
        </w:rPr>
      </w:pPr>
      <w:hyperlink r:id="rId24" w:history="1">
        <w:r w:rsidR="00206CDE" w:rsidRPr="005E6C54">
          <w:rPr>
            <w:rStyle w:val="Hyperlink"/>
          </w:rPr>
          <w:t>http://www.habanerolabs.com/Tutorials.aspx</w:t>
        </w:r>
      </w:hyperlink>
      <w:r w:rsidR="00206CDE">
        <w:rPr>
          <w:rStyle w:val="Strong"/>
          <w:b w:val="0"/>
        </w:rPr>
        <w:t xml:space="preserve"> </w:t>
      </w:r>
      <w:r w:rsidR="00206CDE">
        <w:t xml:space="preserve">– </w:t>
      </w:r>
      <w:r w:rsidR="00206CDE" w:rsidRPr="00552165">
        <w:rPr>
          <w:b/>
        </w:rPr>
        <w:t>Tutorials</w:t>
      </w:r>
      <w:r w:rsidR="00206CDE">
        <w:t xml:space="preserve"> to get you going.</w:t>
      </w:r>
      <w:r w:rsidR="00552165" w:rsidRPr="00552165">
        <w:rPr>
          <w:rStyle w:val="Strong"/>
          <w:b w:val="0"/>
          <w:bCs w:val="0"/>
        </w:rPr>
        <w:t xml:space="preserve"> </w:t>
      </w:r>
    </w:p>
    <w:p w:rsidR="00206CDE" w:rsidRDefault="00876502" w:rsidP="00B20893">
      <w:pPr>
        <w:pStyle w:val="ListParagraph"/>
        <w:numPr>
          <w:ilvl w:val="0"/>
          <w:numId w:val="6"/>
        </w:numPr>
      </w:pPr>
      <w:hyperlink r:id="rId25" w:history="1">
        <w:r w:rsidR="00B20893" w:rsidRPr="00876502">
          <w:rPr>
            <w:rStyle w:val="Hyperlink"/>
          </w:rPr>
          <w:t>http://</w:t>
        </w:r>
        <w:r w:rsidR="00B20893" w:rsidRPr="00876502">
          <w:rPr>
            <w:rStyle w:val="Hyperlink"/>
          </w:rPr>
          <w:t>w</w:t>
        </w:r>
        <w:r w:rsidR="00B20893" w:rsidRPr="00876502">
          <w:rPr>
            <w:rStyle w:val="Hyperlink"/>
          </w:rPr>
          <w:t>ww.haba</w:t>
        </w:r>
        <w:r w:rsidR="00B20893" w:rsidRPr="00876502">
          <w:rPr>
            <w:rStyle w:val="Hyperlink"/>
          </w:rPr>
          <w:t>n</w:t>
        </w:r>
        <w:r w:rsidR="00B20893" w:rsidRPr="00876502">
          <w:rPr>
            <w:rStyle w:val="Hyperlink"/>
          </w:rPr>
          <w:t>erowiki.com</w:t>
        </w:r>
      </w:hyperlink>
      <w:r w:rsidR="00552165">
        <w:t xml:space="preserve"> – The Habanero </w:t>
      </w:r>
      <w:r w:rsidR="00552165" w:rsidRPr="00552165">
        <w:rPr>
          <w:b/>
        </w:rPr>
        <w:t>Wiki</w:t>
      </w:r>
      <w:r w:rsidR="00552165">
        <w:t>, there is a great deal of useful information here</w:t>
      </w:r>
    </w:p>
    <w:p w:rsidR="00552165" w:rsidRDefault="003404B0" w:rsidP="00552165">
      <w:pPr>
        <w:pStyle w:val="ListParagraph"/>
        <w:numPr>
          <w:ilvl w:val="0"/>
          <w:numId w:val="6"/>
        </w:numPr>
      </w:pPr>
      <w:hyperlink r:id="rId26" w:history="1">
        <w:r w:rsidR="00206CDE" w:rsidRPr="005E6C54">
          <w:rPr>
            <w:rStyle w:val="Hyperlink"/>
          </w:rPr>
          <w:t>http://www.habanerolabs.com/Forum.aspx</w:t>
        </w:r>
      </w:hyperlink>
      <w:r w:rsidR="00206CDE">
        <w:rPr>
          <w:rStyle w:val="Strong"/>
          <w:b w:val="0"/>
        </w:rPr>
        <w:t xml:space="preserve"> </w:t>
      </w:r>
      <w:r w:rsidR="00206CDE">
        <w:t>–</w:t>
      </w:r>
      <w:r w:rsidR="00206CDE">
        <w:rPr>
          <w:rStyle w:val="Strong"/>
          <w:b w:val="0"/>
        </w:rPr>
        <w:t xml:space="preserve"> </w:t>
      </w:r>
      <w:r w:rsidR="00206CDE" w:rsidRPr="00552165">
        <w:rPr>
          <w:rStyle w:val="Strong"/>
        </w:rPr>
        <w:t>Questions, comments and ideas</w:t>
      </w:r>
      <w:r w:rsidR="00206CDE">
        <w:rPr>
          <w:rStyle w:val="Strong"/>
          <w:b w:val="0"/>
        </w:rPr>
        <w:t xml:space="preserve"> are welcome. We have many very active community members that would love to hear your voice.</w:t>
      </w:r>
    </w:p>
    <w:p w:rsidR="00206CDE" w:rsidRPr="003F648B" w:rsidRDefault="003404B0" w:rsidP="00031472">
      <w:pPr>
        <w:pStyle w:val="ListParagraph"/>
        <w:numPr>
          <w:ilvl w:val="0"/>
          <w:numId w:val="6"/>
        </w:numPr>
      </w:pPr>
      <w:hyperlink r:id="rId27" w:history="1">
        <w:r w:rsidR="00206CDE" w:rsidRPr="005E6C54">
          <w:rPr>
            <w:rStyle w:val="Hyperlink"/>
          </w:rPr>
          <w:t>http://sourceforge.net/projects/habanero/</w:t>
        </w:r>
      </w:hyperlink>
      <w:r w:rsidR="00206CDE" w:rsidRPr="00DE2CB5">
        <w:rPr>
          <w:rStyle w:val="Strong"/>
          <w:b w:val="0"/>
        </w:rPr>
        <w:t xml:space="preserve"> </w:t>
      </w:r>
      <w:r w:rsidR="00206CDE">
        <w:t>–</w:t>
      </w:r>
      <w:r w:rsidR="00206CDE" w:rsidRPr="00DE2CB5">
        <w:rPr>
          <w:rStyle w:val="Strong"/>
          <w:b w:val="0"/>
        </w:rPr>
        <w:t xml:space="preserve"> </w:t>
      </w:r>
      <w:r w:rsidR="00552165" w:rsidRPr="00DE2CB5">
        <w:rPr>
          <w:rStyle w:val="Strong"/>
          <w:b w:val="0"/>
        </w:rPr>
        <w:t xml:space="preserve">It is open source, your </w:t>
      </w:r>
      <w:r w:rsidR="00552165" w:rsidRPr="00552165">
        <w:rPr>
          <w:rStyle w:val="Strong"/>
        </w:rPr>
        <w:t>c</w:t>
      </w:r>
      <w:r w:rsidR="00206CDE" w:rsidRPr="00552165">
        <w:rPr>
          <w:rStyle w:val="Strong"/>
        </w:rPr>
        <w:t>ontributions</w:t>
      </w:r>
      <w:r w:rsidR="00206CDE" w:rsidRPr="00DE2CB5">
        <w:rPr>
          <w:rStyle w:val="Strong"/>
          <w:b w:val="0"/>
        </w:rPr>
        <w:t xml:space="preserve"> are welcome!</w:t>
      </w:r>
    </w:p>
    <w:sectPr w:rsidR="00206CDE" w:rsidRPr="003F648B" w:rsidSect="00964F9D">
      <w:footerReference w:type="default" r:id="rId28"/>
      <w:pgSz w:w="12240" w:h="15840"/>
      <w:pgMar w:top="1134"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4B0" w:rsidRDefault="003404B0" w:rsidP="00200095">
      <w:pPr>
        <w:spacing w:before="0" w:after="0" w:line="240" w:lineRule="auto"/>
      </w:pPr>
      <w:r>
        <w:separator/>
      </w:r>
    </w:p>
  </w:endnote>
  <w:endnote w:type="continuationSeparator" w:id="0">
    <w:p w:rsidR="003404B0" w:rsidRDefault="003404B0" w:rsidP="0020009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20400"/>
      <w:docPartObj>
        <w:docPartGallery w:val="Page Numbers (Bottom of Page)"/>
        <w:docPartUnique/>
      </w:docPartObj>
    </w:sdtPr>
    <w:sdtEndPr/>
    <w:sdtContent>
      <w:sdt>
        <w:sdtPr>
          <w:id w:val="565050523"/>
          <w:docPartObj>
            <w:docPartGallery w:val="Page Numbers (Top of Page)"/>
            <w:docPartUnique/>
          </w:docPartObj>
        </w:sdtPr>
        <w:sdtEndPr/>
        <w:sdtContent>
          <w:p w:rsidR="00206CDE" w:rsidRDefault="00206CDE">
            <w:pPr>
              <w:pStyle w:val="Footer"/>
              <w:jc w:val="right"/>
            </w:pPr>
            <w:r>
              <w:t xml:space="preserve">Page </w:t>
            </w:r>
            <w:r w:rsidR="00ED5416">
              <w:rPr>
                <w:b/>
                <w:sz w:val="24"/>
                <w:szCs w:val="24"/>
              </w:rPr>
              <w:fldChar w:fldCharType="begin"/>
            </w:r>
            <w:r>
              <w:rPr>
                <w:b/>
              </w:rPr>
              <w:instrText xml:space="preserve"> PAGE </w:instrText>
            </w:r>
            <w:r w:rsidR="00ED5416">
              <w:rPr>
                <w:b/>
                <w:sz w:val="24"/>
                <w:szCs w:val="24"/>
              </w:rPr>
              <w:fldChar w:fldCharType="separate"/>
            </w:r>
            <w:r w:rsidR="0045080B">
              <w:rPr>
                <w:b/>
                <w:noProof/>
              </w:rPr>
              <w:t>4</w:t>
            </w:r>
            <w:r w:rsidR="00ED5416">
              <w:rPr>
                <w:b/>
                <w:sz w:val="24"/>
                <w:szCs w:val="24"/>
              </w:rPr>
              <w:fldChar w:fldCharType="end"/>
            </w:r>
            <w:r>
              <w:t xml:space="preserve"> of </w:t>
            </w:r>
            <w:r w:rsidR="00ED5416">
              <w:rPr>
                <w:b/>
                <w:sz w:val="24"/>
                <w:szCs w:val="24"/>
              </w:rPr>
              <w:fldChar w:fldCharType="begin"/>
            </w:r>
            <w:r>
              <w:rPr>
                <w:b/>
              </w:rPr>
              <w:instrText xml:space="preserve"> NUMPAGES  </w:instrText>
            </w:r>
            <w:r w:rsidR="00ED5416">
              <w:rPr>
                <w:b/>
                <w:sz w:val="24"/>
                <w:szCs w:val="24"/>
              </w:rPr>
              <w:fldChar w:fldCharType="separate"/>
            </w:r>
            <w:r w:rsidR="0045080B">
              <w:rPr>
                <w:b/>
                <w:noProof/>
              </w:rPr>
              <w:t>4</w:t>
            </w:r>
            <w:r w:rsidR="00ED5416">
              <w:rPr>
                <w:b/>
                <w:sz w:val="24"/>
                <w:szCs w:val="24"/>
              </w:rPr>
              <w:fldChar w:fldCharType="end"/>
            </w:r>
          </w:p>
        </w:sdtContent>
      </w:sdt>
    </w:sdtContent>
  </w:sdt>
  <w:p w:rsidR="00206CDE" w:rsidRDefault="00206C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4B0" w:rsidRDefault="003404B0" w:rsidP="00200095">
      <w:pPr>
        <w:spacing w:before="0" w:after="0" w:line="240" w:lineRule="auto"/>
      </w:pPr>
      <w:r>
        <w:separator/>
      </w:r>
    </w:p>
  </w:footnote>
  <w:footnote w:type="continuationSeparator" w:id="0">
    <w:p w:rsidR="003404B0" w:rsidRDefault="003404B0" w:rsidP="0020009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26B6F"/>
    <w:multiLevelType w:val="hybridMultilevel"/>
    <w:tmpl w:val="68CA797C"/>
    <w:lvl w:ilvl="0" w:tplc="B596F3AA">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2A51FE"/>
    <w:multiLevelType w:val="hybridMultilevel"/>
    <w:tmpl w:val="9F60B1C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E1305AB"/>
    <w:multiLevelType w:val="hybridMultilevel"/>
    <w:tmpl w:val="E8606B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F9C5BE7"/>
    <w:multiLevelType w:val="hybridMultilevel"/>
    <w:tmpl w:val="DE64580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2BCE353E"/>
    <w:multiLevelType w:val="hybridMultilevel"/>
    <w:tmpl w:val="767AB72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7E460F97"/>
    <w:multiLevelType w:val="hybridMultilevel"/>
    <w:tmpl w:val="6E1A6E96"/>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6ABE"/>
    <w:rsid w:val="000078CC"/>
    <w:rsid w:val="00021436"/>
    <w:rsid w:val="000266E1"/>
    <w:rsid w:val="00031472"/>
    <w:rsid w:val="0008231A"/>
    <w:rsid w:val="000B4A27"/>
    <w:rsid w:val="000B6ECD"/>
    <w:rsid w:val="000C6FEC"/>
    <w:rsid w:val="000D0272"/>
    <w:rsid w:val="000D1DEE"/>
    <w:rsid w:val="000D2165"/>
    <w:rsid w:val="001037C3"/>
    <w:rsid w:val="001038ED"/>
    <w:rsid w:val="00110CBE"/>
    <w:rsid w:val="00117D83"/>
    <w:rsid w:val="00120D6A"/>
    <w:rsid w:val="001421F3"/>
    <w:rsid w:val="00151138"/>
    <w:rsid w:val="001602CB"/>
    <w:rsid w:val="001623E6"/>
    <w:rsid w:val="0017069F"/>
    <w:rsid w:val="001747D6"/>
    <w:rsid w:val="0017489F"/>
    <w:rsid w:val="00183F18"/>
    <w:rsid w:val="00184DBC"/>
    <w:rsid w:val="0019428D"/>
    <w:rsid w:val="00197942"/>
    <w:rsid w:val="001B6FF1"/>
    <w:rsid w:val="001F3A9A"/>
    <w:rsid w:val="00200095"/>
    <w:rsid w:val="00202062"/>
    <w:rsid w:val="002027CA"/>
    <w:rsid w:val="00205CF3"/>
    <w:rsid w:val="00206CDE"/>
    <w:rsid w:val="0022391F"/>
    <w:rsid w:val="00232649"/>
    <w:rsid w:val="00260620"/>
    <w:rsid w:val="002870E9"/>
    <w:rsid w:val="00296ADF"/>
    <w:rsid w:val="002A5A14"/>
    <w:rsid w:val="002C2B4E"/>
    <w:rsid w:val="002C3682"/>
    <w:rsid w:val="002E67F4"/>
    <w:rsid w:val="00300816"/>
    <w:rsid w:val="003075EB"/>
    <w:rsid w:val="003346AB"/>
    <w:rsid w:val="003404B0"/>
    <w:rsid w:val="003411C1"/>
    <w:rsid w:val="00346CF9"/>
    <w:rsid w:val="003A4A2B"/>
    <w:rsid w:val="003B61D3"/>
    <w:rsid w:val="003B64E3"/>
    <w:rsid w:val="003C28F2"/>
    <w:rsid w:val="003E0F1A"/>
    <w:rsid w:val="003F648B"/>
    <w:rsid w:val="00401D50"/>
    <w:rsid w:val="004246D3"/>
    <w:rsid w:val="004301B1"/>
    <w:rsid w:val="00445A5E"/>
    <w:rsid w:val="0045080B"/>
    <w:rsid w:val="00455058"/>
    <w:rsid w:val="00460597"/>
    <w:rsid w:val="004C32BC"/>
    <w:rsid w:val="00524616"/>
    <w:rsid w:val="00536816"/>
    <w:rsid w:val="0054705E"/>
    <w:rsid w:val="00552165"/>
    <w:rsid w:val="00552BB9"/>
    <w:rsid w:val="00555DB4"/>
    <w:rsid w:val="0057733E"/>
    <w:rsid w:val="00577FA5"/>
    <w:rsid w:val="00585F4D"/>
    <w:rsid w:val="005867C4"/>
    <w:rsid w:val="00586C65"/>
    <w:rsid w:val="005A0033"/>
    <w:rsid w:val="005A2313"/>
    <w:rsid w:val="005B4884"/>
    <w:rsid w:val="005B7394"/>
    <w:rsid w:val="005C1D7E"/>
    <w:rsid w:val="005D02FE"/>
    <w:rsid w:val="005D5966"/>
    <w:rsid w:val="006038DC"/>
    <w:rsid w:val="00606522"/>
    <w:rsid w:val="006072A4"/>
    <w:rsid w:val="00612137"/>
    <w:rsid w:val="006144F5"/>
    <w:rsid w:val="006252EE"/>
    <w:rsid w:val="0064408B"/>
    <w:rsid w:val="00645DF5"/>
    <w:rsid w:val="00654BBF"/>
    <w:rsid w:val="00670DEF"/>
    <w:rsid w:val="00690E15"/>
    <w:rsid w:val="006E5992"/>
    <w:rsid w:val="006E5F3B"/>
    <w:rsid w:val="006F74FC"/>
    <w:rsid w:val="00715D2C"/>
    <w:rsid w:val="007206A5"/>
    <w:rsid w:val="0072110E"/>
    <w:rsid w:val="007643FF"/>
    <w:rsid w:val="00771577"/>
    <w:rsid w:val="00796FA0"/>
    <w:rsid w:val="007A1EFA"/>
    <w:rsid w:val="007B357A"/>
    <w:rsid w:val="007C1F96"/>
    <w:rsid w:val="007C2E48"/>
    <w:rsid w:val="007C64E1"/>
    <w:rsid w:val="007F3520"/>
    <w:rsid w:val="00802C56"/>
    <w:rsid w:val="00806ABE"/>
    <w:rsid w:val="00820FE4"/>
    <w:rsid w:val="0083274D"/>
    <w:rsid w:val="008432EE"/>
    <w:rsid w:val="00843944"/>
    <w:rsid w:val="00844EC3"/>
    <w:rsid w:val="00845F80"/>
    <w:rsid w:val="008662DA"/>
    <w:rsid w:val="00876502"/>
    <w:rsid w:val="0087670A"/>
    <w:rsid w:val="008820C1"/>
    <w:rsid w:val="0089354D"/>
    <w:rsid w:val="008C4811"/>
    <w:rsid w:val="008E7E70"/>
    <w:rsid w:val="008F24BA"/>
    <w:rsid w:val="008F2A23"/>
    <w:rsid w:val="00900A03"/>
    <w:rsid w:val="009032E1"/>
    <w:rsid w:val="00906656"/>
    <w:rsid w:val="00931BC4"/>
    <w:rsid w:val="00931ED7"/>
    <w:rsid w:val="00940CB3"/>
    <w:rsid w:val="009500DB"/>
    <w:rsid w:val="009644DF"/>
    <w:rsid w:val="00964F9D"/>
    <w:rsid w:val="00975530"/>
    <w:rsid w:val="00980522"/>
    <w:rsid w:val="00986DAC"/>
    <w:rsid w:val="00987C04"/>
    <w:rsid w:val="009C4B7D"/>
    <w:rsid w:val="00A33E28"/>
    <w:rsid w:val="00A35522"/>
    <w:rsid w:val="00A466D9"/>
    <w:rsid w:val="00A51145"/>
    <w:rsid w:val="00A57A93"/>
    <w:rsid w:val="00A67BD3"/>
    <w:rsid w:val="00AA650A"/>
    <w:rsid w:val="00AE6584"/>
    <w:rsid w:val="00B173C3"/>
    <w:rsid w:val="00B20893"/>
    <w:rsid w:val="00B51668"/>
    <w:rsid w:val="00B56591"/>
    <w:rsid w:val="00B66378"/>
    <w:rsid w:val="00B9081F"/>
    <w:rsid w:val="00B940A5"/>
    <w:rsid w:val="00B96008"/>
    <w:rsid w:val="00BA7E71"/>
    <w:rsid w:val="00BB60C1"/>
    <w:rsid w:val="00BB6B5A"/>
    <w:rsid w:val="00BE4E0A"/>
    <w:rsid w:val="00BF310E"/>
    <w:rsid w:val="00C1067A"/>
    <w:rsid w:val="00C2121F"/>
    <w:rsid w:val="00C50500"/>
    <w:rsid w:val="00C55127"/>
    <w:rsid w:val="00C75B7D"/>
    <w:rsid w:val="00C83220"/>
    <w:rsid w:val="00CC210C"/>
    <w:rsid w:val="00CC73CC"/>
    <w:rsid w:val="00D025C5"/>
    <w:rsid w:val="00D27412"/>
    <w:rsid w:val="00D32559"/>
    <w:rsid w:val="00D37E45"/>
    <w:rsid w:val="00D53E3E"/>
    <w:rsid w:val="00D57931"/>
    <w:rsid w:val="00D61641"/>
    <w:rsid w:val="00D667B1"/>
    <w:rsid w:val="00D83B01"/>
    <w:rsid w:val="00DA33B4"/>
    <w:rsid w:val="00DC6C53"/>
    <w:rsid w:val="00DD106C"/>
    <w:rsid w:val="00DE2CB5"/>
    <w:rsid w:val="00DE64BE"/>
    <w:rsid w:val="00E176E2"/>
    <w:rsid w:val="00E27253"/>
    <w:rsid w:val="00E40230"/>
    <w:rsid w:val="00E66474"/>
    <w:rsid w:val="00E67985"/>
    <w:rsid w:val="00E8789B"/>
    <w:rsid w:val="00E964DA"/>
    <w:rsid w:val="00E96CC5"/>
    <w:rsid w:val="00EC2619"/>
    <w:rsid w:val="00ED5416"/>
    <w:rsid w:val="00EE303C"/>
    <w:rsid w:val="00F2500D"/>
    <w:rsid w:val="00F300D2"/>
    <w:rsid w:val="00F32253"/>
    <w:rsid w:val="00FB270F"/>
    <w:rsid w:val="00FB47F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7D6"/>
    <w:rPr>
      <w:sz w:val="20"/>
      <w:szCs w:val="20"/>
    </w:rPr>
  </w:style>
  <w:style w:type="paragraph" w:styleId="Heading1">
    <w:name w:val="heading 1"/>
    <w:basedOn w:val="Normal"/>
    <w:next w:val="Normal"/>
    <w:link w:val="Heading1Char"/>
    <w:uiPriority w:val="9"/>
    <w:qFormat/>
    <w:rsid w:val="00197942"/>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1747D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1747D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1747D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1747D6"/>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1747D6"/>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1747D6"/>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1747D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747D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747D6"/>
    <w:rPr>
      <w:caps/>
      <w:color w:val="243F60" w:themeColor="accent1" w:themeShade="7F"/>
      <w:spacing w:val="15"/>
    </w:rPr>
  </w:style>
  <w:style w:type="character" w:customStyle="1" w:styleId="Heading4Char">
    <w:name w:val="Heading 4 Char"/>
    <w:basedOn w:val="DefaultParagraphFont"/>
    <w:link w:val="Heading4"/>
    <w:uiPriority w:val="9"/>
    <w:rsid w:val="001747D6"/>
    <w:rPr>
      <w:caps/>
      <w:color w:val="365F91" w:themeColor="accent1" w:themeShade="BF"/>
      <w:spacing w:val="10"/>
    </w:rPr>
  </w:style>
  <w:style w:type="paragraph" w:styleId="DocumentMap">
    <w:name w:val="Document Map"/>
    <w:basedOn w:val="Normal"/>
    <w:link w:val="DocumentMapChar"/>
    <w:uiPriority w:val="99"/>
    <w:semiHidden/>
    <w:unhideWhenUsed/>
    <w:rsid w:val="0008231A"/>
    <w:rPr>
      <w:rFonts w:ascii="Tahoma" w:hAnsi="Tahoma" w:cs="Tahoma"/>
      <w:sz w:val="16"/>
      <w:szCs w:val="16"/>
    </w:rPr>
  </w:style>
  <w:style w:type="character" w:customStyle="1" w:styleId="DocumentMapChar">
    <w:name w:val="Document Map Char"/>
    <w:basedOn w:val="DefaultParagraphFont"/>
    <w:link w:val="DocumentMap"/>
    <w:uiPriority w:val="99"/>
    <w:semiHidden/>
    <w:rsid w:val="0008231A"/>
    <w:rPr>
      <w:rFonts w:ascii="Tahoma" w:eastAsia="Times New Roman" w:hAnsi="Tahoma" w:cs="Tahoma"/>
      <w:b w:val="0"/>
      <w:bCs w:val="0"/>
      <w:color w:val="auto"/>
      <w:sz w:val="16"/>
      <w:szCs w:val="16"/>
      <w:lang w:val="en-ZA"/>
    </w:rPr>
  </w:style>
  <w:style w:type="character" w:customStyle="1" w:styleId="Heading5Char">
    <w:name w:val="Heading 5 Char"/>
    <w:basedOn w:val="DefaultParagraphFont"/>
    <w:link w:val="Heading5"/>
    <w:uiPriority w:val="9"/>
    <w:rsid w:val="001747D6"/>
    <w:rPr>
      <w:caps/>
      <w:color w:val="365F91" w:themeColor="accent1" w:themeShade="BF"/>
      <w:spacing w:val="10"/>
    </w:rPr>
  </w:style>
  <w:style w:type="paragraph" w:styleId="ListParagraph">
    <w:name w:val="List Paragraph"/>
    <w:basedOn w:val="Normal"/>
    <w:uiPriority w:val="34"/>
    <w:qFormat/>
    <w:rsid w:val="001747D6"/>
    <w:pPr>
      <w:ind w:left="720"/>
      <w:contextualSpacing/>
    </w:pPr>
  </w:style>
  <w:style w:type="character" w:customStyle="1" w:styleId="Heading1Char">
    <w:name w:val="Heading 1 Char"/>
    <w:basedOn w:val="DefaultParagraphFont"/>
    <w:link w:val="Heading1"/>
    <w:uiPriority w:val="9"/>
    <w:rsid w:val="00197942"/>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1747D6"/>
    <w:rPr>
      <w:caps/>
      <w:spacing w:val="15"/>
      <w:shd w:val="clear" w:color="auto" w:fill="DBE5F1" w:themeFill="accent1" w:themeFillTint="33"/>
    </w:rPr>
  </w:style>
  <w:style w:type="character" w:customStyle="1" w:styleId="Heading6Char">
    <w:name w:val="Heading 6 Char"/>
    <w:basedOn w:val="DefaultParagraphFont"/>
    <w:link w:val="Heading6"/>
    <w:uiPriority w:val="9"/>
    <w:semiHidden/>
    <w:rsid w:val="001747D6"/>
    <w:rPr>
      <w:caps/>
      <w:color w:val="365F91" w:themeColor="accent1" w:themeShade="BF"/>
      <w:spacing w:val="10"/>
    </w:rPr>
  </w:style>
  <w:style w:type="character" w:customStyle="1" w:styleId="Heading7Char">
    <w:name w:val="Heading 7 Char"/>
    <w:basedOn w:val="DefaultParagraphFont"/>
    <w:link w:val="Heading7"/>
    <w:uiPriority w:val="9"/>
    <w:semiHidden/>
    <w:rsid w:val="001747D6"/>
    <w:rPr>
      <w:caps/>
      <w:color w:val="365F91" w:themeColor="accent1" w:themeShade="BF"/>
      <w:spacing w:val="10"/>
    </w:rPr>
  </w:style>
  <w:style w:type="character" w:customStyle="1" w:styleId="Heading8Char">
    <w:name w:val="Heading 8 Char"/>
    <w:basedOn w:val="DefaultParagraphFont"/>
    <w:link w:val="Heading8"/>
    <w:uiPriority w:val="9"/>
    <w:semiHidden/>
    <w:rsid w:val="001747D6"/>
    <w:rPr>
      <w:caps/>
      <w:spacing w:val="10"/>
      <w:sz w:val="18"/>
      <w:szCs w:val="18"/>
    </w:rPr>
  </w:style>
  <w:style w:type="character" w:customStyle="1" w:styleId="Heading9Char">
    <w:name w:val="Heading 9 Char"/>
    <w:basedOn w:val="DefaultParagraphFont"/>
    <w:link w:val="Heading9"/>
    <w:uiPriority w:val="9"/>
    <w:semiHidden/>
    <w:rsid w:val="001747D6"/>
    <w:rPr>
      <w:i/>
      <w:caps/>
      <w:spacing w:val="10"/>
      <w:sz w:val="18"/>
      <w:szCs w:val="18"/>
    </w:rPr>
  </w:style>
  <w:style w:type="paragraph" w:styleId="Caption">
    <w:name w:val="caption"/>
    <w:basedOn w:val="Normal"/>
    <w:next w:val="Normal"/>
    <w:uiPriority w:val="35"/>
    <w:semiHidden/>
    <w:unhideWhenUsed/>
    <w:qFormat/>
    <w:rsid w:val="001747D6"/>
    <w:rPr>
      <w:b/>
      <w:bCs/>
      <w:color w:val="365F91" w:themeColor="accent1" w:themeShade="BF"/>
      <w:sz w:val="16"/>
      <w:szCs w:val="16"/>
    </w:rPr>
  </w:style>
  <w:style w:type="paragraph" w:styleId="Title">
    <w:name w:val="Title"/>
    <w:basedOn w:val="Normal"/>
    <w:next w:val="Normal"/>
    <w:link w:val="TitleChar"/>
    <w:uiPriority w:val="10"/>
    <w:qFormat/>
    <w:rsid w:val="001747D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1747D6"/>
    <w:rPr>
      <w:caps/>
      <w:color w:val="4F81BD" w:themeColor="accent1"/>
      <w:spacing w:val="10"/>
      <w:kern w:val="28"/>
      <w:sz w:val="52"/>
      <w:szCs w:val="52"/>
    </w:rPr>
  </w:style>
  <w:style w:type="paragraph" w:styleId="Subtitle">
    <w:name w:val="Subtitle"/>
    <w:basedOn w:val="Normal"/>
    <w:next w:val="Normal"/>
    <w:link w:val="SubtitleChar"/>
    <w:uiPriority w:val="11"/>
    <w:qFormat/>
    <w:rsid w:val="001747D6"/>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1747D6"/>
    <w:rPr>
      <w:caps/>
      <w:color w:val="595959" w:themeColor="text1" w:themeTint="A6"/>
      <w:spacing w:val="10"/>
      <w:sz w:val="24"/>
      <w:szCs w:val="24"/>
    </w:rPr>
  </w:style>
  <w:style w:type="character" w:styleId="Strong">
    <w:name w:val="Strong"/>
    <w:uiPriority w:val="22"/>
    <w:qFormat/>
    <w:rsid w:val="001747D6"/>
    <w:rPr>
      <w:b/>
      <w:bCs/>
    </w:rPr>
  </w:style>
  <w:style w:type="character" w:styleId="Emphasis">
    <w:name w:val="Emphasis"/>
    <w:uiPriority w:val="20"/>
    <w:qFormat/>
    <w:rsid w:val="001747D6"/>
    <w:rPr>
      <w:caps/>
      <w:color w:val="243F60" w:themeColor="accent1" w:themeShade="7F"/>
      <w:spacing w:val="5"/>
    </w:rPr>
  </w:style>
  <w:style w:type="paragraph" w:styleId="NoSpacing">
    <w:name w:val="No Spacing"/>
    <w:basedOn w:val="Normal"/>
    <w:link w:val="NoSpacingChar"/>
    <w:uiPriority w:val="1"/>
    <w:qFormat/>
    <w:rsid w:val="001747D6"/>
    <w:pPr>
      <w:spacing w:before="0" w:after="0" w:line="240" w:lineRule="auto"/>
    </w:pPr>
  </w:style>
  <w:style w:type="character" w:customStyle="1" w:styleId="NoSpacingChar">
    <w:name w:val="No Spacing Char"/>
    <w:basedOn w:val="DefaultParagraphFont"/>
    <w:link w:val="NoSpacing"/>
    <w:uiPriority w:val="1"/>
    <w:rsid w:val="001747D6"/>
    <w:rPr>
      <w:sz w:val="20"/>
      <w:szCs w:val="20"/>
    </w:rPr>
  </w:style>
  <w:style w:type="paragraph" w:styleId="Quote">
    <w:name w:val="Quote"/>
    <w:basedOn w:val="Normal"/>
    <w:next w:val="Normal"/>
    <w:link w:val="QuoteChar"/>
    <w:uiPriority w:val="29"/>
    <w:qFormat/>
    <w:rsid w:val="001747D6"/>
    <w:rPr>
      <w:i/>
      <w:iCs/>
    </w:rPr>
  </w:style>
  <w:style w:type="character" w:customStyle="1" w:styleId="QuoteChar">
    <w:name w:val="Quote Char"/>
    <w:basedOn w:val="DefaultParagraphFont"/>
    <w:link w:val="Quote"/>
    <w:uiPriority w:val="29"/>
    <w:rsid w:val="001747D6"/>
    <w:rPr>
      <w:i/>
      <w:iCs/>
      <w:sz w:val="20"/>
      <w:szCs w:val="20"/>
    </w:rPr>
  </w:style>
  <w:style w:type="paragraph" w:styleId="IntenseQuote">
    <w:name w:val="Intense Quote"/>
    <w:basedOn w:val="Normal"/>
    <w:next w:val="Normal"/>
    <w:link w:val="IntenseQuoteChar"/>
    <w:uiPriority w:val="30"/>
    <w:qFormat/>
    <w:rsid w:val="001747D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1747D6"/>
    <w:rPr>
      <w:i/>
      <w:iCs/>
      <w:color w:val="4F81BD" w:themeColor="accent1"/>
      <w:sz w:val="20"/>
      <w:szCs w:val="20"/>
    </w:rPr>
  </w:style>
  <w:style w:type="character" w:styleId="SubtleEmphasis">
    <w:name w:val="Subtle Emphasis"/>
    <w:uiPriority w:val="19"/>
    <w:qFormat/>
    <w:rsid w:val="001747D6"/>
    <w:rPr>
      <w:i/>
      <w:iCs/>
      <w:color w:val="243F60" w:themeColor="accent1" w:themeShade="7F"/>
    </w:rPr>
  </w:style>
  <w:style w:type="character" w:styleId="IntenseEmphasis">
    <w:name w:val="Intense Emphasis"/>
    <w:uiPriority w:val="21"/>
    <w:qFormat/>
    <w:rsid w:val="001747D6"/>
    <w:rPr>
      <w:b/>
      <w:bCs/>
      <w:caps/>
      <w:color w:val="243F60" w:themeColor="accent1" w:themeShade="7F"/>
      <w:spacing w:val="10"/>
    </w:rPr>
  </w:style>
  <w:style w:type="character" w:styleId="SubtleReference">
    <w:name w:val="Subtle Reference"/>
    <w:uiPriority w:val="31"/>
    <w:qFormat/>
    <w:rsid w:val="001747D6"/>
    <w:rPr>
      <w:b/>
      <w:bCs/>
      <w:color w:val="4F81BD" w:themeColor="accent1"/>
    </w:rPr>
  </w:style>
  <w:style w:type="character" w:styleId="IntenseReference">
    <w:name w:val="Intense Reference"/>
    <w:uiPriority w:val="32"/>
    <w:qFormat/>
    <w:rsid w:val="001747D6"/>
    <w:rPr>
      <w:b/>
      <w:bCs/>
      <w:i/>
      <w:iCs/>
      <w:caps/>
      <w:color w:val="4F81BD" w:themeColor="accent1"/>
    </w:rPr>
  </w:style>
  <w:style w:type="character" w:styleId="BookTitle">
    <w:name w:val="Book Title"/>
    <w:uiPriority w:val="33"/>
    <w:qFormat/>
    <w:rsid w:val="001747D6"/>
    <w:rPr>
      <w:b/>
      <w:bCs/>
      <w:i/>
      <w:iCs/>
      <w:spacing w:val="9"/>
    </w:rPr>
  </w:style>
  <w:style w:type="paragraph" w:styleId="TOCHeading">
    <w:name w:val="TOC Heading"/>
    <w:basedOn w:val="Heading1"/>
    <w:next w:val="Normal"/>
    <w:uiPriority w:val="39"/>
    <w:semiHidden/>
    <w:unhideWhenUsed/>
    <w:qFormat/>
    <w:rsid w:val="001747D6"/>
    <w:pPr>
      <w:outlineLvl w:val="9"/>
    </w:pPr>
  </w:style>
  <w:style w:type="character" w:styleId="Hyperlink">
    <w:name w:val="Hyperlink"/>
    <w:basedOn w:val="DefaultParagraphFont"/>
    <w:uiPriority w:val="99"/>
    <w:unhideWhenUsed/>
    <w:rsid w:val="00975530"/>
    <w:rPr>
      <w:color w:val="0000FF" w:themeColor="hyperlink"/>
      <w:u w:val="single"/>
    </w:rPr>
  </w:style>
  <w:style w:type="paragraph" w:styleId="Header">
    <w:name w:val="header"/>
    <w:basedOn w:val="Normal"/>
    <w:link w:val="HeaderChar"/>
    <w:uiPriority w:val="99"/>
    <w:semiHidden/>
    <w:unhideWhenUsed/>
    <w:rsid w:val="00200095"/>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00095"/>
    <w:rPr>
      <w:sz w:val="20"/>
      <w:szCs w:val="20"/>
    </w:rPr>
  </w:style>
  <w:style w:type="paragraph" w:styleId="Footer">
    <w:name w:val="footer"/>
    <w:basedOn w:val="Normal"/>
    <w:link w:val="FooterChar"/>
    <w:uiPriority w:val="99"/>
    <w:unhideWhenUsed/>
    <w:rsid w:val="0020009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200095"/>
    <w:rPr>
      <w:sz w:val="20"/>
      <w:szCs w:val="20"/>
    </w:rPr>
  </w:style>
  <w:style w:type="character" w:styleId="FollowedHyperlink">
    <w:name w:val="FollowedHyperlink"/>
    <w:basedOn w:val="DefaultParagraphFont"/>
    <w:uiPriority w:val="99"/>
    <w:semiHidden/>
    <w:unhideWhenUsed/>
    <w:rsid w:val="00B2089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abanerolabs.com/Download.aspx" TargetMode="External"/><Relationship Id="rId18" Type="http://schemas.openxmlformats.org/officeDocument/2006/relationships/hyperlink" Target="http://www.habanerolabs.com" TargetMode="External"/><Relationship Id="rId26" Type="http://schemas.openxmlformats.org/officeDocument/2006/relationships/hyperlink" Target="http://www.habanerolabs.com/Forum.aspx" TargetMode="External"/><Relationship Id="rId3" Type="http://schemas.openxmlformats.org/officeDocument/2006/relationships/styles" Target="styles.xml"/><Relationship Id="rId21" Type="http://schemas.openxmlformats.org/officeDocument/2006/relationships/hyperlink" Target="http://www.habanerolabs.com/Community.aspx" TargetMode="External"/><Relationship Id="rId7" Type="http://schemas.openxmlformats.org/officeDocument/2006/relationships/footnotes" Target="footnotes.xml"/><Relationship Id="rId12" Type="http://schemas.openxmlformats.org/officeDocument/2006/relationships/hyperlink" Target="http://www.habanerolabs.com/Forum.aspx" TargetMode="External"/><Relationship Id="rId17" Type="http://schemas.openxmlformats.org/officeDocument/2006/relationships/hyperlink" Target="http://sourceforge.net/projects/habanerofaces/" TargetMode="External"/><Relationship Id="rId25" Type="http://schemas.openxmlformats.org/officeDocument/2006/relationships/hyperlink" Target="http://www.habanerowiki.com" TargetMode="External"/><Relationship Id="rId2" Type="http://schemas.openxmlformats.org/officeDocument/2006/relationships/numbering" Target="numbering.xml"/><Relationship Id="rId16" Type="http://schemas.openxmlformats.org/officeDocument/2006/relationships/hyperlink" Target="http://www.habanerolabs.com" TargetMode="External"/><Relationship Id="rId20" Type="http://schemas.openxmlformats.org/officeDocument/2006/relationships/hyperlink" Target="http://www.habanerolab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abanerolabs.com/Tutorials.aspx" TargetMode="External"/><Relationship Id="rId24" Type="http://schemas.openxmlformats.org/officeDocument/2006/relationships/hyperlink" Target="http://www.habanerolabs.com/Tutorials.aspx" TargetMode="External"/><Relationship Id="rId5" Type="http://schemas.openxmlformats.org/officeDocument/2006/relationships/settings" Target="settings.xml"/><Relationship Id="rId15" Type="http://schemas.openxmlformats.org/officeDocument/2006/relationships/hyperlink" Target="http://www.visualwebgui.com/" TargetMode="External"/><Relationship Id="rId23" Type="http://schemas.openxmlformats.org/officeDocument/2006/relationships/hyperlink" Target="http://www.habanerolabs.com/Download.aspx" TargetMode="External"/><Relationship Id="rId28" Type="http://schemas.openxmlformats.org/officeDocument/2006/relationships/footer" Target="footer1.xml"/><Relationship Id="rId10" Type="http://schemas.openxmlformats.org/officeDocument/2006/relationships/hyperlink" Target="http://www.habanerolabs.com" TargetMode="External"/><Relationship Id="rId19" Type="http://schemas.openxmlformats.org/officeDocument/2006/relationships/hyperlink" Target="http://sourceforge.net/projects/habanerotestabi/" TargetMode="External"/><Relationship Id="rId4" Type="http://schemas.microsoft.com/office/2007/relationships/stylesWithEffects" Target="stylesWithEffects.xml"/><Relationship Id="rId9" Type="http://schemas.openxmlformats.org/officeDocument/2006/relationships/hyperlink" Target="http://www.habanerolabs.com" TargetMode="External"/><Relationship Id="rId14" Type="http://schemas.openxmlformats.org/officeDocument/2006/relationships/hyperlink" Target="http://sourceforge.net/projects/habanero/" TargetMode="External"/><Relationship Id="rId22" Type="http://schemas.openxmlformats.org/officeDocument/2006/relationships/hyperlink" Target="http://www.habanerolabs.com" TargetMode="External"/><Relationship Id="rId27" Type="http://schemas.openxmlformats.org/officeDocument/2006/relationships/hyperlink" Target="http://sourceforge.net/projects/habanero/"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Systems\Habanero%20Community\FilesToRelease\Book\habanero%20book\Habanero%20Book%20Sty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7664F-4C47-4529-90A8-70E1D3FA7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Habanero Book Style.dotx</Template>
  <TotalTime>477</TotalTime>
  <Pages>4</Pages>
  <Words>1699</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Whitfeld</dc:creator>
  <cp:lastModifiedBy>Soriya</cp:lastModifiedBy>
  <cp:revision>25</cp:revision>
  <cp:lastPrinted>2010-12-13T16:56:00Z</cp:lastPrinted>
  <dcterms:created xsi:type="dcterms:W3CDTF">2010-07-19T15:04:00Z</dcterms:created>
  <dcterms:modified xsi:type="dcterms:W3CDTF">2011-11-08T09:36:00Z</dcterms:modified>
</cp:coreProperties>
</file>